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9F8" w:rsidRPr="00FF0620" w:rsidRDefault="00CE79F8" w:rsidP="00063F62">
      <w:pPr>
        <w:pStyle w:val="NoSpacing"/>
        <w:ind w:firstLine="720"/>
        <w:jc w:val="center"/>
        <w:rPr>
          <w:kern w:val="28"/>
          <w:sz w:val="28"/>
          <w:szCs w:val="28"/>
        </w:rPr>
      </w:pPr>
    </w:p>
    <w:p w:rsidR="00CE79F8" w:rsidRDefault="00CE79F8" w:rsidP="00063F62">
      <w:pPr>
        <w:ind w:firstLine="720"/>
        <w:jc w:val="center"/>
        <w:rPr>
          <w:bCs/>
        </w:rPr>
      </w:pPr>
    </w:p>
    <w:p w:rsidR="00CE79F8" w:rsidRPr="00CA5518" w:rsidRDefault="00CE79F8" w:rsidP="00CA5518">
      <w:pPr>
        <w:spacing w:before="100" w:beforeAutospacing="1" w:after="100" w:afterAutospacing="1"/>
        <w:jc w:val="center"/>
      </w:pPr>
      <w:r w:rsidRPr="00CA5518">
        <w:rPr>
          <w:b/>
          <w:bCs/>
        </w:rPr>
        <w:t>УВЕДОМЛЕНИЕ</w:t>
      </w:r>
      <w:r w:rsidRPr="00CA5518">
        <w:br/>
      </w:r>
      <w:r w:rsidRPr="00CA5518">
        <w:rPr>
          <w:b/>
          <w:bCs/>
        </w:rPr>
        <w:t>О разработке административного регламента</w:t>
      </w:r>
    </w:p>
    <w:p w:rsidR="00CE79F8" w:rsidRPr="00C9411B" w:rsidRDefault="00CE79F8" w:rsidP="00CA5518">
      <w:pPr>
        <w:spacing w:before="100" w:beforeAutospacing="1" w:after="100" w:afterAutospacing="1"/>
        <w:jc w:val="center"/>
      </w:pPr>
      <w:r w:rsidRPr="00CA5518">
        <w:rPr>
          <w:b/>
          <w:bCs/>
        </w:rPr>
        <w:t>Административный регламент Администрации Боровёнковского сельского поселения по предоставления муниципальной услуги</w:t>
      </w:r>
      <w:r w:rsidRPr="00CA5518">
        <w:br/>
      </w:r>
      <w:r w:rsidRPr="00C9411B">
        <w:rPr>
          <w:b/>
          <w:bCs/>
        </w:rPr>
        <w:t>«</w:t>
      </w:r>
      <w:r w:rsidRPr="00C9411B">
        <w:rPr>
          <w:b/>
        </w:rPr>
        <w:t>Присвоение адреса объекту адресации, изменение, аннулирование адреса на территории муниципального образования</w:t>
      </w:r>
      <w:r w:rsidRPr="00C9411B">
        <w:rPr>
          <w:b/>
          <w:bCs/>
        </w:rPr>
        <w:t>»</w:t>
      </w:r>
    </w:p>
    <w:p w:rsidR="00CE79F8" w:rsidRPr="00CA5518" w:rsidRDefault="00CE79F8" w:rsidP="00CA5518">
      <w:pPr>
        <w:spacing w:before="100" w:beforeAutospacing="1" w:after="100" w:afterAutospacing="1"/>
        <w:jc w:val="both"/>
      </w:pPr>
      <w:r w:rsidRPr="00CA5518">
        <w:t xml:space="preserve">1. Разработчик административного регламента: ведущий специалист Администрации Боровёнковского сельского </w:t>
      </w:r>
      <w:r>
        <w:t>поселения.</w:t>
      </w:r>
      <w:r w:rsidRPr="00CA5518">
        <w:br/>
        <w:t>2. Почтовый адрес и адрес электронной почты, по которым должны быть предоставлены экспертные заключения независимой экспертизы, замечания и предложения заинтересованных организаций и граждан: 174330, Новгородская область, Окуловский район, п. Боровёнка ул. Кооперативная дом 5 и borovenkaadm@yandex.ru</w:t>
      </w:r>
      <w:r w:rsidRPr="00CA5518">
        <w:br/>
        <w:t>3. Срок проведения независимой экспертизы составляет один месяц со дня размещения проекта административного регламента в сети Интернет на сайте Администрации Боровёнковского сельского поселения, уведомления о разработке проекта административного регламента.</w:t>
      </w:r>
    </w:p>
    <w:p w:rsidR="00CE79F8" w:rsidRPr="00C9411B" w:rsidRDefault="00CE79F8" w:rsidP="00C9411B">
      <w:pPr>
        <w:ind w:firstLine="720"/>
        <w:jc w:val="center"/>
        <w:rPr>
          <w:b/>
          <w:bCs/>
          <w:sz w:val="28"/>
          <w:szCs w:val="28"/>
        </w:rPr>
      </w:pPr>
      <w:r w:rsidRPr="00C9411B">
        <w:rPr>
          <w:b/>
          <w:bCs/>
          <w:sz w:val="28"/>
          <w:szCs w:val="28"/>
        </w:rPr>
        <w:t>ПРОЕКТ</w:t>
      </w:r>
    </w:p>
    <w:p w:rsidR="00CE79F8" w:rsidRPr="00C9411B" w:rsidRDefault="00CE79F8" w:rsidP="00C9411B">
      <w:pPr>
        <w:ind w:firstLine="720"/>
        <w:jc w:val="center"/>
        <w:rPr>
          <w:bCs/>
          <w:sz w:val="28"/>
          <w:szCs w:val="28"/>
        </w:rPr>
      </w:pPr>
      <w:r w:rsidRPr="00C9411B">
        <w:rPr>
          <w:b/>
          <w:bCs/>
          <w:sz w:val="28"/>
          <w:szCs w:val="28"/>
        </w:rPr>
        <w:t>Административный регламент</w:t>
      </w:r>
      <w:r w:rsidRPr="00C9411B">
        <w:rPr>
          <w:sz w:val="28"/>
          <w:szCs w:val="28"/>
        </w:rPr>
        <w:br/>
      </w:r>
      <w:r w:rsidRPr="00C9411B">
        <w:rPr>
          <w:b/>
          <w:bCs/>
          <w:sz w:val="28"/>
          <w:szCs w:val="28"/>
        </w:rPr>
        <w:t>по предоставлению муниципальной услуги</w:t>
      </w:r>
    </w:p>
    <w:p w:rsidR="00CE79F8" w:rsidRPr="00F51BDA" w:rsidRDefault="00CE79F8" w:rsidP="00C9411B">
      <w:pPr>
        <w:ind w:firstLine="720"/>
        <w:jc w:val="center"/>
        <w:rPr>
          <w:bCs/>
          <w:sz w:val="28"/>
          <w:szCs w:val="28"/>
        </w:rPr>
      </w:pPr>
      <w:r w:rsidRPr="0032190E">
        <w:rPr>
          <w:b/>
          <w:sz w:val="28"/>
          <w:szCs w:val="28"/>
        </w:rPr>
        <w:t>«</w:t>
      </w:r>
      <w:r w:rsidRPr="00F51BDA">
        <w:rPr>
          <w:b/>
          <w:sz w:val="28"/>
          <w:szCs w:val="28"/>
        </w:rPr>
        <w:t xml:space="preserve">Присвоение адреса объекту адресации, изменение, аннулирование адреса на территории </w:t>
      </w:r>
      <w:r>
        <w:rPr>
          <w:b/>
          <w:sz w:val="28"/>
          <w:szCs w:val="28"/>
        </w:rPr>
        <w:t>Боровёнковского сельского поселения</w:t>
      </w:r>
      <w:r w:rsidRPr="00F51BDA">
        <w:rPr>
          <w:bCs/>
          <w:sz w:val="28"/>
          <w:szCs w:val="28"/>
        </w:rPr>
        <w:t>»</w:t>
      </w:r>
    </w:p>
    <w:p w:rsidR="00CE79F8" w:rsidRPr="00967801" w:rsidRDefault="00CE79F8" w:rsidP="00063F62">
      <w:pPr>
        <w:widowControl w:val="0"/>
        <w:autoSpaceDE w:val="0"/>
        <w:autoSpaceDN w:val="0"/>
        <w:adjustRightInd w:val="0"/>
        <w:ind w:firstLine="720"/>
        <w:jc w:val="center"/>
      </w:pPr>
    </w:p>
    <w:p w:rsidR="00CE79F8" w:rsidRPr="00063F62" w:rsidRDefault="00CE79F8" w:rsidP="00063F62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</w:rPr>
      </w:pPr>
      <w:bookmarkStart w:id="0" w:name="Par39"/>
      <w:bookmarkEnd w:id="0"/>
      <w:smartTag w:uri="urn:schemas-microsoft-com:office:smarttags" w:element="place">
        <w:r w:rsidRPr="00063F62">
          <w:rPr>
            <w:b/>
            <w:lang w:val="en-US"/>
          </w:rPr>
          <w:t>I</w:t>
        </w:r>
        <w:r w:rsidRPr="00063F62">
          <w:rPr>
            <w:b/>
          </w:rPr>
          <w:t>.</w:t>
        </w:r>
      </w:smartTag>
      <w:r w:rsidRPr="00063F62">
        <w:rPr>
          <w:b/>
        </w:rPr>
        <w:t xml:space="preserve"> Общие положения</w:t>
      </w:r>
    </w:p>
    <w:p w:rsidR="00CE79F8" w:rsidRPr="00A22B45" w:rsidRDefault="00CE79F8" w:rsidP="00063F62">
      <w:pPr>
        <w:pStyle w:val="ListParagraph"/>
        <w:widowControl w:val="0"/>
        <w:numPr>
          <w:ilvl w:val="1"/>
          <w:numId w:val="23"/>
        </w:numPr>
        <w:autoSpaceDE w:val="0"/>
        <w:autoSpaceDN w:val="0"/>
        <w:adjustRightInd w:val="0"/>
        <w:ind w:left="0" w:firstLine="720"/>
        <w:outlineLvl w:val="2"/>
        <w:rPr>
          <w:b/>
        </w:rPr>
      </w:pPr>
      <w:bookmarkStart w:id="1" w:name="Par41"/>
      <w:bookmarkEnd w:id="1"/>
      <w:r w:rsidRPr="00A22B45">
        <w:rPr>
          <w:b/>
        </w:rPr>
        <w:t>Предмет регулирования Административного регламента</w:t>
      </w:r>
    </w:p>
    <w:p w:rsidR="00CE79F8" w:rsidRDefault="00CE79F8" w:rsidP="00063F62">
      <w:pPr>
        <w:pStyle w:val="ListParagraph"/>
        <w:numPr>
          <w:ilvl w:val="2"/>
          <w:numId w:val="23"/>
        </w:numPr>
        <w:autoSpaceDE w:val="0"/>
        <w:autoSpaceDN w:val="0"/>
        <w:adjustRightInd w:val="0"/>
        <w:ind w:left="0" w:firstLine="720"/>
        <w:jc w:val="both"/>
      </w:pPr>
      <w:r w:rsidRPr="00967801">
        <w:rPr>
          <w:lang w:eastAsia="en-US"/>
        </w:rPr>
        <w:t xml:space="preserve">Предметом регулирования настоящего Административного регламента являются отношения, возникающие между заявителями и Администрацией </w:t>
      </w:r>
      <w:r>
        <w:rPr>
          <w:lang w:eastAsia="en-US"/>
        </w:rPr>
        <w:t>Боровёнковского сельского поселения.</w:t>
      </w:r>
    </w:p>
    <w:p w:rsidR="00CE79F8" w:rsidRPr="00F51BDA" w:rsidRDefault="00CE79F8" w:rsidP="00063F62">
      <w:pPr>
        <w:pStyle w:val="ListParagraph"/>
        <w:numPr>
          <w:ilvl w:val="2"/>
          <w:numId w:val="23"/>
        </w:numPr>
        <w:autoSpaceDE w:val="0"/>
        <w:autoSpaceDN w:val="0"/>
        <w:adjustRightInd w:val="0"/>
        <w:ind w:left="0" w:firstLine="720"/>
        <w:jc w:val="both"/>
      </w:pPr>
      <w:r>
        <w:t xml:space="preserve"> А</w:t>
      </w:r>
      <w:r w:rsidRPr="00967801">
        <w:t xml:space="preserve">дминистративный регламент предоставления муниципальной </w:t>
      </w:r>
      <w:r w:rsidRPr="00F51BDA">
        <w:t xml:space="preserve">услуги «Присвоение адреса объекту адресации, изменение, аннулирование адреса на территории </w:t>
      </w:r>
      <w:r>
        <w:t>Боровёнковского сельского поселения</w:t>
      </w:r>
      <w:r w:rsidRPr="00F51BDA">
        <w:t>» (далее</w:t>
      </w:r>
      <w:r w:rsidRPr="00967801">
        <w:t xml:space="preserve"> – Административный регламент) разработан в целях повышения качества предоставления муниципальной услуги, определяет сроки и последовательность административных процедур при предоставлении муниципальной услуги </w:t>
      </w:r>
      <w:r w:rsidRPr="00F51BDA">
        <w:t xml:space="preserve">«Присвоение адреса объекту адресации, изменение, аннулирование адреса на территории </w:t>
      </w:r>
      <w:r>
        <w:t>Боровёнковского сельского поселения</w:t>
      </w:r>
      <w:r w:rsidRPr="00F51BDA">
        <w:t>» (далее – муниципальная услуга).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</w:pPr>
      <w:r>
        <w:rPr>
          <w:lang w:eastAsia="en-US"/>
        </w:rPr>
        <w:t>1.1.</w:t>
      </w:r>
      <w:r w:rsidRPr="00967801">
        <w:rPr>
          <w:lang w:eastAsia="en-US"/>
        </w:rPr>
        <w:t xml:space="preserve">3. </w:t>
      </w:r>
      <w:r w:rsidRPr="00967801">
        <w:t>Оказание муниципальной услуги осуществляется в присвоении</w:t>
      </w:r>
      <w:r>
        <w:t>, изменении</w:t>
      </w:r>
      <w:r w:rsidRPr="00967801">
        <w:rPr>
          <w:color w:val="FF0000"/>
        </w:rPr>
        <w:t xml:space="preserve"> </w:t>
      </w:r>
      <w:r w:rsidRPr="00967801">
        <w:t>и аннулировании адресов в отношении земельных участков, зданий, сооружений и объектов незавершенного строительства, помещений, а также в присвоении</w:t>
      </w:r>
      <w:r>
        <w:t>, изменении</w:t>
      </w:r>
      <w:r w:rsidRPr="00967801">
        <w:t xml:space="preserve"> и аннулировании  наименований  </w:t>
      </w:r>
      <w:r w:rsidRPr="00967801">
        <w:rPr>
          <w:shd w:val="clear" w:color="auto" w:fill="FFFFFF"/>
        </w:rPr>
        <w:t>элементам  планировочной  структуры и элементам улично-дорожной сети (далее – объекты адресации)</w:t>
      </w:r>
      <w:r w:rsidRPr="00967801">
        <w:t xml:space="preserve"> на территории </w:t>
      </w:r>
      <w:r>
        <w:t>Боровёнковского сельского поселения</w:t>
      </w:r>
      <w:r w:rsidRPr="00967801">
        <w:t>.</w:t>
      </w:r>
    </w:p>
    <w:p w:rsidR="00CE79F8" w:rsidRPr="00A22B45" w:rsidRDefault="00CE79F8" w:rsidP="00063F62">
      <w:pPr>
        <w:pStyle w:val="ListParagraph"/>
        <w:numPr>
          <w:ilvl w:val="1"/>
          <w:numId w:val="23"/>
        </w:numPr>
        <w:autoSpaceDE w:val="0"/>
        <w:autoSpaceDN w:val="0"/>
        <w:adjustRightInd w:val="0"/>
        <w:ind w:left="0" w:firstLine="720"/>
        <w:rPr>
          <w:b/>
          <w:lang w:eastAsia="en-US"/>
        </w:rPr>
      </w:pPr>
      <w:r>
        <w:rPr>
          <w:b/>
          <w:lang w:eastAsia="en-US"/>
        </w:rPr>
        <w:t>Описание</w:t>
      </w:r>
      <w:r w:rsidRPr="00A22B45">
        <w:rPr>
          <w:b/>
          <w:lang w:eastAsia="en-US"/>
        </w:rPr>
        <w:t xml:space="preserve"> заявителей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1.2.1</w:t>
      </w:r>
      <w:r w:rsidRPr="00967801">
        <w:rPr>
          <w:lang w:eastAsia="en-US"/>
        </w:rPr>
        <w:t>. Заявителями, имеющими право на получение муниципальной услуги, являются физические и юридические лица (за исключением государственных органов и их территориальных органов власти, органов государственных внебюджетных фондов и их территориальных органов, органов местного самоуправления).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1.2.2</w:t>
      </w:r>
      <w:r w:rsidRPr="00967801">
        <w:rPr>
          <w:lang w:eastAsia="en-US"/>
        </w:rPr>
        <w:t xml:space="preserve">. Заявление о присвоении объекту адресации адреса или об </w:t>
      </w:r>
      <w:r>
        <w:rPr>
          <w:lang w:eastAsia="en-US"/>
        </w:rPr>
        <w:t xml:space="preserve">изменении или </w:t>
      </w:r>
      <w:r w:rsidRPr="00967801">
        <w:rPr>
          <w:lang w:eastAsia="en-US"/>
        </w:rPr>
        <w:t>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967801">
        <w:rPr>
          <w:lang w:eastAsia="en-US"/>
        </w:rPr>
        <w:t>право хозяйственного ведения;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967801">
        <w:rPr>
          <w:lang w:eastAsia="en-US"/>
        </w:rPr>
        <w:t>право оперативного управления;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967801">
        <w:rPr>
          <w:lang w:eastAsia="en-US"/>
        </w:rPr>
        <w:t>право пожизненного наследуемого владения;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967801">
        <w:rPr>
          <w:lang w:eastAsia="en-US"/>
        </w:rPr>
        <w:t>право постоянного (бессрочного) пользования.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1</w:t>
      </w:r>
      <w:r w:rsidRPr="00967801">
        <w:rPr>
          <w:lang w:eastAsia="en-US"/>
        </w:rPr>
        <w:t>.</w:t>
      </w:r>
      <w:r>
        <w:rPr>
          <w:lang w:eastAsia="en-US"/>
        </w:rPr>
        <w:t>2.3.</w:t>
      </w:r>
      <w:r w:rsidRPr="00967801">
        <w:rPr>
          <w:lang w:eastAsia="en-US"/>
        </w:rPr>
        <w:t xml:space="preserve"> От имени заявителя в целях получения муниципальной услуги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1.2.</w:t>
      </w:r>
      <w:r w:rsidRPr="00967801">
        <w:rPr>
          <w:lang w:eastAsia="en-US"/>
        </w:rPr>
        <w:t>4. 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1.2.</w:t>
      </w:r>
      <w:r w:rsidRPr="00967801">
        <w:rPr>
          <w:lang w:eastAsia="en-US"/>
        </w:rPr>
        <w:t>5. 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1.3. П</w:t>
      </w:r>
      <w:r w:rsidRPr="00967801">
        <w:rPr>
          <w:b/>
        </w:rPr>
        <w:t>оряд</w:t>
      </w:r>
      <w:r>
        <w:rPr>
          <w:b/>
        </w:rPr>
        <w:t>о</w:t>
      </w:r>
      <w:r w:rsidRPr="00967801">
        <w:rPr>
          <w:b/>
        </w:rPr>
        <w:t>к информирования о</w:t>
      </w:r>
      <w:r>
        <w:rPr>
          <w:b/>
        </w:rPr>
        <w:t xml:space="preserve"> правилах</w:t>
      </w:r>
      <w:r w:rsidRPr="00967801">
        <w:rPr>
          <w:b/>
        </w:rPr>
        <w:t xml:space="preserve"> предоставлении муниципальной услуги</w:t>
      </w:r>
    </w:p>
    <w:p w:rsidR="00CE79F8" w:rsidRPr="00AD6B7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D6B71">
        <w:rPr>
          <w:rFonts w:ascii="Times New Roman" w:hAnsi="Times New Roman" w:cs="Times New Roman"/>
          <w:sz w:val="24"/>
          <w:szCs w:val="24"/>
        </w:rPr>
        <w:t>1.3.1. Порядок информирования о предоставлении муниципальной услуги:</w:t>
      </w:r>
    </w:p>
    <w:p w:rsidR="00CE79F8" w:rsidRPr="00AD6B71" w:rsidRDefault="00CE79F8" w:rsidP="00063F6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D6B71">
        <w:rPr>
          <w:color w:val="000000"/>
        </w:rPr>
        <w:t xml:space="preserve">Место нахождения </w:t>
      </w:r>
      <w:r>
        <w:rPr>
          <w:color w:val="000000"/>
        </w:rPr>
        <w:t xml:space="preserve">Администрации Боровёнковского сельского поселения </w:t>
      </w:r>
      <w:r w:rsidRPr="00AD6B71">
        <w:rPr>
          <w:iCs/>
        </w:rPr>
        <w:t xml:space="preserve">(далее – </w:t>
      </w:r>
      <w:r>
        <w:rPr>
          <w:iCs/>
        </w:rPr>
        <w:t>Администрация</w:t>
      </w:r>
      <w:r w:rsidRPr="00AD6B71">
        <w:rPr>
          <w:iCs/>
        </w:rPr>
        <w:t>)</w:t>
      </w:r>
      <w:r w:rsidRPr="00AD6B71">
        <w:rPr>
          <w:color w:val="000000"/>
        </w:rPr>
        <w:t>:</w:t>
      </w:r>
    </w:p>
    <w:p w:rsidR="00CE79F8" w:rsidRPr="00AD6B71" w:rsidRDefault="00CE79F8" w:rsidP="00063F62">
      <w:pPr>
        <w:widowControl w:val="0"/>
        <w:suppressAutoHyphens/>
        <w:autoSpaceDE w:val="0"/>
        <w:autoSpaceDN w:val="0"/>
        <w:adjustRightInd w:val="0"/>
        <w:ind w:firstLine="720"/>
        <w:jc w:val="both"/>
      </w:pPr>
      <w:r w:rsidRPr="00AD6B71">
        <w:rPr>
          <w:color w:val="000000"/>
        </w:rPr>
        <w:t xml:space="preserve">Почтовый адрес </w:t>
      </w:r>
      <w:r>
        <w:rPr>
          <w:color w:val="000000"/>
        </w:rPr>
        <w:t>Администрации</w:t>
      </w:r>
      <w:r w:rsidRPr="00AD6B71">
        <w:rPr>
          <w:color w:val="000000"/>
        </w:rPr>
        <w:t>:</w:t>
      </w:r>
      <w:r>
        <w:rPr>
          <w:color w:val="000000"/>
        </w:rPr>
        <w:t xml:space="preserve"> </w:t>
      </w:r>
      <w:r>
        <w:t>174330, Новгородская область, Окуловский район, п. Боровёнка ул. Кооперативная дом 5</w:t>
      </w:r>
      <w:r>
        <w:rPr>
          <w:color w:val="000000"/>
        </w:rPr>
        <w:t xml:space="preserve"> </w:t>
      </w:r>
    </w:p>
    <w:p w:rsidR="00CE79F8" w:rsidRDefault="00CE79F8" w:rsidP="00414FF6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График работы Администрации: понедельник-пятница с 8-00 до 17-00 перерыв – с 13.00 до 14.00, выходные – суббота, воскресенье.</w:t>
      </w:r>
    </w:p>
    <w:p w:rsidR="00CE79F8" w:rsidRDefault="00CE79F8" w:rsidP="00414FF6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>
        <w:t>График приема граждан: понедельник, среда, пятница с 9.00 до 16.00, перерыв – с 13.00 до 14.00, выходные – суббота, воскресенье.</w:t>
      </w:r>
    </w:p>
    <w:p w:rsidR="00CE79F8" w:rsidRPr="00AD6B71" w:rsidRDefault="00CE79F8" w:rsidP="00414FF6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 w:rsidRPr="00AD6B71">
        <w:t>Телефон/факс:</w:t>
      </w:r>
      <w:r>
        <w:t xml:space="preserve">8(81657)43-160(телефон/факс); 8 (81657) 43-245 </w:t>
      </w:r>
    </w:p>
    <w:p w:rsidR="00CE79F8" w:rsidRPr="00AD6B71" w:rsidRDefault="00CE79F8" w:rsidP="00414FF6">
      <w:pPr>
        <w:tabs>
          <w:tab w:val="left" w:pos="1134"/>
        </w:tabs>
        <w:autoSpaceDE w:val="0"/>
        <w:autoSpaceDN w:val="0"/>
        <w:adjustRightInd w:val="0"/>
        <w:jc w:val="both"/>
      </w:pPr>
      <w:r>
        <w:t xml:space="preserve">            </w:t>
      </w:r>
      <w:r w:rsidRPr="00AD6B71">
        <w:t>Адрес электронной почты:</w:t>
      </w:r>
      <w:r>
        <w:t xml:space="preserve"> borovenkaadm@yandex.ru</w:t>
      </w:r>
    </w:p>
    <w:p w:rsidR="00CE79F8" w:rsidRPr="00AD6B71" w:rsidRDefault="00CE79F8" w:rsidP="00414FF6">
      <w:pPr>
        <w:tabs>
          <w:tab w:val="left" w:pos="1134"/>
        </w:tabs>
        <w:autoSpaceDE w:val="0"/>
        <w:autoSpaceDN w:val="0"/>
        <w:adjustRightInd w:val="0"/>
        <w:ind w:firstLine="720"/>
        <w:jc w:val="both"/>
      </w:pPr>
      <w:r w:rsidRPr="00AD6B71">
        <w:t>Телефон для информирования по вопросам, связанным с предоставлением муниципальной услуги</w:t>
      </w:r>
      <w:r>
        <w:t xml:space="preserve">: 8 (81657) 43-245 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Информация о предоставлении муниципальной услуги размещается на официальном сайте Администрации Боровёнковского сельского поселения в информационно-телекоммуникационной сети «Интернет» (далее - сеть «Интернет»): http://www:</w:t>
      </w:r>
      <w:r w:rsidRPr="00414FF6">
        <w:t xml:space="preserve"> </w:t>
      </w:r>
      <w:r>
        <w:t xml:space="preserve">borovenkaadm.ru </w:t>
      </w:r>
      <w:r>
        <w:rPr>
          <w:lang w:eastAsia="en-US"/>
        </w:rPr>
        <w:t>.</w:t>
      </w:r>
    </w:p>
    <w:p w:rsidR="00CE79F8" w:rsidRDefault="00CE79F8" w:rsidP="00063F62">
      <w:pPr>
        <w:pStyle w:val="NoSpacing"/>
        <w:ind w:firstLine="720"/>
        <w:jc w:val="both"/>
        <w:rPr>
          <w:lang w:eastAsia="en-US"/>
        </w:rPr>
      </w:pPr>
      <w:r>
        <w:rPr>
          <w:lang w:eastAsia="en-US"/>
        </w:rPr>
        <w:t>Адрес федеральной государственной информационной системы "Единый портал государственных и муниципальных услуг (функций)": www.gosuslugi.ru (далее - Единый портал).</w:t>
      </w:r>
    </w:p>
    <w:p w:rsidR="00CE79F8" w:rsidRDefault="00CE79F8" w:rsidP="00801DEB">
      <w:pPr>
        <w:pStyle w:val="NoSpacing"/>
        <w:ind w:firstLine="720"/>
        <w:jc w:val="both"/>
        <w:rPr>
          <w:lang w:eastAsia="en-US"/>
        </w:rPr>
      </w:pPr>
      <w:r>
        <w:rPr>
          <w:lang w:eastAsia="en-US"/>
        </w:rPr>
        <w:t>Адрес региональной государственной информационной системы "Портал государственных и муниципальных услуг (функций) Новгородской области": http://uslugi.novreg.ru (далее - Региональный портал).</w:t>
      </w:r>
    </w:p>
    <w:p w:rsidR="00CE79F8" w:rsidRPr="000F7788" w:rsidRDefault="00CE79F8" w:rsidP="003350D2">
      <w:pPr>
        <w:autoSpaceDE w:val="0"/>
        <w:autoSpaceDN w:val="0"/>
        <w:adjustRightInd w:val="0"/>
        <w:ind w:right="-328" w:firstLine="708"/>
        <w:jc w:val="both"/>
        <w:rPr>
          <w:bCs/>
        </w:rPr>
      </w:pPr>
      <w:r>
        <w:t>Место нахождения государственного областного автономного учреждения «Многофункциональный центр предоставления государственных и муниципальных услуг»</w:t>
      </w:r>
      <w:r w:rsidRPr="00AD6B71">
        <w:t>, с которым заключено соглашение о взаимодействии</w:t>
      </w:r>
      <w:r>
        <w:t xml:space="preserve"> -</w:t>
      </w:r>
      <w:r w:rsidRPr="00AD6B71">
        <w:t xml:space="preserve"> </w:t>
      </w:r>
      <w:r w:rsidRPr="000F7788">
        <w:rPr>
          <w:bCs/>
        </w:rPr>
        <w:t>Отдел МФЦ Окуловского муниципального района</w:t>
      </w:r>
      <w:r>
        <w:rPr>
          <w:bCs/>
        </w:rPr>
        <w:t xml:space="preserve"> </w:t>
      </w:r>
      <w:r w:rsidRPr="00AD6B71">
        <w:t>(далее - МФЦ):</w:t>
      </w:r>
      <w:r>
        <w:t xml:space="preserve"> </w:t>
      </w:r>
    </w:p>
    <w:p w:rsidR="00CE79F8" w:rsidRPr="003350D2" w:rsidRDefault="00CE79F8" w:rsidP="000F7788">
      <w:pPr>
        <w:autoSpaceDE w:val="0"/>
        <w:autoSpaceDN w:val="0"/>
        <w:adjustRightInd w:val="0"/>
        <w:ind w:right="-328" w:firstLine="708"/>
        <w:rPr>
          <w:bCs/>
        </w:rPr>
      </w:pPr>
      <w:r w:rsidRPr="00AD6B71">
        <w:rPr>
          <w:color w:val="000000"/>
        </w:rPr>
        <w:t>Почтовый адрес МФЦ:</w:t>
      </w:r>
      <w:r>
        <w:rPr>
          <w:color w:val="000000"/>
        </w:rPr>
        <w:t xml:space="preserve"> 174350 Новгородская область, г. Окуловка,</w:t>
      </w:r>
      <w:r w:rsidRPr="000F7788">
        <w:rPr>
          <w:bCs/>
          <w:sz w:val="20"/>
          <w:szCs w:val="20"/>
        </w:rPr>
        <w:t xml:space="preserve"> </w:t>
      </w:r>
      <w:r w:rsidRPr="003350D2">
        <w:rPr>
          <w:bCs/>
        </w:rPr>
        <w:t xml:space="preserve">ул. Кирова, д. 9, </w:t>
      </w:r>
    </w:p>
    <w:p w:rsidR="00CE79F8" w:rsidRPr="000F7788" w:rsidRDefault="00CE79F8" w:rsidP="000F7788">
      <w:pPr>
        <w:autoSpaceDE w:val="0"/>
        <w:autoSpaceDN w:val="0"/>
        <w:adjustRightInd w:val="0"/>
        <w:ind w:right="-328" w:firstLine="708"/>
        <w:rPr>
          <w:bCs/>
        </w:rPr>
      </w:pPr>
      <w:r w:rsidRPr="000F7788">
        <w:t xml:space="preserve">Телефон/факс МФЦ: </w:t>
      </w:r>
      <w:r w:rsidRPr="000F7788">
        <w:rPr>
          <w:bCs/>
        </w:rPr>
        <w:t>тел. (81657)21216</w:t>
      </w:r>
    </w:p>
    <w:p w:rsidR="00CE79F8" w:rsidRDefault="00CE79F8" w:rsidP="00063F62">
      <w:pPr>
        <w:pStyle w:val="NoSpacing"/>
        <w:ind w:firstLine="720"/>
        <w:rPr>
          <w:color w:val="000000"/>
        </w:rPr>
      </w:pPr>
      <w:r w:rsidRPr="000F7788">
        <w:t xml:space="preserve">Адрес электронной почты МФЦ: </w:t>
      </w:r>
      <w:r w:rsidRPr="000F7788">
        <w:rPr>
          <w:bCs/>
          <w:lang w:val="en-US"/>
        </w:rPr>
        <w:t>gruzdeva</w:t>
      </w:r>
      <w:r w:rsidRPr="000F7788">
        <w:rPr>
          <w:bCs/>
        </w:rPr>
        <w:t>.</w:t>
      </w:r>
      <w:r w:rsidRPr="000F7788">
        <w:rPr>
          <w:bCs/>
          <w:lang w:val="en-US"/>
        </w:rPr>
        <w:t>mfc</w:t>
      </w:r>
      <w:r w:rsidRPr="000F7788">
        <w:rPr>
          <w:bCs/>
        </w:rPr>
        <w:t>@</w:t>
      </w:r>
      <w:r w:rsidRPr="000F7788">
        <w:rPr>
          <w:bCs/>
          <w:lang w:val="en-US"/>
        </w:rPr>
        <w:t>yandex</w:t>
      </w:r>
      <w:r w:rsidRPr="000F7788">
        <w:rPr>
          <w:bCs/>
        </w:rPr>
        <w:t>.</w:t>
      </w:r>
      <w:r w:rsidRPr="000F7788">
        <w:rPr>
          <w:bCs/>
          <w:lang w:val="en-US"/>
        </w:rPr>
        <w:t>ru</w:t>
      </w:r>
      <w:r w:rsidRPr="000F7788">
        <w:rPr>
          <w:color w:val="000000"/>
        </w:rPr>
        <w:t xml:space="preserve"> </w:t>
      </w:r>
    </w:p>
    <w:p w:rsidR="00CE79F8" w:rsidRDefault="00CE79F8" w:rsidP="00063F62">
      <w:pPr>
        <w:pStyle w:val="NoSpacing"/>
        <w:ind w:firstLine="720"/>
        <w:rPr>
          <w:color w:val="000000"/>
        </w:rPr>
      </w:pPr>
      <w:r>
        <w:rPr>
          <w:color w:val="000000"/>
        </w:rPr>
        <w:t>График приема граждан</w:t>
      </w:r>
    </w:p>
    <w:p w:rsidR="00CE79F8" w:rsidRPr="000F7788" w:rsidRDefault="00CE79F8" w:rsidP="000F7788">
      <w:pPr>
        <w:autoSpaceDE w:val="0"/>
        <w:autoSpaceDN w:val="0"/>
        <w:adjustRightInd w:val="0"/>
        <w:ind w:right="-328"/>
        <w:rPr>
          <w:bCs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ab/>
      </w:r>
      <w:r w:rsidRPr="000F7788">
        <w:rPr>
          <w:bCs/>
        </w:rPr>
        <w:t>пн. 8.00 - 14.00</w:t>
      </w:r>
    </w:p>
    <w:p w:rsidR="00CE79F8" w:rsidRPr="000F7788" w:rsidRDefault="00CE79F8" w:rsidP="000F7788">
      <w:pPr>
        <w:autoSpaceDE w:val="0"/>
        <w:autoSpaceDN w:val="0"/>
        <w:adjustRightInd w:val="0"/>
        <w:ind w:right="-328" w:firstLine="708"/>
        <w:rPr>
          <w:bCs/>
        </w:rPr>
      </w:pPr>
      <w:r w:rsidRPr="000F7788">
        <w:rPr>
          <w:bCs/>
        </w:rPr>
        <w:t>вт. 8.30 - 17.30</w:t>
      </w:r>
    </w:p>
    <w:p w:rsidR="00CE79F8" w:rsidRPr="000F7788" w:rsidRDefault="00CE79F8" w:rsidP="000F7788">
      <w:pPr>
        <w:autoSpaceDE w:val="0"/>
        <w:autoSpaceDN w:val="0"/>
        <w:adjustRightInd w:val="0"/>
        <w:ind w:right="-328" w:firstLine="708"/>
        <w:rPr>
          <w:bCs/>
        </w:rPr>
      </w:pPr>
      <w:r w:rsidRPr="000F7788">
        <w:rPr>
          <w:bCs/>
        </w:rPr>
        <w:t>ср. 8.30 - 17.30</w:t>
      </w:r>
    </w:p>
    <w:p w:rsidR="00CE79F8" w:rsidRPr="000F7788" w:rsidRDefault="00CE79F8" w:rsidP="000F7788">
      <w:pPr>
        <w:autoSpaceDE w:val="0"/>
        <w:autoSpaceDN w:val="0"/>
        <w:adjustRightInd w:val="0"/>
        <w:ind w:right="-328" w:firstLine="708"/>
        <w:rPr>
          <w:bCs/>
        </w:rPr>
      </w:pPr>
      <w:r w:rsidRPr="000F7788">
        <w:rPr>
          <w:bCs/>
        </w:rPr>
        <w:t>чт. 8.30 - 17.30 (9.00 - 10.00 неприемное время)</w:t>
      </w:r>
    </w:p>
    <w:p w:rsidR="00CE79F8" w:rsidRPr="000F7788" w:rsidRDefault="00CE79F8" w:rsidP="000F7788">
      <w:pPr>
        <w:autoSpaceDE w:val="0"/>
        <w:autoSpaceDN w:val="0"/>
        <w:adjustRightInd w:val="0"/>
        <w:ind w:right="-328" w:firstLine="708"/>
        <w:rPr>
          <w:bCs/>
        </w:rPr>
      </w:pPr>
      <w:r w:rsidRPr="000F7788">
        <w:rPr>
          <w:bCs/>
        </w:rPr>
        <w:t>пт. 8.30 - 17.00</w:t>
      </w:r>
    </w:p>
    <w:p w:rsidR="00CE79F8" w:rsidRPr="000F7788" w:rsidRDefault="00CE79F8" w:rsidP="000F7788">
      <w:pPr>
        <w:pStyle w:val="NoSpacing"/>
        <w:ind w:firstLine="720"/>
      </w:pPr>
      <w:r w:rsidRPr="000F7788">
        <w:rPr>
          <w:bCs/>
        </w:rPr>
        <w:t>сб. 9.00 - 15.00</w:t>
      </w:r>
    </w:p>
    <w:p w:rsidR="00CE79F8" w:rsidRPr="00801DEB" w:rsidRDefault="00CE79F8" w:rsidP="003350D2">
      <w:pPr>
        <w:pStyle w:val="NoSpacing"/>
        <w:ind w:firstLine="720"/>
        <w:jc w:val="both"/>
        <w:rPr>
          <w:lang w:eastAsia="en-US"/>
        </w:rPr>
      </w:pPr>
      <w:r w:rsidRPr="00801DEB">
        <w:rPr>
          <w:lang w:eastAsia="en-US"/>
        </w:rPr>
        <w:t>Специалисты МФЦ осуществляют прием заявлений по вопросам предоставления муниципальной услуги в соответствии с установленным графиком работы МФЦ.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</w:pPr>
      <w:r>
        <w:t>1.3.</w:t>
      </w:r>
      <w:r w:rsidRPr="00967801">
        <w:t>2.</w:t>
      </w:r>
      <w:r>
        <w:tab/>
      </w:r>
      <w:r w:rsidRPr="00967801">
        <w:t>Способы и порядок получения информации о правилах предоставления муниципальной услуги:</w:t>
      </w:r>
    </w:p>
    <w:p w:rsidR="00CE79F8" w:rsidRPr="00967801" w:rsidRDefault="00CE79F8" w:rsidP="00063F62">
      <w:pPr>
        <w:tabs>
          <w:tab w:val="left" w:pos="0"/>
          <w:tab w:val="left" w:pos="709"/>
        </w:tabs>
        <w:ind w:firstLine="720"/>
        <w:jc w:val="both"/>
      </w:pPr>
      <w:r w:rsidRPr="00967801"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лично;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посредством телефонной, факсимильной связи;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 xml:space="preserve">посредством электронной связи, 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посредством почтовой связи;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 xml:space="preserve">на информационных стендах в помещениях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967801">
        <w:rPr>
          <w:rFonts w:ascii="Times New Roman" w:hAnsi="Times New Roman" w:cs="Times New Roman"/>
          <w:iCs/>
          <w:sz w:val="24"/>
          <w:szCs w:val="24"/>
        </w:rPr>
        <w:t>, МФЦ</w:t>
      </w:r>
      <w:r w:rsidRPr="00967801">
        <w:rPr>
          <w:rFonts w:ascii="Times New Roman" w:hAnsi="Times New Roman" w:cs="Times New Roman"/>
          <w:sz w:val="24"/>
          <w:szCs w:val="24"/>
        </w:rPr>
        <w:t>;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в информационно-телекоммуникационных сетях общего пользования: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на официальном сайте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967801">
        <w:rPr>
          <w:rFonts w:ascii="Times New Roman" w:hAnsi="Times New Roman" w:cs="Times New Roman"/>
          <w:iCs/>
          <w:sz w:val="24"/>
          <w:szCs w:val="24"/>
        </w:rPr>
        <w:t>, МФЦ</w:t>
      </w:r>
      <w:r w:rsidRPr="00967801">
        <w:rPr>
          <w:rFonts w:ascii="Times New Roman" w:hAnsi="Times New Roman" w:cs="Times New Roman"/>
          <w:sz w:val="24"/>
          <w:szCs w:val="24"/>
        </w:rPr>
        <w:t>: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E07A3">
        <w:rPr>
          <w:rFonts w:ascii="Times New Roman" w:hAnsi="Times New Roman" w:cs="Times New Roman"/>
          <w:sz w:val="24"/>
          <w:szCs w:val="24"/>
        </w:rPr>
        <w:t>на Е</w:t>
      </w:r>
      <w:r w:rsidRPr="00967801">
        <w:rPr>
          <w:rFonts w:ascii="Times New Roman" w:hAnsi="Times New Roman" w:cs="Times New Roman"/>
          <w:sz w:val="24"/>
          <w:szCs w:val="24"/>
        </w:rPr>
        <w:t>дином портале;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outlineLvl w:val="0"/>
      </w:pPr>
      <w:r w:rsidRPr="00967801">
        <w:t xml:space="preserve">на </w:t>
      </w:r>
      <w:r>
        <w:t>Региональном портале</w:t>
      </w:r>
      <w:r w:rsidRPr="00967801">
        <w:t>.</w:t>
      </w:r>
    </w:p>
    <w:p w:rsidR="00CE79F8" w:rsidRPr="00967801" w:rsidRDefault="00CE79F8" w:rsidP="00063F62">
      <w:pPr>
        <w:ind w:firstLine="720"/>
        <w:jc w:val="both"/>
      </w:pPr>
      <w:r>
        <w:t>1.3.</w:t>
      </w:r>
      <w:r w:rsidRPr="00967801">
        <w:t>3.</w:t>
      </w:r>
      <w:r>
        <w:tab/>
      </w:r>
      <w:r w:rsidRPr="00967801">
        <w:t>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CE79F8" w:rsidRPr="00967801" w:rsidRDefault="00CE79F8" w:rsidP="00063F62">
      <w:pPr>
        <w:ind w:firstLine="720"/>
        <w:jc w:val="both"/>
      </w:pPr>
      <w:r w:rsidRPr="00967801">
        <w:t xml:space="preserve">информационных стендах в помещениях </w:t>
      </w:r>
      <w:r>
        <w:t>Администрации</w:t>
      </w:r>
      <w:r w:rsidRPr="00967801">
        <w:rPr>
          <w:iCs/>
        </w:rPr>
        <w:t>, МФЦ</w:t>
      </w:r>
      <w:r w:rsidRPr="00967801">
        <w:t>;</w:t>
      </w:r>
    </w:p>
    <w:p w:rsidR="00CE79F8" w:rsidRPr="00967801" w:rsidRDefault="00CE79F8" w:rsidP="00063F62">
      <w:pPr>
        <w:ind w:firstLine="720"/>
        <w:jc w:val="both"/>
      </w:pPr>
      <w:r w:rsidRPr="00967801">
        <w:t>в средствах массовой информации;</w:t>
      </w:r>
    </w:p>
    <w:p w:rsidR="00CE79F8" w:rsidRPr="00967801" w:rsidRDefault="00CE79F8" w:rsidP="00063F62">
      <w:pPr>
        <w:ind w:firstLine="720"/>
        <w:jc w:val="both"/>
      </w:pPr>
      <w:r w:rsidRPr="00967801">
        <w:t xml:space="preserve">на официальном сайте </w:t>
      </w:r>
      <w:r>
        <w:t>Администрации</w:t>
      </w:r>
      <w:r w:rsidRPr="00967801">
        <w:rPr>
          <w:iCs/>
        </w:rPr>
        <w:t>, МФЦ</w:t>
      </w:r>
      <w:r w:rsidRPr="00967801">
        <w:t>;</w:t>
      </w:r>
    </w:p>
    <w:p w:rsidR="00CE79F8" w:rsidRPr="00967801" w:rsidRDefault="00CE79F8" w:rsidP="00063F62">
      <w:pPr>
        <w:ind w:firstLine="720"/>
        <w:jc w:val="both"/>
      </w:pPr>
      <w:r w:rsidRPr="00967801">
        <w:t>на Едином портале;</w:t>
      </w:r>
    </w:p>
    <w:p w:rsidR="00CE79F8" w:rsidRPr="00967801" w:rsidRDefault="00CE79F8" w:rsidP="00063F62">
      <w:pPr>
        <w:ind w:firstLine="720"/>
        <w:jc w:val="both"/>
      </w:pPr>
      <w:r w:rsidRPr="00967801">
        <w:t xml:space="preserve">на </w:t>
      </w:r>
      <w:r>
        <w:t>Региональном портале</w:t>
      </w:r>
      <w:r w:rsidRPr="00967801">
        <w:t>.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Pr="00967801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967801">
        <w:rPr>
          <w:rFonts w:ascii="Times New Roman" w:hAnsi="Times New Roman" w:cs="Times New Roman"/>
          <w:sz w:val="24"/>
          <w:szCs w:val="24"/>
        </w:rPr>
        <w:t xml:space="preserve">Информирование по вопросам предоставления муниципальной услуги осуществляется специалистами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967801">
        <w:rPr>
          <w:rFonts w:ascii="Times New Roman" w:hAnsi="Times New Roman" w:cs="Times New Roman"/>
          <w:sz w:val="24"/>
          <w:szCs w:val="24"/>
        </w:rPr>
        <w:t>, ответственными за информирование.</w:t>
      </w:r>
    </w:p>
    <w:p w:rsidR="00CE79F8" w:rsidRDefault="00CE79F8" w:rsidP="00063F62">
      <w:pPr>
        <w:ind w:firstLine="720"/>
        <w:jc w:val="both"/>
      </w:pPr>
      <w:r w:rsidRPr="00967801">
        <w:t xml:space="preserve">Специалисты </w:t>
      </w:r>
      <w:r>
        <w:t>Администрации</w:t>
      </w:r>
      <w:r w:rsidRPr="00967801">
        <w:t>, ответственные за информирование, определяются должностными инструкциями</w:t>
      </w:r>
      <w:r>
        <w:t>.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>
        <w:t>1.3.</w:t>
      </w:r>
      <w:r w:rsidRPr="00967801">
        <w:t>5.</w:t>
      </w:r>
      <w:r>
        <w:tab/>
      </w:r>
      <w:r w:rsidRPr="00967801">
        <w:rPr>
          <w:rFonts w:eastAsia="Arial Unicode MS"/>
        </w:rPr>
        <w:t>Информирование о правилах предоставления муниципальной услуги осуществляется по следующим вопросам: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 xml:space="preserve">место нахождения </w:t>
      </w:r>
      <w:r>
        <w:rPr>
          <w:rFonts w:eastAsia="Arial Unicode MS"/>
        </w:rPr>
        <w:t>Администрации</w:t>
      </w:r>
      <w:r w:rsidRPr="00967801">
        <w:rPr>
          <w:rFonts w:eastAsia="Arial Unicode MS"/>
        </w:rPr>
        <w:t>, МФЦ;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 xml:space="preserve">должностные лица и муниципальные служащие </w:t>
      </w:r>
      <w:r>
        <w:rPr>
          <w:rFonts w:eastAsia="Arial Unicode MS"/>
        </w:rPr>
        <w:t>Администрации</w:t>
      </w:r>
      <w:r w:rsidRPr="00967801">
        <w:rPr>
          <w:rFonts w:eastAsia="Arial Unicode MS"/>
        </w:rPr>
        <w:t xml:space="preserve">, уполномоченные </w:t>
      </w:r>
      <w:r w:rsidRPr="00967801">
        <w:t>предоставлять муниципальную услугу и</w:t>
      </w:r>
      <w:r w:rsidRPr="00967801">
        <w:rPr>
          <w:rFonts w:eastAsia="Arial Unicode MS"/>
        </w:rPr>
        <w:t xml:space="preserve"> номера контактных телефонов; 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967801">
        <w:rPr>
          <w:rFonts w:eastAsia="Arial Unicode MS"/>
        </w:rPr>
        <w:t xml:space="preserve">график работы </w:t>
      </w:r>
      <w:r>
        <w:rPr>
          <w:rFonts w:eastAsia="Arial Unicode MS"/>
        </w:rPr>
        <w:t>Администрации</w:t>
      </w:r>
      <w:r w:rsidRPr="00967801">
        <w:rPr>
          <w:iCs/>
        </w:rPr>
        <w:t>, МФЦ;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 xml:space="preserve">адрес </w:t>
      </w:r>
      <w:r>
        <w:rPr>
          <w:rFonts w:eastAsia="Arial Unicode MS"/>
        </w:rPr>
        <w:t xml:space="preserve">официального </w:t>
      </w:r>
      <w:r w:rsidRPr="00967801">
        <w:rPr>
          <w:rFonts w:eastAsia="Arial Unicode MS"/>
        </w:rPr>
        <w:t>сайт</w:t>
      </w:r>
      <w:r>
        <w:rPr>
          <w:rFonts w:eastAsia="Arial Unicode MS"/>
        </w:rPr>
        <w:t>а</w:t>
      </w:r>
      <w:r w:rsidRPr="00967801">
        <w:rPr>
          <w:rFonts w:eastAsia="Arial Unicode MS"/>
        </w:rPr>
        <w:t xml:space="preserve"> </w:t>
      </w:r>
      <w:r>
        <w:rPr>
          <w:rFonts w:eastAsia="Arial Unicode MS"/>
        </w:rPr>
        <w:t>Администрации</w:t>
      </w:r>
      <w:r w:rsidRPr="00967801">
        <w:rPr>
          <w:iCs/>
        </w:rPr>
        <w:t>, МФЦ;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 xml:space="preserve">адрес электронной почты </w:t>
      </w:r>
      <w:r>
        <w:rPr>
          <w:rFonts w:eastAsia="Arial Unicode MS"/>
        </w:rPr>
        <w:t>Администрации</w:t>
      </w:r>
      <w:r w:rsidRPr="00967801">
        <w:rPr>
          <w:iCs/>
        </w:rPr>
        <w:t>, МФЦ;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>ход предоставления муниципальной услуги;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>административные процедуры предоставления муниципальной услуги;</w:t>
      </w:r>
    </w:p>
    <w:p w:rsidR="00CE79F8" w:rsidRPr="00967801" w:rsidRDefault="00CE79F8" w:rsidP="00063F62">
      <w:pPr>
        <w:tabs>
          <w:tab w:val="left" w:pos="540"/>
        </w:tabs>
        <w:ind w:firstLine="720"/>
        <w:jc w:val="both"/>
      </w:pPr>
      <w:r w:rsidRPr="00967801">
        <w:t>срок предоставления муниципальной услуги;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>порядок и формы контроля за предоставлением муниципальной услуги;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>основания для отказа в предоставлении муниципальной услуги;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rFonts w:eastAsia="Arial Unicode MS"/>
        </w:rPr>
      </w:pPr>
      <w:r w:rsidRPr="00967801">
        <w:rPr>
          <w:rFonts w:eastAsia="Arial Unicode MS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>
        <w:rPr>
          <w:rFonts w:eastAsia="Arial Unicode MS"/>
        </w:rPr>
        <w:t>Администрации</w:t>
      </w:r>
      <w:r w:rsidRPr="00967801">
        <w:rPr>
          <w:rFonts w:eastAsia="Arial Unicode MS"/>
        </w:rPr>
        <w:t>, ответственных за предоставление муниципальной услуги, а также решений, принятых в ходе пред</w:t>
      </w:r>
      <w:r>
        <w:rPr>
          <w:rFonts w:eastAsia="Arial Unicode MS"/>
        </w:rPr>
        <w:t>оставления муниципальной услуги;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</w:pPr>
      <w:r w:rsidRPr="00967801">
        <w:t xml:space="preserve">иная информация о деятельности </w:t>
      </w:r>
      <w:r>
        <w:t>Администрации</w:t>
      </w:r>
      <w:r w:rsidRPr="00967801">
        <w:t xml:space="preserve">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CE79F8" w:rsidRPr="00967801" w:rsidRDefault="00CE79F8" w:rsidP="00063F62">
      <w:pPr>
        <w:widowControl w:val="0"/>
        <w:autoSpaceDE w:val="0"/>
        <w:autoSpaceDN w:val="0"/>
        <w:adjustRightInd w:val="0"/>
        <w:ind w:firstLine="720"/>
        <w:jc w:val="both"/>
      </w:pPr>
      <w:r>
        <w:t>1.3.</w:t>
      </w:r>
      <w:r w:rsidRPr="00967801">
        <w:t>6.</w:t>
      </w:r>
      <w:r>
        <w:t xml:space="preserve"> </w:t>
      </w:r>
      <w:r w:rsidRPr="00967801">
        <w:t>Информирование (консультирование) осуществляется специа</w:t>
      </w:r>
      <w:r>
        <w:t xml:space="preserve">листами Администрации, </w:t>
      </w:r>
      <w:r w:rsidRPr="00967801">
        <w:t>МФЦ,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CE79F8" w:rsidRPr="00967801" w:rsidRDefault="00CE79F8" w:rsidP="00063F62">
      <w:pPr>
        <w:ind w:firstLine="720"/>
        <w:jc w:val="both"/>
      </w:pPr>
      <w:r w:rsidRPr="00967801">
        <w:t>Информирование проводится на русском языке в форме индивидуального и публичного информирования.</w:t>
      </w:r>
    </w:p>
    <w:p w:rsidR="00CE79F8" w:rsidRPr="00967801" w:rsidRDefault="00CE79F8" w:rsidP="00063F62">
      <w:pPr>
        <w:ind w:firstLine="720"/>
        <w:jc w:val="both"/>
      </w:pPr>
      <w:r>
        <w:t>1.3.</w:t>
      </w:r>
      <w:r w:rsidRPr="00967801">
        <w:t>6.1.</w:t>
      </w:r>
      <w:r>
        <w:t xml:space="preserve"> </w:t>
      </w:r>
      <w:r w:rsidRPr="00967801">
        <w:t>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CE79F8" w:rsidRPr="00967801" w:rsidRDefault="00CE79F8" w:rsidP="00063F62">
      <w:pPr>
        <w:widowControl w:val="0"/>
        <w:autoSpaceDE w:val="0"/>
        <w:autoSpaceDN w:val="0"/>
        <w:adjustRightInd w:val="0"/>
        <w:ind w:firstLine="720"/>
        <w:jc w:val="both"/>
      </w:pPr>
      <w:r w:rsidRPr="00967801"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CE79F8" w:rsidRPr="00967801" w:rsidRDefault="00CE79F8" w:rsidP="00063F62">
      <w:pPr>
        <w:widowControl w:val="0"/>
        <w:autoSpaceDE w:val="0"/>
        <w:autoSpaceDN w:val="0"/>
        <w:adjustRightInd w:val="0"/>
        <w:ind w:firstLine="720"/>
        <w:jc w:val="both"/>
      </w:pPr>
      <w:r w:rsidRPr="00967801"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CE79F8" w:rsidRPr="00967801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967801">
        <w:rPr>
          <w:color w:val="000000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</w:t>
      </w:r>
      <w:r>
        <w:rPr>
          <w:color w:val="000000"/>
        </w:rPr>
        <w:t>.</w:t>
      </w:r>
      <w:r w:rsidRPr="00967801">
        <w:rPr>
          <w:color w:val="000000"/>
        </w:rPr>
        <w:t xml:space="preserve"> </w:t>
      </w:r>
    </w:p>
    <w:p w:rsidR="00CE79F8" w:rsidRPr="00967801" w:rsidRDefault="00CE79F8" w:rsidP="00063F62">
      <w:pPr>
        <w:pStyle w:val="BodyTextIndent2"/>
        <w:spacing w:after="0" w:line="240" w:lineRule="auto"/>
        <w:ind w:left="0" w:firstLine="720"/>
        <w:jc w:val="both"/>
        <w:rPr>
          <w:color w:val="000000"/>
          <w:sz w:val="24"/>
          <w:szCs w:val="24"/>
        </w:rPr>
      </w:pPr>
      <w:r w:rsidRPr="00967801">
        <w:rPr>
          <w:sz w:val="24"/>
          <w:szCs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CE79F8" w:rsidRPr="00967801" w:rsidRDefault="00CE79F8" w:rsidP="00063F62">
      <w:pPr>
        <w:tabs>
          <w:tab w:val="left" w:pos="0"/>
        </w:tabs>
        <w:autoSpaceDE w:val="0"/>
        <w:autoSpaceDN w:val="0"/>
        <w:adjustRightInd w:val="0"/>
        <w:ind w:firstLine="720"/>
        <w:jc w:val="both"/>
      </w:pPr>
      <w:r>
        <w:t>1.3.</w:t>
      </w:r>
      <w:r w:rsidRPr="00967801">
        <w:t>6.2.</w:t>
      </w:r>
      <w:r>
        <w:t xml:space="preserve"> </w:t>
      </w:r>
      <w:r w:rsidRPr="00967801">
        <w:t>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CE79F8" w:rsidRPr="00967801" w:rsidRDefault="00CE79F8" w:rsidP="00976D10">
      <w:pPr>
        <w:autoSpaceDE w:val="0"/>
        <w:autoSpaceDN w:val="0"/>
        <w:adjustRightInd w:val="0"/>
        <w:ind w:firstLine="720"/>
        <w:jc w:val="both"/>
      </w:pPr>
      <w:r w:rsidRPr="00967801">
        <w:t xml:space="preserve">Ответ на заявление предоставляется в простой, четкой форме, с указанием фамилии, имени, отчества, номера телефона исполнителя и подписывается </w:t>
      </w:r>
      <w:r>
        <w:t>Главой администрации или лицом, её замещающим.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iCs/>
        </w:rPr>
      </w:pPr>
      <w:r>
        <w:t>1.3.</w:t>
      </w:r>
      <w:r w:rsidRPr="00967801">
        <w:t>6.3.</w:t>
      </w:r>
      <w:r>
        <w:t xml:space="preserve"> </w:t>
      </w:r>
      <w:r w:rsidRPr="00967801">
        <w:t>Публичное устное информирование осуществляется посредством привлечения средств массовой информации – радио</w:t>
      </w:r>
      <w:r>
        <w:t>.</w:t>
      </w:r>
      <w:r w:rsidRPr="00967801">
        <w:t xml:space="preserve"> Выступления должностных лиц, ответственных за информирование</w:t>
      </w:r>
      <w:r>
        <w:t xml:space="preserve"> в</w:t>
      </w:r>
      <w:r w:rsidRPr="00967801">
        <w:t xml:space="preserve"> средств</w:t>
      </w:r>
      <w:r>
        <w:t>ах</w:t>
      </w:r>
      <w:r w:rsidRPr="00967801">
        <w:t xml:space="preserve"> массовой информации</w:t>
      </w:r>
      <w:r>
        <w:t>,</w:t>
      </w:r>
      <w:r w:rsidRPr="00967801">
        <w:t xml:space="preserve"> согласовываются с </w:t>
      </w:r>
      <w:r>
        <w:t>Главой администрации</w:t>
      </w:r>
      <w:r w:rsidRPr="00967801">
        <w:rPr>
          <w:iCs/>
        </w:rPr>
        <w:t>.</w:t>
      </w:r>
    </w:p>
    <w:p w:rsidR="00CE79F8" w:rsidRPr="00967801" w:rsidRDefault="00CE79F8" w:rsidP="00063F62">
      <w:pPr>
        <w:ind w:firstLine="720"/>
        <w:jc w:val="both"/>
      </w:pPr>
      <w:r>
        <w:t>1.3.</w:t>
      </w:r>
      <w:r w:rsidRPr="00967801">
        <w:t>6.4.</w:t>
      </w:r>
      <w:r>
        <w:t xml:space="preserve"> </w:t>
      </w:r>
      <w:r w:rsidRPr="00967801"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CE79F8" w:rsidRPr="00967801" w:rsidRDefault="00CE79F8" w:rsidP="00063F62">
      <w:pPr>
        <w:ind w:firstLine="720"/>
        <w:jc w:val="both"/>
      </w:pPr>
      <w:r w:rsidRPr="00967801">
        <w:t>в средствах массовой информации;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на официальн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967801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ах Администрации, МФЦ</w:t>
      </w:r>
      <w:r w:rsidRPr="00967801">
        <w:rPr>
          <w:rFonts w:ascii="Times New Roman" w:hAnsi="Times New Roman" w:cs="Times New Roman"/>
          <w:sz w:val="24"/>
          <w:szCs w:val="24"/>
        </w:rPr>
        <w:t>;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>на Едином портале;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Региональном портале</w:t>
      </w:r>
      <w:r w:rsidRPr="00967801">
        <w:rPr>
          <w:rFonts w:ascii="Times New Roman" w:hAnsi="Times New Roman" w:cs="Times New Roman"/>
          <w:sz w:val="24"/>
          <w:szCs w:val="24"/>
        </w:rPr>
        <w:t>;</w:t>
      </w:r>
    </w:p>
    <w:p w:rsidR="00CE79F8" w:rsidRPr="00967801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67801">
        <w:rPr>
          <w:rFonts w:ascii="Times New Roman" w:hAnsi="Times New Roman" w:cs="Times New Roman"/>
          <w:sz w:val="24"/>
          <w:szCs w:val="24"/>
        </w:rPr>
        <w:t xml:space="preserve">на информационных стендах в помещениях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967801">
        <w:rPr>
          <w:rFonts w:ascii="Times New Roman" w:hAnsi="Times New Roman" w:cs="Times New Roman"/>
          <w:sz w:val="24"/>
          <w:szCs w:val="24"/>
        </w:rPr>
        <w:t>, МФЦ.</w:t>
      </w:r>
    </w:p>
    <w:p w:rsidR="00CE79F8" w:rsidRPr="00967801" w:rsidRDefault="00CE79F8" w:rsidP="00063F62">
      <w:pPr>
        <w:pStyle w:val="ConsNormal"/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1.3.6.5. </w:t>
      </w:r>
      <w:r w:rsidRPr="00967801">
        <w:rPr>
          <w:rFonts w:ascii="Times New Roman" w:hAnsi="Times New Roman"/>
          <w:sz w:val="24"/>
          <w:szCs w:val="24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CE79F8" w:rsidRPr="00967801" w:rsidRDefault="00CE79F8" w:rsidP="00063F62">
      <w:pPr>
        <w:ind w:firstLine="720"/>
        <w:jc w:val="center"/>
        <w:rPr>
          <w:b/>
          <w:bCs/>
        </w:rPr>
      </w:pPr>
      <w:r>
        <w:rPr>
          <w:b/>
          <w:lang w:val="en-US"/>
        </w:rPr>
        <w:t>II</w:t>
      </w:r>
      <w:r w:rsidRPr="00646E4B">
        <w:rPr>
          <w:b/>
        </w:rPr>
        <w:t>.</w:t>
      </w:r>
      <w:r w:rsidRPr="00967801">
        <w:rPr>
          <w:b/>
          <w:bCs/>
        </w:rPr>
        <w:t xml:space="preserve"> Стандарт предоставления муниципальной услуги</w:t>
      </w:r>
    </w:p>
    <w:p w:rsidR="00CE79F8" w:rsidRPr="00967801" w:rsidRDefault="00CE79F8" w:rsidP="00063F62">
      <w:pPr>
        <w:ind w:firstLine="720"/>
        <w:jc w:val="center"/>
        <w:rPr>
          <w:b/>
          <w:bCs/>
        </w:rPr>
      </w:pPr>
    </w:p>
    <w:p w:rsidR="00CE79F8" w:rsidRPr="00CD298A" w:rsidRDefault="00CE79F8" w:rsidP="00063F62">
      <w:pPr>
        <w:ind w:firstLine="720"/>
        <w:jc w:val="both"/>
      </w:pPr>
      <w:r w:rsidRPr="00801DEB">
        <w:rPr>
          <w:b/>
        </w:rPr>
        <w:t>2.1.</w:t>
      </w:r>
      <w:r w:rsidRPr="00CD298A">
        <w:t xml:space="preserve"> </w:t>
      </w:r>
      <w:r w:rsidRPr="00801DEB">
        <w:rPr>
          <w:b/>
        </w:rPr>
        <w:t>Наименование муниципальной услуги</w:t>
      </w:r>
    </w:p>
    <w:p w:rsidR="00CE79F8" w:rsidRPr="00CD298A" w:rsidRDefault="00CE79F8" w:rsidP="00063F62">
      <w:pPr>
        <w:ind w:firstLine="720"/>
        <w:jc w:val="both"/>
      </w:pPr>
      <w:r w:rsidRPr="00CD298A">
        <w:t xml:space="preserve">2.1.1. Наименование муниципальной услуги «Присвоение адреса объекту адресации, изменение, аннулирование адреса на территории </w:t>
      </w:r>
      <w:r>
        <w:t>Боровёнковского сельского поселения</w:t>
      </w:r>
      <w:r w:rsidRPr="00CD298A">
        <w:t>»</w:t>
      </w:r>
      <w:r>
        <w:t>.</w:t>
      </w:r>
    </w:p>
    <w:p w:rsidR="00CE79F8" w:rsidRPr="009F6247" w:rsidRDefault="00CE79F8" w:rsidP="00063F62">
      <w:pPr>
        <w:ind w:firstLine="720"/>
        <w:jc w:val="both"/>
        <w:rPr>
          <w:b/>
        </w:rPr>
      </w:pPr>
      <w:r w:rsidRPr="009F6247">
        <w:rPr>
          <w:b/>
        </w:rPr>
        <w:t>2.2. Наименовани</w:t>
      </w:r>
      <w:r>
        <w:rPr>
          <w:b/>
        </w:rPr>
        <w:t>е органа</w:t>
      </w:r>
      <w:r w:rsidRPr="009F6247">
        <w:rPr>
          <w:b/>
        </w:rPr>
        <w:t>, предос</w:t>
      </w:r>
      <w:r>
        <w:rPr>
          <w:b/>
        </w:rPr>
        <w:t>тавляющего муниципальную услугу.</w:t>
      </w:r>
    </w:p>
    <w:p w:rsidR="00CE79F8" w:rsidRPr="00967801" w:rsidRDefault="00CE79F8" w:rsidP="00AC42D0">
      <w:pPr>
        <w:ind w:firstLine="720"/>
        <w:jc w:val="both"/>
      </w:pPr>
      <w:r>
        <w:t>2.</w:t>
      </w:r>
      <w:r w:rsidRPr="00967801">
        <w:t>2.1. Муниципальную услугу предоставляет Администрация</w:t>
      </w:r>
      <w:r>
        <w:t xml:space="preserve"> Боровёнковского сельского поселения.</w:t>
      </w:r>
    </w:p>
    <w:p w:rsidR="00CE79F8" w:rsidRPr="00967801" w:rsidRDefault="00CE79F8" w:rsidP="00063F62">
      <w:pPr>
        <w:autoSpaceDE w:val="0"/>
        <w:autoSpaceDN w:val="0"/>
        <w:adjustRightInd w:val="0"/>
        <w:ind w:firstLine="720"/>
        <w:jc w:val="both"/>
        <w:rPr>
          <w:i/>
          <w:color w:val="FF0000"/>
        </w:rPr>
      </w:pPr>
      <w:r>
        <w:t>Документы, необходимые для предоставления муниципальной услуги, могут быть поданы через МФЦ</w:t>
      </w:r>
      <w:r w:rsidRPr="00967801">
        <w:t>.</w:t>
      </w:r>
      <w:r w:rsidRPr="00967801">
        <w:rPr>
          <w:i/>
          <w:color w:val="FF0000"/>
        </w:rPr>
        <w:t xml:space="preserve"> </w:t>
      </w:r>
    </w:p>
    <w:p w:rsidR="00CE79F8" w:rsidRPr="00967801" w:rsidRDefault="00CE79F8" w:rsidP="00063F62">
      <w:pPr>
        <w:ind w:firstLine="720"/>
        <w:jc w:val="both"/>
        <w:rPr>
          <w:bCs/>
          <w:iCs/>
        </w:rPr>
      </w:pPr>
      <w:r>
        <w:rPr>
          <w:bCs/>
          <w:iCs/>
        </w:rPr>
        <w:t>2.</w:t>
      </w:r>
      <w:r w:rsidRPr="00967801">
        <w:rPr>
          <w:bCs/>
          <w:iCs/>
        </w:rPr>
        <w:t>2.2.</w:t>
      </w:r>
      <w:r>
        <w:rPr>
          <w:bCs/>
          <w:iCs/>
        </w:rPr>
        <w:t xml:space="preserve"> </w:t>
      </w:r>
      <w:r w:rsidRPr="00967801">
        <w:rPr>
          <w:bCs/>
          <w:iCs/>
        </w:rPr>
        <w:t xml:space="preserve">Должностные лица, ответственные за предоставление муниципальной услуги, определяются решением </w:t>
      </w:r>
      <w:r>
        <w:rPr>
          <w:bCs/>
          <w:iCs/>
        </w:rPr>
        <w:t>Администрации</w:t>
      </w:r>
      <w:r w:rsidRPr="00967801">
        <w:rPr>
          <w:bCs/>
          <w:iCs/>
        </w:rPr>
        <w:t>, котор</w:t>
      </w:r>
      <w:r>
        <w:rPr>
          <w:bCs/>
          <w:iCs/>
        </w:rPr>
        <w:t>ое</w:t>
      </w:r>
      <w:r w:rsidRPr="00967801">
        <w:rPr>
          <w:bCs/>
          <w:iCs/>
        </w:rPr>
        <w:t xml:space="preserve"> размещается на официальном сайте </w:t>
      </w:r>
      <w:r>
        <w:rPr>
          <w:bCs/>
          <w:iCs/>
        </w:rPr>
        <w:t>Администрации</w:t>
      </w:r>
      <w:r w:rsidRPr="00967801">
        <w:rPr>
          <w:bCs/>
          <w:iCs/>
        </w:rPr>
        <w:t xml:space="preserve">, на информационном стенде </w:t>
      </w:r>
      <w:r>
        <w:rPr>
          <w:bCs/>
          <w:iCs/>
        </w:rPr>
        <w:t>в помещении Администрации</w:t>
      </w:r>
      <w:r w:rsidRPr="00967801">
        <w:rPr>
          <w:bCs/>
          <w:iCs/>
        </w:rPr>
        <w:t>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rPr>
          <w:bCs/>
          <w:iCs/>
        </w:rPr>
        <w:t>2.</w:t>
      </w:r>
      <w:r w:rsidRPr="00967801">
        <w:t>2.3.</w:t>
      </w:r>
      <w:r>
        <w:t xml:space="preserve"> При предоставлении муниципальной услуги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CE79F8" w:rsidRPr="00936410" w:rsidRDefault="00CE79F8" w:rsidP="00063F62">
      <w:pPr>
        <w:ind w:firstLine="720"/>
        <w:jc w:val="both"/>
        <w:rPr>
          <w:lang w:eastAsia="en-US"/>
        </w:rPr>
      </w:pPr>
      <w:r>
        <w:rPr>
          <w:lang w:eastAsia="en-US"/>
        </w:rPr>
        <w:t>2.2.4</w:t>
      </w:r>
      <w:r w:rsidRPr="00936410">
        <w:rPr>
          <w:lang w:eastAsia="en-US"/>
        </w:rPr>
        <w:t>.</w:t>
      </w:r>
      <w:r>
        <w:rPr>
          <w:lang w:eastAsia="en-US"/>
        </w:rPr>
        <w:t xml:space="preserve"> </w:t>
      </w:r>
      <w:r w:rsidRPr="00936410">
        <w:rPr>
          <w:lang w:eastAsia="en-US"/>
        </w:rPr>
        <w:t>При предоставлении муниципальной услуги осуществляется взаимодействие с:</w:t>
      </w:r>
    </w:p>
    <w:p w:rsidR="00CE79F8" w:rsidRPr="00936410" w:rsidRDefault="00CE79F8" w:rsidP="00063F62">
      <w:pPr>
        <w:pStyle w:val="NoSpacing"/>
        <w:ind w:firstLine="720"/>
        <w:jc w:val="both"/>
        <w:rPr>
          <w:color w:val="000000"/>
        </w:rPr>
      </w:pPr>
      <w:r w:rsidRPr="00936410">
        <w:rPr>
          <w:color w:val="000000"/>
        </w:rPr>
        <w:t>Управлением Федеральной службы государственной регистрации, кадастра и картографии по Новгородской области;</w:t>
      </w:r>
    </w:p>
    <w:p w:rsidR="00CE79F8" w:rsidRPr="00936410" w:rsidRDefault="00CE79F8" w:rsidP="00063F62">
      <w:pPr>
        <w:pStyle w:val="NoSpacing"/>
        <w:ind w:firstLine="720"/>
        <w:jc w:val="both"/>
        <w:rPr>
          <w:color w:val="000000"/>
        </w:rPr>
      </w:pPr>
      <w:r w:rsidRPr="00936410">
        <w:rPr>
          <w:color w:val="000000"/>
        </w:rPr>
        <w:t>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Новгородской области;</w:t>
      </w:r>
    </w:p>
    <w:p w:rsidR="00CE79F8" w:rsidRPr="00936410" w:rsidRDefault="00CE79F8" w:rsidP="00063F62">
      <w:pPr>
        <w:pStyle w:val="NoSpacing"/>
        <w:ind w:firstLine="720"/>
      </w:pPr>
      <w:r w:rsidRPr="00936410">
        <w:rPr>
          <w:lang w:eastAsia="en-US"/>
        </w:rPr>
        <w:t>Новгородским филиалом федерального государст</w:t>
      </w:r>
      <w:r>
        <w:rPr>
          <w:lang w:eastAsia="en-US"/>
        </w:rPr>
        <w:t>венного унитарного предприятия «</w:t>
      </w:r>
      <w:r w:rsidRPr="00936410">
        <w:rPr>
          <w:lang w:eastAsia="en-US"/>
        </w:rPr>
        <w:t>Ростехинвентаризация - Федеральное БТИ</w:t>
      </w:r>
      <w:r>
        <w:rPr>
          <w:lang w:eastAsia="en-US"/>
        </w:rPr>
        <w:t>»</w:t>
      </w:r>
      <w:r w:rsidRPr="00936410">
        <w:rPr>
          <w:lang w:eastAsia="en-US"/>
        </w:rPr>
        <w:t>.</w:t>
      </w:r>
    </w:p>
    <w:p w:rsidR="00CE79F8" w:rsidRPr="00646E4B" w:rsidRDefault="00CE79F8" w:rsidP="00063F62">
      <w:pPr>
        <w:pStyle w:val="NoSpacing"/>
        <w:ind w:firstLine="720"/>
        <w:rPr>
          <w:b/>
          <w:bCs/>
        </w:rPr>
      </w:pPr>
      <w:r w:rsidRPr="00646E4B">
        <w:rPr>
          <w:b/>
          <w:bCs/>
        </w:rPr>
        <w:t>2.3.Результат предоставления муниципальной услуги</w:t>
      </w:r>
    </w:p>
    <w:p w:rsidR="00CE79F8" w:rsidRPr="00646E4B" w:rsidRDefault="00CE79F8" w:rsidP="00063F62">
      <w:pPr>
        <w:ind w:firstLine="720"/>
        <w:jc w:val="both"/>
        <w:rPr>
          <w:color w:val="000000"/>
        </w:rPr>
      </w:pPr>
      <w:r w:rsidRPr="00646E4B">
        <w:rPr>
          <w:color w:val="000000"/>
        </w:rPr>
        <w:t xml:space="preserve">Результатом предоставления муниципальной услуги является выдача заявителю постановления о присвоении, </w:t>
      </w:r>
      <w:r>
        <w:rPr>
          <w:color w:val="000000"/>
        </w:rPr>
        <w:t xml:space="preserve">изменении, </w:t>
      </w:r>
      <w:r w:rsidRPr="00646E4B">
        <w:rPr>
          <w:color w:val="000000"/>
        </w:rPr>
        <w:t xml:space="preserve">аннулировании </w:t>
      </w:r>
      <w:r w:rsidRPr="00646E4B">
        <w:rPr>
          <w:b/>
          <w:color w:val="000000"/>
        </w:rPr>
        <w:t xml:space="preserve"> </w:t>
      </w:r>
      <w:r w:rsidRPr="00646E4B">
        <w:rPr>
          <w:color w:val="000000"/>
        </w:rPr>
        <w:t>адреса объекту адресации  либо</w:t>
      </w:r>
      <w:r>
        <w:rPr>
          <w:color w:val="000000"/>
        </w:rPr>
        <w:t xml:space="preserve"> направление решения об</w:t>
      </w:r>
      <w:r w:rsidRPr="00646E4B">
        <w:rPr>
          <w:color w:val="000000"/>
        </w:rPr>
        <w:t xml:space="preserve"> отказ</w:t>
      </w:r>
      <w:r>
        <w:rPr>
          <w:color w:val="000000"/>
        </w:rPr>
        <w:t>е</w:t>
      </w:r>
      <w:r w:rsidRPr="00646E4B">
        <w:rPr>
          <w:color w:val="000000"/>
        </w:rPr>
        <w:t xml:space="preserve"> в предоставлении муниципальной услуги</w:t>
      </w:r>
      <w:r>
        <w:rPr>
          <w:color w:val="000000"/>
        </w:rPr>
        <w:t>.</w:t>
      </w:r>
    </w:p>
    <w:p w:rsidR="00CE79F8" w:rsidRPr="0007464B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64B">
        <w:rPr>
          <w:rFonts w:ascii="Times New Roman" w:hAnsi="Times New Roman" w:cs="Times New Roman"/>
          <w:b/>
          <w:sz w:val="24"/>
          <w:szCs w:val="24"/>
        </w:rPr>
        <w:t>2.4.Срок предоставления муниципальной услуги</w:t>
      </w:r>
    </w:p>
    <w:p w:rsidR="00CE79F8" w:rsidRPr="0007464B" w:rsidRDefault="00CE79F8" w:rsidP="00E84F68">
      <w:pPr>
        <w:autoSpaceDE w:val="0"/>
        <w:autoSpaceDN w:val="0"/>
        <w:adjustRightInd w:val="0"/>
        <w:ind w:firstLine="720"/>
        <w:jc w:val="both"/>
      </w:pPr>
      <w:r w:rsidRPr="0007464B">
        <w:t>Срок предоставления муниципальной услуги составляет</w:t>
      </w:r>
      <w:r w:rsidRPr="0007464B">
        <w:rPr>
          <w:bCs/>
          <w:sz w:val="28"/>
          <w:szCs w:val="28"/>
        </w:rPr>
        <w:t xml:space="preserve"> </w:t>
      </w:r>
      <w:r w:rsidRPr="0007464B">
        <w:rPr>
          <w:bCs/>
        </w:rPr>
        <w:t xml:space="preserve">не более </w:t>
      </w:r>
      <w:r>
        <w:t>18</w:t>
      </w:r>
      <w:r w:rsidRPr="0007464B">
        <w:t xml:space="preserve"> рабочих дней со дня поступления заявления и документов, обязанность по представлению которых возложена на </w:t>
      </w:r>
      <w:r>
        <w:t>з</w:t>
      </w:r>
      <w:r w:rsidRPr="0007464B">
        <w:t>аявителя, в орган, предоставляющий муниципальную услугу.</w:t>
      </w:r>
    </w:p>
    <w:p w:rsidR="00CE79F8" w:rsidRDefault="00CE79F8" w:rsidP="00E84F68">
      <w:pPr>
        <w:ind w:firstLine="720"/>
        <w:jc w:val="both"/>
        <w:rPr>
          <w:color w:val="000000"/>
          <w:shd w:val="clear" w:color="auto" w:fill="FFFFFF"/>
        </w:rPr>
      </w:pPr>
      <w:r w:rsidRPr="0007464B">
        <w:t xml:space="preserve">В случае представления </w:t>
      </w:r>
      <w:r>
        <w:t>з</w:t>
      </w:r>
      <w:r w:rsidRPr="0007464B">
        <w:t xml:space="preserve">аявителем документов, необходимых в соответствии с нормативными правовыми актами для предоставления муниципальной услуги, через МФЦ срок принятия </w:t>
      </w:r>
      <w:r w:rsidRPr="00646E4B">
        <w:rPr>
          <w:color w:val="000000"/>
        </w:rPr>
        <w:t>решения о предоставлении муниципальной услуги или об отказе в</w:t>
      </w:r>
      <w:r w:rsidRPr="000D6BAB">
        <w:rPr>
          <w:color w:val="FF0000"/>
        </w:rPr>
        <w:t xml:space="preserve"> </w:t>
      </w:r>
      <w:r w:rsidRPr="00646E4B">
        <w:rPr>
          <w:color w:val="000000"/>
        </w:rPr>
        <w:t>предоставлении муниципальной услуги</w:t>
      </w:r>
      <w:r w:rsidRPr="0007464B">
        <w:t xml:space="preserve"> исчисляется </w:t>
      </w:r>
      <w:r w:rsidRPr="00936410">
        <w:t xml:space="preserve">со дня </w:t>
      </w:r>
      <w:r w:rsidRPr="00936410">
        <w:rPr>
          <w:color w:val="000000"/>
          <w:shd w:val="clear" w:color="auto" w:fill="FFFFFF"/>
        </w:rPr>
        <w:t>поступления их в</w:t>
      </w:r>
      <w:r>
        <w:rPr>
          <w:color w:val="000000"/>
          <w:shd w:val="clear" w:color="auto" w:fill="FFFFFF"/>
        </w:rPr>
        <w:t xml:space="preserve"> Администрацию.</w:t>
      </w:r>
    </w:p>
    <w:p w:rsidR="00CE79F8" w:rsidRDefault="00CE79F8" w:rsidP="00E84F68">
      <w:pPr>
        <w:autoSpaceDE w:val="0"/>
        <w:autoSpaceDN w:val="0"/>
        <w:adjustRightInd w:val="0"/>
        <w:ind w:firstLine="720"/>
        <w:jc w:val="both"/>
      </w:pPr>
      <w:r>
        <w:t>Срок исправления опечаток и ошибок, допущенных при оформлении документов, выданных в результате предоставления муниципальной услуги, не должен превышать 3 рабочих дней со дня обнаружения опечатки и (или) ошибки или получения от заявителя в письменной форме заявления об опечатке и (или) ошибке в записях.</w:t>
      </w:r>
    </w:p>
    <w:p w:rsidR="00CE79F8" w:rsidRPr="009A17C6" w:rsidRDefault="00CE79F8" w:rsidP="00063F62">
      <w:pPr>
        <w:autoSpaceDE w:val="0"/>
        <w:autoSpaceDN w:val="0"/>
        <w:adjustRightInd w:val="0"/>
        <w:ind w:firstLine="720"/>
        <w:jc w:val="both"/>
        <w:rPr>
          <w:b/>
          <w:lang w:eastAsia="en-US"/>
        </w:rPr>
      </w:pPr>
      <w:r w:rsidRPr="009A17C6">
        <w:rPr>
          <w:b/>
          <w:lang w:eastAsia="en-US"/>
        </w:rPr>
        <w:t xml:space="preserve">2.5. </w:t>
      </w:r>
      <w:r>
        <w:rPr>
          <w:b/>
          <w:lang w:eastAsia="en-US"/>
        </w:rPr>
        <w:t>Правовые основания для предоставления</w:t>
      </w:r>
      <w:r w:rsidRPr="009A17C6">
        <w:rPr>
          <w:b/>
          <w:lang w:eastAsia="en-US"/>
        </w:rPr>
        <w:t xml:space="preserve"> муниципальной услуги</w:t>
      </w:r>
    </w:p>
    <w:p w:rsidR="00CE79F8" w:rsidRPr="00F27A5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967801">
        <w:rPr>
          <w:lang w:eastAsia="en-US"/>
        </w:rPr>
        <w:t xml:space="preserve">Предоставление муниципальной услуги осуществляется в соответствии со </w:t>
      </w:r>
      <w:r w:rsidRPr="00F27A5B">
        <w:rPr>
          <w:lang w:eastAsia="en-US"/>
        </w:rPr>
        <w:t>следующими нормативными правовыми актами:</w:t>
      </w:r>
    </w:p>
    <w:p w:rsidR="00CE79F8" w:rsidRPr="00F27A5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hyperlink r:id="rId7" w:history="1">
        <w:r w:rsidRPr="00F27A5B">
          <w:rPr>
            <w:lang w:eastAsia="en-US"/>
          </w:rPr>
          <w:t>Конституцией</w:t>
        </w:r>
      </w:hyperlink>
      <w:r w:rsidRPr="00F27A5B">
        <w:rPr>
          <w:lang w:eastAsia="en-US"/>
        </w:rPr>
        <w:t xml:space="preserve"> Российской Федерации (Российская газета, 1993,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237);</w:t>
      </w:r>
    </w:p>
    <w:p w:rsidR="00CE79F8" w:rsidRPr="00F27A5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F27A5B">
        <w:rPr>
          <w:lang w:eastAsia="en-US"/>
        </w:rPr>
        <w:t xml:space="preserve">Градостроительным </w:t>
      </w:r>
      <w:hyperlink r:id="rId8" w:history="1">
        <w:r w:rsidRPr="00F27A5B">
          <w:rPr>
            <w:lang w:eastAsia="en-US"/>
          </w:rPr>
          <w:t>кодексом</w:t>
        </w:r>
      </w:hyperlink>
      <w:r w:rsidRPr="00F27A5B">
        <w:rPr>
          <w:lang w:eastAsia="en-US"/>
        </w:rPr>
        <w:t xml:space="preserve"> Российской Федерации (Собрание законодательства Российской Федерации, 2005,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1, ст. 16)</w:t>
      </w:r>
      <w:r>
        <w:rPr>
          <w:lang w:eastAsia="en-US"/>
        </w:rPr>
        <w:t>;</w:t>
      </w:r>
    </w:p>
    <w:p w:rsidR="00CE79F8" w:rsidRPr="00F27A5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F27A5B">
        <w:t>Земельны</w:t>
      </w:r>
      <w:r>
        <w:t>м</w:t>
      </w:r>
      <w:r w:rsidRPr="00F27A5B">
        <w:t xml:space="preserve"> кодекс</w:t>
      </w:r>
      <w:r>
        <w:t>ом</w:t>
      </w:r>
      <w:r w:rsidRPr="00F27A5B">
        <w:t xml:space="preserve"> Российской Федерации </w:t>
      </w:r>
      <w:r w:rsidRPr="00F27A5B">
        <w:rPr>
          <w:lang w:eastAsia="en-US"/>
        </w:rPr>
        <w:t xml:space="preserve">(Собрание законодательства Российской Федерации, 2001,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44, ст. 4147)</w:t>
      </w:r>
      <w:r>
        <w:rPr>
          <w:lang w:eastAsia="en-US"/>
        </w:rPr>
        <w:t>;</w:t>
      </w:r>
    </w:p>
    <w:p w:rsidR="00CE79F8" w:rsidRPr="00F27A5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F27A5B">
        <w:rPr>
          <w:lang w:eastAsia="en-US"/>
        </w:rPr>
        <w:t xml:space="preserve">Федеральным </w:t>
      </w:r>
      <w:hyperlink r:id="rId9" w:history="1">
        <w:r w:rsidRPr="00F27A5B">
          <w:rPr>
            <w:lang w:eastAsia="en-US"/>
          </w:rPr>
          <w:t>законом</w:t>
        </w:r>
      </w:hyperlink>
      <w:r w:rsidRPr="00F27A5B">
        <w:rPr>
          <w:lang w:eastAsia="en-US"/>
        </w:rPr>
        <w:t xml:space="preserve"> от 6 октября 2003 г.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131-ФЗ </w:t>
      </w:r>
      <w:r>
        <w:rPr>
          <w:lang w:eastAsia="en-US"/>
        </w:rPr>
        <w:t>«</w:t>
      </w:r>
      <w:r w:rsidRPr="00F27A5B">
        <w:rPr>
          <w:lang w:eastAsia="en-US"/>
        </w:rPr>
        <w:t>Об общих принципах организации местного самоуправления в Российской Федерации</w:t>
      </w:r>
      <w:r>
        <w:rPr>
          <w:lang w:eastAsia="en-US"/>
        </w:rPr>
        <w:t>»</w:t>
      </w:r>
      <w:r w:rsidRPr="00F27A5B">
        <w:rPr>
          <w:lang w:eastAsia="en-US"/>
        </w:rPr>
        <w:t xml:space="preserve"> (Собрание законодательства Российской Федерации, 2003, </w:t>
      </w:r>
      <w:r>
        <w:rPr>
          <w:lang w:eastAsia="en-US"/>
        </w:rPr>
        <w:t>№ 40, ст. 3822);</w:t>
      </w:r>
    </w:p>
    <w:p w:rsidR="00CE79F8" w:rsidRPr="00F27A5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F27A5B">
        <w:rPr>
          <w:lang w:eastAsia="en-US"/>
        </w:rPr>
        <w:t xml:space="preserve">Федеральным </w:t>
      </w:r>
      <w:hyperlink r:id="rId10" w:history="1">
        <w:r w:rsidRPr="00F27A5B">
          <w:rPr>
            <w:lang w:eastAsia="en-US"/>
          </w:rPr>
          <w:t>законом</w:t>
        </w:r>
      </w:hyperlink>
      <w:r w:rsidRPr="00F27A5B">
        <w:rPr>
          <w:lang w:eastAsia="en-US"/>
        </w:rPr>
        <w:t xml:space="preserve"> от 27 июля 2006 г.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152-ФЗ </w:t>
      </w:r>
      <w:r>
        <w:rPr>
          <w:lang w:eastAsia="en-US"/>
        </w:rPr>
        <w:t xml:space="preserve">«О персональных данных» </w:t>
      </w:r>
      <w:r w:rsidRPr="00F27A5B">
        <w:rPr>
          <w:lang w:eastAsia="en-US"/>
        </w:rPr>
        <w:t xml:space="preserve">(Собрание законодательства Российской Федерации, 2006,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31, ст. 3451)</w:t>
      </w:r>
      <w:r>
        <w:rPr>
          <w:lang w:eastAsia="en-US"/>
        </w:rPr>
        <w:t>;</w:t>
      </w:r>
    </w:p>
    <w:p w:rsidR="00CE79F8" w:rsidRPr="00F27A5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F27A5B">
        <w:rPr>
          <w:lang w:eastAsia="en-US"/>
        </w:rPr>
        <w:t xml:space="preserve">Федеральным </w:t>
      </w:r>
      <w:hyperlink r:id="rId11" w:history="1">
        <w:r w:rsidRPr="00F27A5B">
          <w:rPr>
            <w:lang w:eastAsia="en-US"/>
          </w:rPr>
          <w:t>законом</w:t>
        </w:r>
      </w:hyperlink>
      <w:r w:rsidRPr="00F27A5B">
        <w:rPr>
          <w:lang w:eastAsia="en-US"/>
        </w:rPr>
        <w:t xml:space="preserve"> от 28 декабря 2013 г.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443-ФЗ </w:t>
      </w:r>
      <w:r>
        <w:rPr>
          <w:lang w:eastAsia="en-US"/>
        </w:rPr>
        <w:t>«</w:t>
      </w:r>
      <w:r w:rsidRPr="00F27A5B">
        <w:rPr>
          <w:lang w:eastAsia="en-US"/>
        </w:rPr>
        <w:t>О федеральной информационной адресной системе и о внесении</w:t>
      </w:r>
      <w:r>
        <w:rPr>
          <w:lang w:eastAsia="en-US"/>
        </w:rPr>
        <w:t xml:space="preserve"> изменений в Федеральный закон «</w:t>
      </w:r>
      <w:r w:rsidRPr="00F27A5B">
        <w:rPr>
          <w:lang w:eastAsia="en-US"/>
        </w:rPr>
        <w:t>Об общих принципах организации местного самоуправления в Российской Федерации</w:t>
      </w:r>
      <w:r>
        <w:rPr>
          <w:lang w:eastAsia="en-US"/>
        </w:rPr>
        <w:t xml:space="preserve">» </w:t>
      </w:r>
      <w:r w:rsidRPr="00F27A5B">
        <w:rPr>
          <w:lang w:eastAsia="en-US"/>
        </w:rPr>
        <w:t xml:space="preserve">(Собрание законодательства Российской Федерации, 30.12.2013,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52, ст. 7008)</w:t>
      </w:r>
      <w:r>
        <w:rPr>
          <w:lang w:eastAsia="en-US"/>
        </w:rPr>
        <w:t>;</w:t>
      </w:r>
    </w:p>
    <w:p w:rsidR="00CE79F8" w:rsidRPr="00F27A5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hyperlink r:id="rId12" w:history="1">
        <w:r w:rsidRPr="00F27A5B">
          <w:rPr>
            <w:lang w:eastAsia="en-US"/>
          </w:rPr>
          <w:t>Постановлением</w:t>
        </w:r>
      </w:hyperlink>
      <w:r w:rsidRPr="00F27A5B">
        <w:rPr>
          <w:lang w:eastAsia="en-US"/>
        </w:rPr>
        <w:t xml:space="preserve"> Правительства Российской Федерации от 8 сентября 2010 г. </w:t>
      </w:r>
      <w:r>
        <w:rPr>
          <w:lang w:eastAsia="en-US"/>
        </w:rPr>
        <w:t>№ 697 «</w:t>
      </w:r>
      <w:r w:rsidRPr="00F27A5B">
        <w:rPr>
          <w:lang w:eastAsia="en-US"/>
        </w:rPr>
        <w:t>О единой системе межведомственн</w:t>
      </w:r>
      <w:r>
        <w:rPr>
          <w:lang w:eastAsia="en-US"/>
        </w:rPr>
        <w:t>ого электронного взаимодействия»</w:t>
      </w:r>
      <w:r w:rsidRPr="00F27A5B">
        <w:rPr>
          <w:lang w:eastAsia="en-US"/>
        </w:rPr>
        <w:t xml:space="preserve"> (Собрание законодательства Российской Федерации, 2010,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38, ст. 4823)</w:t>
      </w:r>
      <w:r>
        <w:rPr>
          <w:lang w:eastAsia="en-US"/>
        </w:rPr>
        <w:t>;</w:t>
      </w:r>
    </w:p>
    <w:p w:rsidR="00CE79F8" w:rsidRPr="00F27A5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hyperlink r:id="rId13" w:history="1">
        <w:r w:rsidRPr="00F27A5B">
          <w:rPr>
            <w:lang w:eastAsia="en-US"/>
          </w:rPr>
          <w:t>Постановлением</w:t>
        </w:r>
      </w:hyperlink>
      <w:r w:rsidRPr="00F27A5B">
        <w:rPr>
          <w:lang w:eastAsia="en-US"/>
        </w:rPr>
        <w:t xml:space="preserve"> Правительства Российской Федерации от 19 ноября 2014 г.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1221 </w:t>
      </w:r>
      <w:r>
        <w:rPr>
          <w:lang w:eastAsia="en-US"/>
        </w:rPr>
        <w:t>«</w:t>
      </w:r>
      <w:r w:rsidRPr="00F27A5B">
        <w:rPr>
          <w:lang w:eastAsia="en-US"/>
        </w:rPr>
        <w:t>Об утверждении Правил присвоения, изменения и аннулирования адресов</w:t>
      </w:r>
      <w:r>
        <w:rPr>
          <w:lang w:eastAsia="en-US"/>
        </w:rPr>
        <w:t xml:space="preserve">» </w:t>
      </w:r>
      <w:r w:rsidRPr="00F27A5B">
        <w:rPr>
          <w:lang w:eastAsia="en-US"/>
        </w:rPr>
        <w:t xml:space="preserve">(Собрание законодательства Российской Федерации, 2014,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48, ст. 6861)</w:t>
      </w:r>
      <w:r>
        <w:rPr>
          <w:lang w:eastAsia="en-US"/>
        </w:rPr>
        <w:t>;</w:t>
      </w:r>
    </w:p>
    <w:p w:rsidR="00CE79F8" w:rsidRPr="00F27A5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hyperlink r:id="rId14" w:history="1">
        <w:r w:rsidRPr="00F27A5B">
          <w:rPr>
            <w:lang w:eastAsia="en-US"/>
          </w:rPr>
          <w:t>Приказом</w:t>
        </w:r>
      </w:hyperlink>
      <w:r w:rsidRPr="00F27A5B">
        <w:rPr>
          <w:lang w:eastAsia="en-US"/>
        </w:rPr>
        <w:t xml:space="preserve"> Министерства финансов Российской Федерации от 11.12.2014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146н </w:t>
      </w:r>
      <w:r>
        <w:rPr>
          <w:lang w:eastAsia="en-US"/>
        </w:rPr>
        <w:t>«</w:t>
      </w:r>
      <w:r w:rsidRPr="00F27A5B">
        <w:rPr>
          <w:lang w:eastAsia="en-US"/>
        </w:rPr>
        <w:t>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аннулирования его адреса</w:t>
      </w:r>
      <w:r>
        <w:rPr>
          <w:lang w:eastAsia="en-US"/>
        </w:rPr>
        <w:t>»</w:t>
      </w:r>
      <w:r w:rsidRPr="00F27A5B">
        <w:rPr>
          <w:lang w:eastAsia="en-US"/>
        </w:rPr>
        <w:t xml:space="preserve"> (зарегистрирован в Министерстве юстиции Российской Федерации 9 февраля 2015 г., регистрационный </w:t>
      </w:r>
      <w:r>
        <w:rPr>
          <w:lang w:eastAsia="en-US"/>
        </w:rPr>
        <w:t xml:space="preserve">№ </w:t>
      </w:r>
      <w:r w:rsidRPr="00F27A5B">
        <w:rPr>
          <w:lang w:eastAsia="en-US"/>
        </w:rPr>
        <w:t>35948; Официальный интернет-портал правовой информации http://www.pravo.gov.ru, 12 февраля 2015 г.)</w:t>
      </w:r>
      <w:r>
        <w:rPr>
          <w:lang w:eastAsia="en-US"/>
        </w:rPr>
        <w:t>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hyperlink r:id="rId15" w:history="1">
        <w:r w:rsidRPr="00F27A5B">
          <w:rPr>
            <w:lang w:eastAsia="en-US"/>
          </w:rPr>
          <w:t>Приказом</w:t>
        </w:r>
      </w:hyperlink>
      <w:r w:rsidRPr="00F27A5B">
        <w:rPr>
          <w:lang w:eastAsia="en-US"/>
        </w:rPr>
        <w:t xml:space="preserve"> Министерства финансов Российской Федерации от 05.11.2015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171н </w:t>
      </w:r>
      <w:r>
        <w:rPr>
          <w:lang w:eastAsia="en-US"/>
        </w:rPr>
        <w:t>«</w:t>
      </w:r>
      <w:r w:rsidRPr="00F27A5B">
        <w:rPr>
          <w:lang w:eastAsia="en-US"/>
        </w:rPr>
        <w:t>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</w:t>
      </w:r>
      <w:r>
        <w:rPr>
          <w:lang w:eastAsia="en-US"/>
        </w:rPr>
        <w:t xml:space="preserve">ания адресообразующих элементов» </w:t>
      </w:r>
      <w:r w:rsidRPr="00F27A5B">
        <w:rPr>
          <w:lang w:eastAsia="en-US"/>
        </w:rPr>
        <w:t>(</w:t>
      </w:r>
      <w:r>
        <w:rPr>
          <w:lang w:eastAsia="en-US"/>
        </w:rPr>
        <w:t>«</w:t>
      </w:r>
      <w:r w:rsidRPr="00F27A5B">
        <w:rPr>
          <w:lang w:eastAsia="en-US"/>
        </w:rPr>
        <w:t>Российская газета</w:t>
      </w:r>
      <w:r>
        <w:rPr>
          <w:lang w:eastAsia="en-US"/>
        </w:rPr>
        <w:t>»</w:t>
      </w:r>
      <w:r w:rsidRPr="00F27A5B">
        <w:rPr>
          <w:lang w:eastAsia="en-US"/>
        </w:rPr>
        <w:t xml:space="preserve">, </w:t>
      </w:r>
      <w:r>
        <w:rPr>
          <w:lang w:eastAsia="en-US"/>
        </w:rPr>
        <w:t>№</w:t>
      </w:r>
      <w:r w:rsidRPr="00F27A5B">
        <w:rPr>
          <w:lang w:eastAsia="en-US"/>
        </w:rPr>
        <w:t xml:space="preserve"> 294, 28.12.2015)</w:t>
      </w:r>
      <w:r>
        <w:rPr>
          <w:lang w:eastAsia="en-US"/>
        </w:rPr>
        <w:t>;</w:t>
      </w:r>
    </w:p>
    <w:p w:rsidR="00CE79F8" w:rsidRPr="005F527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5F527B">
        <w:t>Правила</w:t>
      </w:r>
      <w:r>
        <w:t>ми</w:t>
      </w:r>
      <w:r w:rsidRPr="005F527B">
        <w:t xml:space="preserve"> присвоения, изменения и аннулирования адресов на территории Боровёнковского сельского поселения, утвержденные постановлением Администрации Боровёнковского сельского поселения от 10.09.2015 № 82;</w:t>
      </w:r>
    </w:p>
    <w:p w:rsidR="00CE79F8" w:rsidRPr="00F27A5B" w:rsidRDefault="00CE79F8" w:rsidP="00063F62">
      <w:pPr>
        <w:pStyle w:val="31"/>
        <w:ind w:firstLine="720"/>
        <w:rPr>
          <w:sz w:val="24"/>
          <w:szCs w:val="24"/>
        </w:rPr>
      </w:pPr>
      <w:r w:rsidRPr="00F27A5B">
        <w:rPr>
          <w:sz w:val="24"/>
          <w:szCs w:val="24"/>
        </w:rPr>
        <w:t>иными федеральными</w:t>
      </w:r>
      <w:r>
        <w:rPr>
          <w:sz w:val="24"/>
          <w:szCs w:val="24"/>
        </w:rPr>
        <w:t xml:space="preserve"> законами, соглашениями </w:t>
      </w:r>
      <w:r w:rsidRPr="00F27A5B">
        <w:rPr>
          <w:sz w:val="24"/>
          <w:szCs w:val="24"/>
        </w:rPr>
        <w:t xml:space="preserve">федеральных органов исполнительной власти и органов государственной власти Новгородской области, другими областными законами, а также иными нормативными правовыми актами Российской Федерации и органов государственной власти Новгородской области, </w:t>
      </w:r>
      <w:r>
        <w:rPr>
          <w:sz w:val="24"/>
          <w:szCs w:val="24"/>
        </w:rPr>
        <w:t>муниципальными правовыми актами Боровёнковского сельского поселения.</w:t>
      </w:r>
    </w:p>
    <w:p w:rsidR="00CE79F8" w:rsidRDefault="00CE79F8" w:rsidP="00063F62">
      <w:pPr>
        <w:keepNext/>
        <w:ind w:firstLine="720"/>
        <w:jc w:val="both"/>
        <w:outlineLvl w:val="2"/>
        <w:rPr>
          <w:b/>
          <w:bCs/>
        </w:rPr>
      </w:pPr>
      <w:r w:rsidRPr="00F27A5B">
        <w:rPr>
          <w:b/>
          <w:bCs/>
        </w:rPr>
        <w:t xml:space="preserve">2.6.Исчерпывающий перечень документов, необходимых в соответствии с </w:t>
      </w:r>
      <w:r>
        <w:rPr>
          <w:b/>
          <w:bCs/>
        </w:rPr>
        <w:t>законодательными или иными нормативными правовыми актами для предоставления услуги.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 xml:space="preserve">2.6.1. Для предоставления муниципальной услуги заявителям </w:t>
      </w:r>
      <w:r w:rsidRPr="00AA0401">
        <w:rPr>
          <w:lang w:eastAsia="en-US"/>
        </w:rPr>
        <w:t>необходимо представить следующие документ</w:t>
      </w:r>
      <w:r>
        <w:rPr>
          <w:lang w:eastAsia="en-US"/>
        </w:rPr>
        <w:t>ы: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 xml:space="preserve">заявление </w:t>
      </w:r>
      <w:r w:rsidRPr="00AA0401">
        <w:rPr>
          <w:color w:val="000000"/>
          <w:lang w:eastAsia="en-US"/>
        </w:rPr>
        <w:t xml:space="preserve">по </w:t>
      </w:r>
      <w:hyperlink r:id="rId16" w:history="1">
        <w:r w:rsidRPr="00AA0401">
          <w:rPr>
            <w:color w:val="000000"/>
            <w:lang w:eastAsia="en-US"/>
          </w:rPr>
          <w:t>форме</w:t>
        </w:r>
      </w:hyperlink>
      <w:r>
        <w:rPr>
          <w:lang w:eastAsia="en-US"/>
        </w:rPr>
        <w:t>, утвержденной Приказом Министерства финансов Российской Федерации от 11.12.2014 № 146н;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доверенность, выданную представителю заявителя, оформленную в порядке, предусмотренном законодательством Российской Федерации (при представлении заявления представителем физического лица);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документ, подтверждающий полномочия представителя юридического лица действовать от имени этого юридического лица, или копию этого документа, заверенную печатью (при наличии) и подписью руководителя этого юридического лица (при представлении заявления представителем юридического лица).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2.6.2. 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>2.6.3. Лицо, имеющее право действовать без доверенности от имени юридического лица, сообщает реквизиты свидетельства о государственной регистрации юридического лица.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 xml:space="preserve"> 2.6.4.Документы, необходимые для предоставления муниципальной услуги, могут быть поданы непосредственно в Администрацию, через МФЦ, почтовым отправлением, в форме электронных документов.</w:t>
      </w:r>
    </w:p>
    <w:p w:rsidR="00CE79F8" w:rsidRDefault="00CE79F8" w:rsidP="00063F62">
      <w:pPr>
        <w:ind w:firstLine="720"/>
        <w:jc w:val="both"/>
        <w:rPr>
          <w:color w:val="000000"/>
        </w:rPr>
      </w:pPr>
      <w:r w:rsidRPr="009D4089">
        <w:rPr>
          <w:color w:val="000000"/>
        </w:rPr>
        <w:t>2.6.5.</w:t>
      </w:r>
      <w:r w:rsidRPr="00967801">
        <w:rPr>
          <w:color w:val="000000"/>
        </w:rPr>
        <w:t xml:space="preserve"> Для получения муниципальной услуги в электронном виде заявителям предоставляется возможность направить заявление и документы через</w:t>
      </w:r>
      <w:r w:rsidRPr="004F522D">
        <w:t xml:space="preserve"> </w:t>
      </w:r>
      <w:r>
        <w:t>портал федеральной информационной адресной системы в информационно-телекоммуникационной сети «Интернет» (далее - портал адресной системы),</w:t>
      </w:r>
      <w:r w:rsidRPr="00967801">
        <w:rPr>
          <w:color w:val="000000"/>
        </w:rPr>
        <w:t xml:space="preserve"> Единый портал</w:t>
      </w:r>
      <w:r>
        <w:rPr>
          <w:color w:val="000000"/>
        </w:rPr>
        <w:t>,</w:t>
      </w:r>
      <w:r w:rsidRPr="00967801">
        <w:rPr>
          <w:color w:val="000000"/>
        </w:rPr>
        <w:t xml:space="preserve"> </w:t>
      </w:r>
      <w:r>
        <w:rPr>
          <w:color w:val="000000"/>
        </w:rPr>
        <w:t>Региональный портал</w:t>
      </w:r>
      <w:r w:rsidRPr="00967801">
        <w:rPr>
          <w:color w:val="000000"/>
        </w:rPr>
        <w:t xml:space="preserve"> путем заполнения специальной интерактивной формы, которая обеспечивает идентификацию заявителя. </w:t>
      </w:r>
      <w:r>
        <w:rPr>
          <w:color w:val="000000"/>
        </w:rPr>
        <w:t xml:space="preserve">На </w:t>
      </w:r>
      <w:r w:rsidRPr="00967801">
        <w:rPr>
          <w:color w:val="000000"/>
        </w:rPr>
        <w:t>Един</w:t>
      </w:r>
      <w:r>
        <w:rPr>
          <w:color w:val="000000"/>
        </w:rPr>
        <w:t>ом</w:t>
      </w:r>
      <w:r w:rsidRPr="00967801">
        <w:rPr>
          <w:color w:val="000000"/>
        </w:rPr>
        <w:t xml:space="preserve"> портал</w:t>
      </w:r>
      <w:r>
        <w:rPr>
          <w:color w:val="000000"/>
        </w:rPr>
        <w:t>е и</w:t>
      </w:r>
      <w:r w:rsidRPr="00967801">
        <w:rPr>
          <w:color w:val="000000"/>
        </w:rPr>
        <w:t xml:space="preserve"> </w:t>
      </w:r>
      <w:r>
        <w:rPr>
          <w:color w:val="000000"/>
        </w:rPr>
        <w:t xml:space="preserve">Региональном портале, </w:t>
      </w:r>
      <w:r>
        <w:t>портале адресной системы</w:t>
      </w:r>
      <w:r w:rsidRPr="00967801">
        <w:rPr>
          <w:color w:val="000000"/>
        </w:rPr>
        <w:t xml:space="preserve"> применяется автоматическая идентификация (нумерация) обращений, используется подсистема «Личный кабинет» для обеспечения однозначной и конфиденциальной доставки промежуточных сообщений и отве</w:t>
      </w:r>
      <w:r>
        <w:rPr>
          <w:color w:val="000000"/>
        </w:rPr>
        <w:t>та заявителю в электронном виде.</w:t>
      </w:r>
    </w:p>
    <w:p w:rsidR="00CE79F8" w:rsidRPr="00F75C38" w:rsidRDefault="00CE79F8" w:rsidP="00063F62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F75C38">
        <w:rPr>
          <w:rFonts w:ascii="Times New Roman" w:hAnsi="Times New Roman" w:cs="Times New Roman"/>
          <w:b/>
          <w:sz w:val="24"/>
          <w:szCs w:val="24"/>
        </w:rPr>
        <w:t>7.Исчерпывающий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CE79F8" w:rsidRPr="00B40AAB" w:rsidRDefault="00CE79F8" w:rsidP="00063F62">
      <w:pPr>
        <w:ind w:firstLine="720"/>
        <w:jc w:val="both"/>
      </w:pPr>
      <w:r>
        <w:t>2.</w:t>
      </w:r>
      <w:r w:rsidRPr="00B40AAB">
        <w:t>7.1.Документы, которые заявитель вправе представить по собственной инициативе, так как они подлежат представлению в рамках межведомственного  информационного взаимодействия:</w:t>
      </w:r>
    </w:p>
    <w:p w:rsidR="00CE79F8" w:rsidRPr="00B40AA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B40AAB">
        <w:rPr>
          <w:lang w:eastAsia="en-US"/>
        </w:rPr>
        <w:t>правоустанавливающие и (или) правоудостоверяющие документы на объект (объекты) адресации;</w:t>
      </w:r>
    </w:p>
    <w:p w:rsidR="00CE79F8" w:rsidRPr="00B40AAB" w:rsidRDefault="00CE79F8" w:rsidP="00063F62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B40AAB">
        <w:rPr>
          <w:lang w:eastAsia="en-US"/>
        </w:rPr>
        <w:t>выписки из Единого государственного реестра недвижимости об основных характеристиках и зарегистрированных правах на объекты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адресации);</w:t>
      </w:r>
    </w:p>
    <w:p w:rsidR="00CE79F8" w:rsidRDefault="00CE79F8" w:rsidP="00063F62">
      <w:pPr>
        <w:pStyle w:val="NoSpacing"/>
        <w:ind w:firstLine="720"/>
        <w:jc w:val="both"/>
        <w:rPr>
          <w:bCs/>
          <w:color w:val="000000"/>
        </w:rPr>
      </w:pPr>
      <w:r w:rsidRPr="00B40AAB">
        <w:rPr>
          <w:lang w:eastAsia="en-US"/>
        </w:rPr>
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  <w:r w:rsidRPr="00BF16FB">
        <w:rPr>
          <w:bCs/>
          <w:color w:val="000000"/>
        </w:rPr>
        <w:t xml:space="preserve"> </w:t>
      </w:r>
    </w:p>
    <w:p w:rsidR="00CE79F8" w:rsidRPr="00B40AAB" w:rsidRDefault="00CE79F8" w:rsidP="00063F62">
      <w:pPr>
        <w:pStyle w:val="NoSpacing"/>
        <w:ind w:firstLine="720"/>
        <w:jc w:val="both"/>
        <w:rPr>
          <w:lang w:eastAsia="en-US"/>
        </w:rPr>
      </w:pPr>
      <w:r w:rsidRPr="00B40AAB">
        <w:rPr>
          <w:lang w:eastAsia="en-US"/>
        </w:rPr>
        <w:t>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CE79F8" w:rsidRPr="00B40AAB" w:rsidRDefault="00CE79F8" w:rsidP="00063F62">
      <w:pPr>
        <w:pStyle w:val="NoSpacing"/>
        <w:ind w:firstLine="720"/>
        <w:jc w:val="both"/>
        <w:rPr>
          <w:lang w:eastAsia="en-US"/>
        </w:rPr>
      </w:pPr>
      <w:r w:rsidRPr="00B40AAB">
        <w:rPr>
          <w:lang w:eastAsia="en-US"/>
        </w:rPr>
        <w:t>выписку из Единого государственного реестра недвижимости об основных характеристиках и зарегистрированных правах на объект адресации (в случае присвоения адреса объекту адресации, поставленному на кадастровый учет);</w:t>
      </w:r>
    </w:p>
    <w:p w:rsidR="00CE79F8" w:rsidRPr="00B40AAB" w:rsidRDefault="00CE79F8" w:rsidP="00063F62">
      <w:pPr>
        <w:pStyle w:val="NoSpacing"/>
        <w:ind w:firstLine="720"/>
        <w:jc w:val="both"/>
        <w:rPr>
          <w:lang w:eastAsia="en-US"/>
        </w:rPr>
      </w:pPr>
      <w:r w:rsidRPr="00B40AAB">
        <w:rPr>
          <w:lang w:eastAsia="en-US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CE79F8" w:rsidRDefault="00CE79F8" w:rsidP="00063F62">
      <w:pPr>
        <w:pStyle w:val="NoSpacing"/>
        <w:ind w:firstLine="720"/>
        <w:jc w:val="both"/>
        <w:rPr>
          <w:lang w:eastAsia="en-US"/>
        </w:rPr>
      </w:pPr>
      <w:r w:rsidRPr="00B40AAB">
        <w:rPr>
          <w:lang w:eastAsia="en-US"/>
        </w:rP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CE79F8" w:rsidRDefault="00CE79F8" w:rsidP="00063F62">
      <w:pPr>
        <w:pStyle w:val="NoSpacing"/>
        <w:ind w:firstLine="720"/>
        <w:jc w:val="both"/>
        <w:rPr>
          <w:lang w:eastAsia="en-US"/>
        </w:rPr>
      </w:pPr>
      <w:r>
        <w:rPr>
          <w:lang w:eastAsia="en-US"/>
        </w:rPr>
        <w:t>уведомление об отсутствии в государственном реестре недвижимости запрашиваемых сведений по объекту адресации (в случае отказа в осуществлении кадастрового учета объекта адресации по основаниям, указанным в статье 26 Федерального закона от 13 июля 2015 года № 218-ФЗ «О государственной регистрации недвижимости»);</w:t>
      </w:r>
    </w:p>
    <w:p w:rsidR="00CE79F8" w:rsidRPr="00B40AAB" w:rsidRDefault="00CE79F8" w:rsidP="00063F62">
      <w:pPr>
        <w:pStyle w:val="NoSpacing"/>
        <w:ind w:firstLine="720"/>
        <w:jc w:val="both"/>
        <w:rPr>
          <w:lang w:eastAsia="en-US"/>
        </w:rPr>
      </w:pPr>
      <w:r w:rsidRPr="00B40AAB">
        <w:rPr>
          <w:lang w:eastAsia="en-US"/>
        </w:rPr>
        <w:t>выписку из Единого государственного реестра недвижимости об основных характеристиках и зарегистрированных правах на объект недвижимости, который снят с учета (в случае аннулирования адреса объекта адресации при</w:t>
      </w:r>
      <w:r>
        <w:rPr>
          <w:lang w:eastAsia="en-US"/>
        </w:rPr>
        <w:t xml:space="preserve"> прекращении его существования).</w:t>
      </w:r>
    </w:p>
    <w:p w:rsidR="00CE79F8" w:rsidRDefault="00CE79F8" w:rsidP="00063F62">
      <w:pPr>
        <w:pStyle w:val="NoSpacing"/>
        <w:ind w:firstLine="720"/>
        <w:jc w:val="both"/>
        <w:rPr>
          <w:lang w:eastAsia="en-US"/>
        </w:rPr>
      </w:pPr>
      <w:r>
        <w:rPr>
          <w:lang w:eastAsia="en-US"/>
        </w:rPr>
        <w:t>2.</w:t>
      </w:r>
      <w:r w:rsidRPr="00B40AAB">
        <w:rPr>
          <w:lang w:eastAsia="en-US"/>
        </w:rPr>
        <w:t>7.2. В случае</w:t>
      </w:r>
      <w:r>
        <w:rPr>
          <w:lang w:eastAsia="en-US"/>
        </w:rPr>
        <w:t>,</w:t>
      </w:r>
      <w:r w:rsidRPr="00B40AAB">
        <w:rPr>
          <w:lang w:eastAsia="en-US"/>
        </w:rPr>
        <w:t xml:space="preserve"> если заявителем не были представлены самостоятельно документы, предусмотренные </w:t>
      </w:r>
      <w:r>
        <w:rPr>
          <w:lang w:eastAsia="en-US"/>
        </w:rPr>
        <w:t>под</w:t>
      </w:r>
      <w:hyperlink r:id="rId17" w:history="1">
        <w:r w:rsidRPr="003B4CFE">
          <w:rPr>
            <w:color w:val="000000"/>
            <w:lang w:eastAsia="en-US"/>
          </w:rPr>
          <w:t>пунктом</w:t>
        </w:r>
        <w:r>
          <w:rPr>
            <w:color w:val="000000"/>
            <w:lang w:eastAsia="en-US"/>
          </w:rPr>
          <w:t xml:space="preserve"> 2.7</w:t>
        </w:r>
        <w:r w:rsidRPr="003B4CFE">
          <w:rPr>
            <w:color w:val="000000"/>
            <w:lang w:eastAsia="en-US"/>
          </w:rPr>
          <w:t>.1</w:t>
        </w:r>
      </w:hyperlink>
      <w:r w:rsidRPr="003B4CFE">
        <w:rPr>
          <w:color w:val="000000"/>
          <w:lang w:eastAsia="en-US"/>
        </w:rPr>
        <w:t xml:space="preserve"> </w:t>
      </w:r>
      <w:r w:rsidRPr="00B40AAB">
        <w:rPr>
          <w:lang w:eastAsia="en-US"/>
        </w:rPr>
        <w:t>настоящего Административного регламента, ука</w:t>
      </w:r>
      <w:r>
        <w:rPr>
          <w:lang w:eastAsia="en-US"/>
        </w:rPr>
        <w:t>занные документы запрашиваются Администрацией</w:t>
      </w:r>
      <w:r w:rsidRPr="00B40AAB">
        <w:rPr>
          <w:lang w:eastAsia="en-US"/>
        </w:rPr>
        <w:t xml:space="preserve"> в </w:t>
      </w:r>
      <w:r>
        <w:rPr>
          <w:lang w:eastAsia="en-US"/>
        </w:rPr>
        <w:t>органах (учреждениях)</w:t>
      </w:r>
      <w:r w:rsidRPr="00B40AAB">
        <w:rPr>
          <w:lang w:eastAsia="en-US"/>
        </w:rPr>
        <w:t xml:space="preserve"> посредством межведомственного информационного взаимодействия</w:t>
      </w:r>
      <w:r>
        <w:rPr>
          <w:lang w:eastAsia="en-US"/>
        </w:rPr>
        <w:t>.</w:t>
      </w:r>
    </w:p>
    <w:p w:rsidR="00CE79F8" w:rsidRDefault="00CE79F8" w:rsidP="00063F62">
      <w:pPr>
        <w:pStyle w:val="NoSpacing"/>
        <w:ind w:firstLine="720"/>
        <w:jc w:val="both"/>
        <w:rPr>
          <w:lang w:eastAsia="en-US"/>
        </w:rPr>
      </w:pPr>
      <w:r>
        <w:rPr>
          <w:lang w:eastAsia="en-US"/>
        </w:rPr>
        <w:t>2.</w:t>
      </w:r>
      <w:r w:rsidRPr="00B40AAB">
        <w:rPr>
          <w:lang w:eastAsia="en-US"/>
        </w:rPr>
        <w:t xml:space="preserve">7.3. Заявители при подаче заявления вправе приложить к нему документы, указанные </w:t>
      </w:r>
      <w:r w:rsidRPr="003B4CFE">
        <w:rPr>
          <w:lang w:eastAsia="en-US"/>
        </w:rPr>
        <w:t xml:space="preserve">в </w:t>
      </w:r>
      <w:r>
        <w:rPr>
          <w:lang w:eastAsia="en-US"/>
        </w:rPr>
        <w:t>под</w:t>
      </w:r>
      <w:hyperlink r:id="rId18" w:history="1">
        <w:r w:rsidRPr="003B4CFE">
          <w:rPr>
            <w:lang w:eastAsia="en-US"/>
          </w:rPr>
          <w:t>пункте 2.7.1</w:t>
        </w:r>
      </w:hyperlink>
      <w:r w:rsidRPr="00B40AAB">
        <w:rPr>
          <w:lang w:eastAsia="en-US"/>
        </w:rPr>
        <w:t xml:space="preserve">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CE79F8" w:rsidRPr="00B40AAB" w:rsidRDefault="00CE79F8" w:rsidP="00063F62">
      <w:pPr>
        <w:pStyle w:val="NoSpacing"/>
        <w:ind w:firstLine="720"/>
        <w:jc w:val="both"/>
        <w:rPr>
          <w:lang w:eastAsia="en-US"/>
        </w:rPr>
      </w:pPr>
      <w:r>
        <w:rPr>
          <w:lang w:eastAsia="en-US"/>
        </w:rPr>
        <w:t>2.</w:t>
      </w:r>
      <w:r w:rsidRPr="00B40AAB">
        <w:rPr>
          <w:lang w:eastAsia="en-US"/>
        </w:rPr>
        <w:t xml:space="preserve">7.4. Непредставление заявителем документов, указанных в </w:t>
      </w:r>
      <w:hyperlink r:id="rId19" w:history="1">
        <w:r>
          <w:rPr>
            <w:color w:val="000000"/>
            <w:lang w:eastAsia="en-US"/>
          </w:rPr>
          <w:t>подпункте</w:t>
        </w:r>
        <w:r w:rsidRPr="003B4CFE">
          <w:rPr>
            <w:color w:val="000000"/>
            <w:lang w:eastAsia="en-US"/>
          </w:rPr>
          <w:t xml:space="preserve"> 2.7</w:t>
        </w:r>
      </w:hyperlink>
      <w:r>
        <w:t>.1.</w:t>
      </w:r>
      <w:r w:rsidRPr="003B4CFE">
        <w:rPr>
          <w:color w:val="000000"/>
          <w:lang w:eastAsia="en-US"/>
        </w:rPr>
        <w:t xml:space="preserve"> </w:t>
      </w:r>
      <w:r w:rsidRPr="00B40AAB">
        <w:rPr>
          <w:lang w:eastAsia="en-US"/>
        </w:rPr>
        <w:t>настоящего Административного регламента, не является основанием для отказа заявителю в предоставлении муниципальной услуги.</w:t>
      </w:r>
    </w:p>
    <w:p w:rsidR="00CE79F8" w:rsidRPr="006744EF" w:rsidRDefault="00CE79F8" w:rsidP="006744EF">
      <w:pPr>
        <w:autoSpaceDE w:val="0"/>
        <w:ind w:firstLine="720"/>
        <w:jc w:val="both"/>
        <w:rPr>
          <w:b/>
          <w:bCs/>
          <w:lang w:eastAsia="zh-CN"/>
        </w:rPr>
      </w:pPr>
      <w:r w:rsidRPr="006744EF">
        <w:rPr>
          <w:bCs/>
          <w:lang w:eastAsia="zh-CN"/>
        </w:rPr>
        <w:t>2.7.5.</w:t>
      </w:r>
      <w:r>
        <w:rPr>
          <w:b/>
          <w:bCs/>
          <w:lang w:eastAsia="zh-CN"/>
        </w:rPr>
        <w:t xml:space="preserve"> </w:t>
      </w:r>
      <w:r w:rsidRPr="00FA4692">
        <w:t>Запрещено требовать от заявителя:</w:t>
      </w:r>
    </w:p>
    <w:p w:rsidR="00CE79F8" w:rsidRPr="00FD49A4" w:rsidRDefault="00CE79F8" w:rsidP="00063F62">
      <w:pPr>
        <w:autoSpaceDE w:val="0"/>
        <w:ind w:firstLine="720"/>
        <w:jc w:val="both"/>
      </w:pPr>
      <w:r w:rsidRPr="00FA4692">
        <w:t xml:space="preserve">представления документов и информации или осуществления действий, представление или осуществление </w:t>
      </w:r>
      <w:r w:rsidRPr="00FD49A4">
        <w:t xml:space="preserve">которых не предусмотрено нормативными правовыми актами, регулирующими отношения, возникающие в связи с предоставлением </w:t>
      </w:r>
      <w:r w:rsidRPr="00FD49A4">
        <w:rPr>
          <w:bCs/>
          <w:iCs/>
        </w:rPr>
        <w:t>муниципаль</w:t>
      </w:r>
      <w:r w:rsidRPr="00FD49A4">
        <w:t>ной услуги;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 w:rsidRPr="00FD49A4">
        <w:t xml:space="preserve"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актами, за исключением документов, указанных в </w:t>
      </w:r>
      <w:hyperlink r:id="rId20" w:history="1">
        <w:r w:rsidRPr="00FD49A4">
          <w:t>части 6 статьи 7</w:t>
        </w:r>
      </w:hyperlink>
      <w:r w:rsidRPr="00FD49A4">
        <w:t xml:space="preserve"> Федерального закона от 27 июля 2010 года </w:t>
      </w:r>
      <w:r>
        <w:t>№</w:t>
      </w:r>
      <w:r w:rsidRPr="00FD49A4">
        <w:t xml:space="preserve"> 210-ФЗ </w:t>
      </w:r>
      <w:r>
        <w:t>«</w:t>
      </w:r>
      <w:r w:rsidRPr="00FD49A4">
        <w:t>Об организации предоставления государственных</w:t>
      </w:r>
      <w:r>
        <w:t xml:space="preserve"> и муниципальных услуг».</w:t>
      </w:r>
    </w:p>
    <w:p w:rsidR="00CE79F8" w:rsidRPr="00FA4692" w:rsidRDefault="00CE79F8" w:rsidP="00063F62">
      <w:pPr>
        <w:ind w:firstLine="720"/>
        <w:jc w:val="both"/>
        <w:rPr>
          <w:b/>
        </w:rPr>
      </w:pPr>
      <w:r>
        <w:rPr>
          <w:b/>
        </w:rPr>
        <w:t xml:space="preserve">2.9. </w:t>
      </w:r>
      <w:r w:rsidRPr="00FA4692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E79F8" w:rsidRPr="00FA4692" w:rsidRDefault="00CE79F8" w:rsidP="00063F62">
      <w:pPr>
        <w:ind w:firstLine="720"/>
        <w:jc w:val="both"/>
      </w:pPr>
      <w:r>
        <w:t>2.9.1.</w:t>
      </w:r>
      <w:r w:rsidRPr="00FA4692">
        <w:t>Основания для отказа в приеме документов отсутствуют.</w:t>
      </w:r>
    </w:p>
    <w:p w:rsidR="00CE79F8" w:rsidRPr="00881DEA" w:rsidRDefault="00CE79F8" w:rsidP="00063F62">
      <w:pPr>
        <w:ind w:firstLine="720"/>
        <w:jc w:val="both"/>
        <w:rPr>
          <w:b/>
        </w:rPr>
      </w:pPr>
      <w:r>
        <w:rPr>
          <w:b/>
        </w:rPr>
        <w:t>2.</w:t>
      </w:r>
      <w:r w:rsidRPr="00881DEA">
        <w:rPr>
          <w:b/>
        </w:rPr>
        <w:t>10.</w:t>
      </w:r>
      <w:r>
        <w:rPr>
          <w:b/>
        </w:rPr>
        <w:t xml:space="preserve"> </w:t>
      </w:r>
      <w:r w:rsidRPr="00881DEA">
        <w:rPr>
          <w:b/>
        </w:rPr>
        <w:t>Исчер</w:t>
      </w:r>
      <w:r>
        <w:rPr>
          <w:b/>
        </w:rPr>
        <w:t>пывающий перечень оснований для</w:t>
      </w:r>
      <w:r w:rsidRPr="00881DEA">
        <w:rPr>
          <w:b/>
        </w:rPr>
        <w:t xml:space="preserve"> отказа в предоставлении муниципальной услуги</w:t>
      </w:r>
    </w:p>
    <w:p w:rsidR="00CE79F8" w:rsidRPr="00881DEA" w:rsidRDefault="00CE79F8" w:rsidP="00063F62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 w:rsidRPr="00881DEA">
        <w:rPr>
          <w:rFonts w:ascii="Times New Roman" w:hAnsi="Times New Roman" w:cs="Times New Roman"/>
          <w:bCs/>
          <w:sz w:val="24"/>
          <w:szCs w:val="24"/>
        </w:rPr>
        <w:t>10.1.Основания для приостановления предоставления муниципальной услуги отсутствуют.</w:t>
      </w:r>
    </w:p>
    <w:p w:rsidR="00CE79F8" w:rsidRPr="00C251F7" w:rsidRDefault="00CE79F8" w:rsidP="00063F62">
      <w:pPr>
        <w:pStyle w:val="NoSpacing"/>
        <w:ind w:firstLine="720"/>
        <w:jc w:val="both"/>
        <w:rPr>
          <w:bCs/>
        </w:rPr>
      </w:pPr>
      <w:r w:rsidRPr="00C251F7">
        <w:rPr>
          <w:bCs/>
        </w:rPr>
        <w:t>2.10.2</w:t>
      </w:r>
      <w:r>
        <w:rPr>
          <w:bCs/>
        </w:rPr>
        <w:t>.</w:t>
      </w:r>
      <w:r w:rsidRPr="00C251F7">
        <w:rPr>
          <w:bCs/>
        </w:rPr>
        <w:t xml:space="preserve"> Основаниями для отказа в предоставлении муниципальной услуги являются:</w:t>
      </w:r>
    </w:p>
    <w:p w:rsidR="00CE79F8" w:rsidRPr="00C251F7" w:rsidRDefault="00CE79F8" w:rsidP="00063F62">
      <w:pPr>
        <w:pStyle w:val="NoSpacing"/>
        <w:ind w:firstLine="720"/>
        <w:jc w:val="both"/>
        <w:rPr>
          <w:lang w:eastAsia="en-US"/>
        </w:rPr>
      </w:pPr>
      <w:r w:rsidRPr="00C251F7">
        <w:rPr>
          <w:lang w:eastAsia="en-US"/>
        </w:rPr>
        <w:t xml:space="preserve">обращение с заявлением лица, не указанного в </w:t>
      </w:r>
      <w:hyperlink r:id="rId21" w:history="1">
        <w:r>
          <w:rPr>
            <w:lang w:eastAsia="en-US"/>
          </w:rPr>
          <w:t>пункте</w:t>
        </w:r>
        <w:r w:rsidRPr="00C251F7">
          <w:rPr>
            <w:lang w:eastAsia="en-US"/>
          </w:rPr>
          <w:t xml:space="preserve"> 1.2</w:t>
        </w:r>
      </w:hyperlink>
      <w:r w:rsidRPr="00C251F7">
        <w:rPr>
          <w:lang w:eastAsia="en-US"/>
        </w:rPr>
        <w:t xml:space="preserve"> настоящего Административного регламента;</w:t>
      </w:r>
    </w:p>
    <w:p w:rsidR="00CE79F8" w:rsidRPr="00C251F7" w:rsidRDefault="00CE79F8" w:rsidP="00063F62">
      <w:pPr>
        <w:pStyle w:val="NoSpacing"/>
        <w:ind w:firstLine="720"/>
        <w:jc w:val="both"/>
        <w:rPr>
          <w:lang w:eastAsia="en-US"/>
        </w:rPr>
      </w:pPr>
      <w:r w:rsidRPr="00C251F7">
        <w:rPr>
          <w:lang w:eastAsia="en-US"/>
        </w:rPr>
        <w:t>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CE79F8" w:rsidRPr="00C251F7" w:rsidRDefault="00CE79F8" w:rsidP="009D4089">
      <w:pPr>
        <w:pStyle w:val="NoSpacing"/>
        <w:ind w:firstLine="720"/>
        <w:jc w:val="both"/>
        <w:rPr>
          <w:lang w:eastAsia="en-US"/>
        </w:rPr>
      </w:pPr>
      <w:r w:rsidRPr="00C251F7">
        <w:rPr>
          <w:lang w:eastAsia="en-US"/>
        </w:rPr>
        <w:t xml:space="preserve">нарушение порядка </w:t>
      </w:r>
      <w:r w:rsidRPr="004F522D">
        <w:rPr>
          <w:lang w:eastAsia="en-US"/>
        </w:rPr>
        <w:t>выдачи</w:t>
      </w:r>
      <w:r w:rsidRPr="00C251F7">
        <w:rPr>
          <w:lang w:eastAsia="en-US"/>
        </w:rPr>
        <w:t xml:space="preserve"> документов, установленного законодательством Российской Федерации,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заявителя);</w:t>
      </w:r>
    </w:p>
    <w:p w:rsidR="00CE79F8" w:rsidRPr="00C251F7" w:rsidRDefault="00CE79F8" w:rsidP="00063F62">
      <w:pPr>
        <w:pStyle w:val="NoSpacing"/>
        <w:ind w:firstLine="720"/>
        <w:jc w:val="both"/>
        <w:rPr>
          <w:lang w:eastAsia="en-US"/>
        </w:rPr>
      </w:pPr>
      <w:r w:rsidRPr="00C251F7">
        <w:rPr>
          <w:lang w:eastAsia="en-US"/>
        </w:rPr>
        <w:t xml:space="preserve">отсутствие случаев и условий для присвоения объекту адресации адреса или аннулирования его адреса, указанных в </w:t>
      </w:r>
      <w:hyperlink r:id="rId22" w:history="1">
        <w:r w:rsidRPr="00C251F7">
          <w:rPr>
            <w:lang w:eastAsia="en-US"/>
          </w:rPr>
          <w:t>пунктах 5</w:t>
        </w:r>
      </w:hyperlink>
      <w:r w:rsidRPr="00C251F7">
        <w:rPr>
          <w:lang w:eastAsia="en-US"/>
        </w:rPr>
        <w:t xml:space="preserve">, </w:t>
      </w:r>
      <w:hyperlink r:id="rId23" w:history="1">
        <w:r w:rsidRPr="00C251F7">
          <w:rPr>
            <w:lang w:eastAsia="en-US"/>
          </w:rPr>
          <w:t>8</w:t>
        </w:r>
      </w:hyperlink>
      <w:r w:rsidRPr="00C251F7">
        <w:rPr>
          <w:lang w:eastAsia="en-US"/>
        </w:rPr>
        <w:t xml:space="preserve"> - </w:t>
      </w:r>
      <w:hyperlink r:id="rId24" w:history="1">
        <w:r w:rsidRPr="00C251F7">
          <w:rPr>
            <w:lang w:eastAsia="en-US"/>
          </w:rPr>
          <w:t>11</w:t>
        </w:r>
      </w:hyperlink>
      <w:r w:rsidRPr="00C251F7">
        <w:rPr>
          <w:lang w:eastAsia="en-US"/>
        </w:rPr>
        <w:t xml:space="preserve"> и </w:t>
      </w:r>
      <w:hyperlink r:id="rId25" w:history="1">
        <w:r w:rsidRPr="00C251F7">
          <w:rPr>
            <w:lang w:eastAsia="en-US"/>
          </w:rPr>
          <w:t>14</w:t>
        </w:r>
      </w:hyperlink>
      <w:r w:rsidRPr="00C251F7">
        <w:rPr>
          <w:lang w:eastAsia="en-US"/>
        </w:rPr>
        <w:t xml:space="preserve"> - </w:t>
      </w:r>
      <w:hyperlink r:id="rId26" w:history="1">
        <w:r w:rsidRPr="00C251F7">
          <w:rPr>
            <w:lang w:eastAsia="en-US"/>
          </w:rPr>
          <w:t>18</w:t>
        </w:r>
      </w:hyperlink>
      <w:r w:rsidRPr="00C251F7">
        <w:rPr>
          <w:lang w:eastAsia="en-US"/>
        </w:rPr>
        <w:t xml:space="preserve"> Правил присвоения, изменения и аннулирования адресов, утвержденных </w:t>
      </w:r>
      <w:r>
        <w:rPr>
          <w:lang w:eastAsia="en-US"/>
        </w:rPr>
        <w:t>п</w:t>
      </w:r>
      <w:r w:rsidRPr="00C251F7">
        <w:rPr>
          <w:lang w:eastAsia="en-US"/>
        </w:rPr>
        <w:t xml:space="preserve">остановлением Правительства Российской Федерации от 19 ноября 2014 г. </w:t>
      </w:r>
      <w:r>
        <w:rPr>
          <w:lang w:eastAsia="en-US"/>
        </w:rPr>
        <w:t>№</w:t>
      </w:r>
      <w:r w:rsidRPr="00C251F7">
        <w:rPr>
          <w:lang w:eastAsia="en-US"/>
        </w:rPr>
        <w:t xml:space="preserve"> 1221.</w:t>
      </w:r>
    </w:p>
    <w:p w:rsidR="00CE79F8" w:rsidRPr="00881DEA" w:rsidRDefault="00CE79F8" w:rsidP="00063F62">
      <w:pPr>
        <w:widowControl w:val="0"/>
        <w:autoSpaceDE w:val="0"/>
        <w:autoSpaceDN w:val="0"/>
        <w:adjustRightInd w:val="0"/>
        <w:ind w:firstLine="720"/>
        <w:jc w:val="both"/>
      </w:pPr>
      <w:r>
        <w:t>2.</w:t>
      </w:r>
      <w:r w:rsidRPr="00881DEA">
        <w:t xml:space="preserve">10.3.Заявитель имеет право повторно обратиться в </w:t>
      </w:r>
      <w:r>
        <w:t>Администрацию</w:t>
      </w:r>
      <w:r w:rsidRPr="00881DEA">
        <w:t xml:space="preserve"> за получением муниципальной услуги после устранения предусмотренных настоящим пунктом оснований для отказа в предоставлении муниципальной услуги.</w:t>
      </w:r>
    </w:p>
    <w:p w:rsidR="00CE79F8" w:rsidRDefault="00CE79F8" w:rsidP="00063F62">
      <w:pPr>
        <w:ind w:firstLine="720"/>
        <w:jc w:val="both"/>
        <w:rPr>
          <w:b/>
        </w:rPr>
      </w:pPr>
      <w:r>
        <w:rPr>
          <w:b/>
        </w:rPr>
        <w:t>2.11.</w:t>
      </w:r>
      <w:r w:rsidRPr="00FA4692">
        <w:rPr>
          <w:b/>
        </w:rPr>
        <w:t>Перечень услуг, которые являются необходимыми и обязательными для пред</w:t>
      </w:r>
      <w:r>
        <w:rPr>
          <w:b/>
        </w:rPr>
        <w:t>оставления муниципальной услуги.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2.11.1. </w:t>
      </w:r>
      <w:r w:rsidRPr="00FA4692">
        <w:t>Услуг, которые являются необходимыми и обязательными для предоставления муниципальной услуги, не предусмотрено.</w:t>
      </w:r>
    </w:p>
    <w:p w:rsidR="00CE79F8" w:rsidRPr="00695228" w:rsidRDefault="00CE79F8" w:rsidP="00063F62">
      <w:pPr>
        <w:keepNext/>
        <w:tabs>
          <w:tab w:val="num" w:pos="0"/>
        </w:tabs>
        <w:ind w:firstLine="720"/>
        <w:jc w:val="both"/>
        <w:outlineLvl w:val="3"/>
        <w:rPr>
          <w:b/>
        </w:rPr>
      </w:pPr>
      <w:r>
        <w:rPr>
          <w:b/>
        </w:rPr>
        <w:t>2.12.</w:t>
      </w:r>
      <w:r w:rsidRPr="00FA4692">
        <w:rPr>
          <w:b/>
        </w:rPr>
        <w:t>Размер платы, взимаемой с заявителя при предоставлении муниципальной услуги, и способы ее взимания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 CYR"/>
          <w:bCs/>
        </w:rPr>
      </w:pPr>
      <w:r>
        <w:rPr>
          <w:rFonts w:cs="Times New Roman CYR"/>
          <w:bCs/>
        </w:rPr>
        <w:t>2.12.1.</w:t>
      </w:r>
      <w:r w:rsidRPr="00FA4692">
        <w:rPr>
          <w:rFonts w:cs="Times New Roman CYR"/>
          <w:bCs/>
        </w:rPr>
        <w:t>Муниципальная услуга предоставляется бесплатно.</w:t>
      </w:r>
    </w:p>
    <w:p w:rsidR="00CE79F8" w:rsidRPr="00FA4692" w:rsidRDefault="00CE79F8" w:rsidP="00063F62">
      <w:pPr>
        <w:ind w:firstLine="720"/>
        <w:jc w:val="both"/>
        <w:rPr>
          <w:b/>
        </w:rPr>
      </w:pPr>
      <w:r>
        <w:rPr>
          <w:b/>
        </w:rPr>
        <w:t>2.</w:t>
      </w:r>
      <w:r w:rsidRPr="00FA4692">
        <w:rPr>
          <w:b/>
        </w:rPr>
        <w:t>13.Максимальный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CE79F8" w:rsidRPr="00FA4692" w:rsidRDefault="00CE79F8" w:rsidP="00063F62">
      <w:pPr>
        <w:pStyle w:val="NoSpacing"/>
        <w:ind w:firstLine="720"/>
        <w:jc w:val="both"/>
        <w:rPr>
          <w:bCs/>
        </w:rPr>
      </w:pPr>
      <w:r>
        <w:rPr>
          <w:bCs/>
        </w:rPr>
        <w:t xml:space="preserve">2.13.1. </w:t>
      </w:r>
      <w:r w:rsidRPr="00FA4692">
        <w:rPr>
          <w:bCs/>
        </w:rPr>
        <w:t>Максимальный срок ожидания в очереди при подаче заявления и документов, необходимых для предоставления муниципальной услуги,</w:t>
      </w:r>
      <w:r>
        <w:rPr>
          <w:bCs/>
        </w:rPr>
        <w:t xml:space="preserve"> и при получении результата предоставления такой услуги</w:t>
      </w:r>
      <w:r w:rsidRPr="00FA4692">
        <w:rPr>
          <w:bCs/>
        </w:rPr>
        <w:t xml:space="preserve"> не должен превышать 15 (пятнадцати) минут.</w:t>
      </w:r>
    </w:p>
    <w:p w:rsidR="00CE79F8" w:rsidRPr="00695228" w:rsidRDefault="00CE79F8" w:rsidP="00063F62">
      <w:pPr>
        <w:ind w:firstLine="720"/>
        <w:jc w:val="both"/>
        <w:rPr>
          <w:b/>
        </w:rPr>
      </w:pPr>
      <w:r>
        <w:rPr>
          <w:b/>
        </w:rPr>
        <w:t xml:space="preserve">2.14.Срок </w:t>
      </w:r>
      <w:r w:rsidRPr="00FA4692">
        <w:rPr>
          <w:b/>
        </w:rPr>
        <w:t xml:space="preserve">регистрации </w:t>
      </w:r>
      <w:r>
        <w:rPr>
          <w:b/>
        </w:rPr>
        <w:t>заявления</w:t>
      </w:r>
      <w:r w:rsidRPr="00FA4692">
        <w:rPr>
          <w:b/>
        </w:rPr>
        <w:t xml:space="preserve"> заявителя о предоставлении</w:t>
      </w:r>
      <w:r>
        <w:rPr>
          <w:b/>
        </w:rPr>
        <w:t xml:space="preserve"> </w:t>
      </w:r>
      <w:r w:rsidRPr="00FA4692">
        <w:rPr>
          <w:b/>
        </w:rPr>
        <w:t>муниципальной услуги</w:t>
      </w:r>
    </w:p>
    <w:p w:rsidR="00CE79F8" w:rsidRPr="00FA4692" w:rsidRDefault="00CE79F8" w:rsidP="00063F62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2.14.1.</w:t>
      </w:r>
      <w:r w:rsidRPr="00FA4692">
        <w:rPr>
          <w:rFonts w:ascii="Times New Roman" w:hAnsi="Times New Roman" w:cs="Times New Roman"/>
          <w:bCs/>
          <w:sz w:val="24"/>
          <w:szCs w:val="24"/>
        </w:rPr>
        <w:t>За</w:t>
      </w:r>
      <w:r>
        <w:rPr>
          <w:rFonts w:ascii="Times New Roman" w:hAnsi="Times New Roman" w:cs="Times New Roman"/>
          <w:bCs/>
          <w:sz w:val="24"/>
          <w:szCs w:val="24"/>
        </w:rPr>
        <w:t>явление</w:t>
      </w:r>
      <w:r w:rsidRPr="00FA4692">
        <w:rPr>
          <w:rFonts w:ascii="Times New Roman" w:hAnsi="Times New Roman" w:cs="Times New Roman"/>
          <w:bCs/>
          <w:sz w:val="24"/>
          <w:szCs w:val="24"/>
        </w:rPr>
        <w:t xml:space="preserve"> заявителя о предоставлении муниципальной услуги регистрируется в день обращения заявителя за предоставлением муниципальной услуги в </w:t>
      </w:r>
      <w:r>
        <w:rPr>
          <w:rFonts w:ascii="Times New Roman" w:hAnsi="Times New Roman" w:cs="Times New Roman"/>
          <w:bCs/>
          <w:sz w:val="24"/>
          <w:szCs w:val="24"/>
        </w:rPr>
        <w:t>Администрацию.</w:t>
      </w:r>
    </w:p>
    <w:p w:rsidR="00CE79F8" w:rsidRPr="00FA4692" w:rsidRDefault="00CE79F8" w:rsidP="00063F62">
      <w:pPr>
        <w:pStyle w:val="ConsPlusNormal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2.14.2.</w:t>
      </w:r>
      <w:r w:rsidRPr="00FA4692">
        <w:rPr>
          <w:rFonts w:ascii="Times New Roman" w:hAnsi="Times New Roman"/>
          <w:sz w:val="24"/>
          <w:szCs w:val="24"/>
        </w:rPr>
        <w:t>Регистрация принятых документов производится в соответствующем журнале. На заявлении проставляется отметка с указанием даты приема и входящего номера регистрации.</w:t>
      </w:r>
    </w:p>
    <w:p w:rsidR="00CE79F8" w:rsidRPr="006E67E2" w:rsidRDefault="00CE79F8" w:rsidP="00063F62">
      <w:pPr>
        <w:ind w:firstLine="720"/>
        <w:jc w:val="both"/>
        <w:rPr>
          <w:color w:val="000000"/>
        </w:rPr>
      </w:pPr>
      <w:r>
        <w:rPr>
          <w:color w:val="000000"/>
        </w:rPr>
        <w:t>2.</w:t>
      </w:r>
      <w:r w:rsidRPr="006E67E2">
        <w:rPr>
          <w:color w:val="000000"/>
        </w:rPr>
        <w:t>14.3.Регистрация за</w:t>
      </w:r>
      <w:r>
        <w:rPr>
          <w:color w:val="000000"/>
        </w:rPr>
        <w:t>явления</w:t>
      </w:r>
      <w:r w:rsidRPr="006E67E2">
        <w:rPr>
          <w:color w:val="000000"/>
        </w:rPr>
        <w:t xml:space="preserve"> заявителя о предоставлении муниципальной услуги, направленного заявителем в форме электронн</w:t>
      </w:r>
      <w:r>
        <w:rPr>
          <w:color w:val="000000"/>
        </w:rPr>
        <w:t>ого</w:t>
      </w:r>
      <w:r w:rsidRPr="006E67E2">
        <w:rPr>
          <w:color w:val="000000"/>
        </w:rPr>
        <w:t xml:space="preserve"> документ</w:t>
      </w:r>
      <w:r>
        <w:rPr>
          <w:color w:val="000000"/>
        </w:rPr>
        <w:t>а</w:t>
      </w:r>
      <w:r w:rsidRPr="006E67E2">
        <w:rPr>
          <w:color w:val="000000"/>
        </w:rPr>
        <w:t xml:space="preserve"> с использованием </w:t>
      </w:r>
      <w:r>
        <w:t>портала адресной системы</w:t>
      </w:r>
      <w:r>
        <w:rPr>
          <w:color w:val="000000"/>
        </w:rPr>
        <w:t xml:space="preserve">, Единого портала и </w:t>
      </w:r>
      <w:r w:rsidRPr="009D4089">
        <w:rPr>
          <w:color w:val="000000"/>
        </w:rPr>
        <w:t>Регионального портала</w:t>
      </w:r>
      <w:r>
        <w:rPr>
          <w:color w:val="000000"/>
        </w:rPr>
        <w:t>,</w:t>
      </w:r>
      <w:r w:rsidRPr="006E67E2">
        <w:rPr>
          <w:color w:val="000000"/>
        </w:rPr>
        <w:t xml:space="preserve"> осуществляется в день </w:t>
      </w:r>
      <w:r>
        <w:rPr>
          <w:color w:val="000000"/>
        </w:rPr>
        <w:t>его поступления в Администрацию</w:t>
      </w:r>
      <w:r w:rsidRPr="006E67E2">
        <w:rPr>
          <w:color w:val="000000"/>
        </w:rPr>
        <w:t xml:space="preserve"> либо на следующий день в случае поступления за</w:t>
      </w:r>
      <w:r>
        <w:rPr>
          <w:color w:val="000000"/>
        </w:rPr>
        <w:t>явления</w:t>
      </w:r>
      <w:r w:rsidRPr="006E67E2">
        <w:rPr>
          <w:color w:val="000000"/>
        </w:rPr>
        <w:t xml:space="preserve"> заявителя о предоставлении муниципальной услуги</w:t>
      </w:r>
      <w:r>
        <w:rPr>
          <w:color w:val="000000"/>
        </w:rPr>
        <w:t xml:space="preserve"> по окончании рабочего времени Администрации</w:t>
      </w:r>
      <w:r w:rsidRPr="006E67E2">
        <w:rPr>
          <w:color w:val="000000"/>
        </w:rPr>
        <w:t>. В случае поступления за</w:t>
      </w:r>
      <w:r>
        <w:rPr>
          <w:color w:val="000000"/>
        </w:rPr>
        <w:t>явления</w:t>
      </w:r>
      <w:r w:rsidRPr="006E67E2">
        <w:rPr>
          <w:color w:val="000000"/>
        </w:rPr>
        <w:t xml:space="preserve"> заявителя о предоставлении муниципальной услуги в выходные или нерабочие праздничные дни </w:t>
      </w:r>
      <w:r>
        <w:rPr>
          <w:color w:val="000000"/>
        </w:rPr>
        <w:t>его</w:t>
      </w:r>
      <w:r w:rsidRPr="006E67E2">
        <w:rPr>
          <w:color w:val="000000"/>
        </w:rPr>
        <w:t xml:space="preserve"> регистрация осущес</w:t>
      </w:r>
      <w:r>
        <w:rPr>
          <w:color w:val="000000"/>
        </w:rPr>
        <w:t>твляется в первый рабочий день Администрации</w:t>
      </w:r>
      <w:r w:rsidRPr="006E67E2">
        <w:rPr>
          <w:color w:val="000000"/>
        </w:rPr>
        <w:t xml:space="preserve">, следующий за выходным или нерабочим праздничным днем. </w:t>
      </w:r>
    </w:p>
    <w:p w:rsidR="00CE79F8" w:rsidRDefault="00CE79F8" w:rsidP="00063F62">
      <w:pPr>
        <w:keepNext/>
        <w:tabs>
          <w:tab w:val="num" w:pos="0"/>
        </w:tabs>
        <w:ind w:firstLine="720"/>
        <w:jc w:val="both"/>
        <w:outlineLvl w:val="3"/>
        <w:rPr>
          <w:b/>
        </w:rPr>
      </w:pPr>
      <w:r>
        <w:rPr>
          <w:b/>
          <w:iCs/>
        </w:rPr>
        <w:t>2.15.</w:t>
      </w:r>
      <w:r w:rsidRPr="00FA4692">
        <w:rPr>
          <w:b/>
        </w:rPr>
        <w:t xml:space="preserve">Требования к помещениям, в которых предоставляется муниципальная услуга, к </w:t>
      </w:r>
      <w:r>
        <w:rPr>
          <w:b/>
        </w:rPr>
        <w:t>залу</w:t>
      </w:r>
      <w:r w:rsidRPr="00FA4692">
        <w:rPr>
          <w:b/>
        </w:rPr>
        <w:t xml:space="preserve"> ожидания</w:t>
      </w:r>
      <w:r>
        <w:rPr>
          <w:b/>
        </w:rPr>
        <w:t>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CE79F8" w:rsidRPr="00FA4692" w:rsidRDefault="00CE79F8" w:rsidP="00063F62">
      <w:pPr>
        <w:ind w:firstLine="720"/>
        <w:jc w:val="both"/>
      </w:pPr>
      <w:r>
        <w:rPr>
          <w:rFonts w:cs="Times New Roman CYR"/>
          <w:color w:val="000000"/>
        </w:rPr>
        <w:t>2.15.1.</w:t>
      </w:r>
      <w:r w:rsidRPr="00FA4692">
        <w:rPr>
          <w:rFonts w:cs="Times New Roman CYR"/>
          <w:color w:val="000000"/>
        </w:rPr>
        <w:t xml:space="preserve">Рабочие кабинеты </w:t>
      </w:r>
      <w:r>
        <w:rPr>
          <w:rFonts w:cs="Times New Roman CYR"/>
          <w:color w:val="000000"/>
        </w:rPr>
        <w:t>Администрации</w:t>
      </w:r>
      <w:r w:rsidRPr="00FA4692">
        <w:rPr>
          <w:rFonts w:cs="Times New Roman CYR"/>
          <w:color w:val="000000"/>
        </w:rPr>
        <w:t xml:space="preserve"> должны соответствовать </w:t>
      </w:r>
      <w:r w:rsidRPr="00FA4692"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CE79F8" w:rsidRPr="00FA4692" w:rsidRDefault="00CE79F8" w:rsidP="00063F62">
      <w:pPr>
        <w:ind w:firstLine="720"/>
        <w:jc w:val="both"/>
      </w:pPr>
      <w:r>
        <w:t>2.15.2.</w:t>
      </w:r>
      <w:r w:rsidRPr="00FA4692">
        <w:t>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>2.15.3.</w:t>
      </w:r>
      <w:r w:rsidRPr="00FA4692">
        <w:rPr>
          <w:rFonts w:cs="Times New Roman CYR"/>
          <w:color w:val="000000"/>
        </w:rPr>
        <w:t>Требования к размещению мест ожидания: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а) </w:t>
      </w:r>
      <w:r w:rsidRPr="00FA4692">
        <w:rPr>
          <w:rFonts w:cs="Times New Roman CYR"/>
          <w:color w:val="000000"/>
        </w:rPr>
        <w:t>места ожидания должны быть оборудованы стульями (кресельными секциями) и (или) скамьями (банкетками);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б) </w:t>
      </w:r>
      <w:r w:rsidRPr="00FA4692">
        <w:rPr>
          <w:rFonts w:cs="Times New Roman CYR"/>
          <w:color w:val="000000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>2.15.4.</w:t>
      </w:r>
      <w:r w:rsidRPr="00FA4692">
        <w:rPr>
          <w:rFonts w:cs="Times New Roman CYR"/>
          <w:color w:val="000000"/>
        </w:rPr>
        <w:t>Требования к оформлению входа в здание: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а) </w:t>
      </w:r>
      <w:r w:rsidRPr="00FA4692">
        <w:rPr>
          <w:rFonts w:cs="Times New Roman CYR"/>
          <w:color w:val="000000"/>
        </w:rPr>
        <w:t>здание должно быть оборудовано удобной лестницей с поручнями для свободного доступа заявителей в помещение;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б) </w:t>
      </w:r>
      <w:r w:rsidRPr="00FA4692">
        <w:rPr>
          <w:rFonts w:cs="Times New Roman CYR"/>
          <w:color w:val="000000"/>
        </w:rPr>
        <w:t>центральный вход в здание должен быть оборудован информационной табличкой (вывеской), содержащей следующую информацию: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 w:rsidRPr="00FA4692">
        <w:rPr>
          <w:rFonts w:cs="Times New Roman CYR"/>
          <w:color w:val="000000"/>
        </w:rPr>
        <w:t xml:space="preserve">наименование </w:t>
      </w:r>
      <w:r>
        <w:rPr>
          <w:rFonts w:cs="Times New Roman CYR"/>
          <w:color w:val="000000"/>
        </w:rPr>
        <w:t>Администрации</w:t>
      </w:r>
      <w:r w:rsidRPr="00FA4692">
        <w:rPr>
          <w:rFonts w:cs="Times New Roman CYR"/>
          <w:color w:val="000000"/>
        </w:rPr>
        <w:t>;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 w:rsidRPr="00FA4692">
        <w:rPr>
          <w:rFonts w:cs="Times New Roman CYR"/>
          <w:color w:val="000000"/>
        </w:rPr>
        <w:t>режим работы;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в) </w:t>
      </w:r>
      <w:r w:rsidRPr="00FA4692">
        <w:rPr>
          <w:rFonts w:cs="Times New Roman CYR"/>
          <w:color w:val="000000"/>
        </w:rPr>
        <w:t>вход и выход из здания оборудуются соответствующими указателями;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г) </w:t>
      </w:r>
      <w:r w:rsidRPr="00FA4692">
        <w:rPr>
          <w:rFonts w:cs="Times New Roman CYR"/>
          <w:color w:val="000000"/>
        </w:rPr>
        <w:t xml:space="preserve">информационные таблички должны размещаться рядом с входом либо на двери входа так, чтобы их хорошо видели посетители; 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д) </w:t>
      </w:r>
      <w:r w:rsidRPr="00FA4692">
        <w:rPr>
          <w:rFonts w:cs="Times New Roman CYR"/>
          <w:color w:val="000000"/>
        </w:rPr>
        <w:t>фасад здания (строения) должен быть обору</w:t>
      </w:r>
      <w:r>
        <w:rPr>
          <w:rFonts w:cs="Times New Roman CYR"/>
          <w:color w:val="000000"/>
        </w:rPr>
        <w:t>дован осветительными приборами;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е) </w:t>
      </w:r>
      <w:r w:rsidRPr="00FA4692">
        <w:rPr>
          <w:rFonts w:cs="Times New Roman CYR"/>
          <w:color w:val="000000"/>
        </w:rPr>
        <w:t>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>2.15.5.</w:t>
      </w:r>
      <w:r w:rsidRPr="00FA4692">
        <w:rPr>
          <w:rFonts w:cs="Times New Roman CYR"/>
          <w:color w:val="000000"/>
        </w:rPr>
        <w:t>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</w:t>
      </w:r>
      <w:r w:rsidRPr="00FA4692">
        <w:rPr>
          <w:color w:val="000000"/>
        </w:rPr>
        <w:t xml:space="preserve"> которые </w:t>
      </w:r>
      <w:r w:rsidRPr="00FA4692">
        <w:rPr>
          <w:rFonts w:cs="Times New Roman CYR"/>
          <w:color w:val="000000"/>
        </w:rPr>
        <w:t>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CE79F8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>2.15.6.</w:t>
      </w:r>
      <w:r w:rsidRPr="00FA4692">
        <w:rPr>
          <w:rFonts w:cs="Times New Roman CYR"/>
          <w:color w:val="000000"/>
        </w:rPr>
        <w:t>Требования к местам приема заявителей: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а) </w:t>
      </w:r>
      <w:r w:rsidRPr="00FA4692">
        <w:rPr>
          <w:rFonts w:cs="Times New Roman CYR"/>
          <w:color w:val="000000"/>
        </w:rPr>
        <w:t>кабинеты приема заявителей должны быть оборудованы информационными табличками с указанием: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 w:rsidRPr="00FA4692">
        <w:rPr>
          <w:rFonts w:cs="Times New Roman CYR"/>
          <w:color w:val="000000"/>
        </w:rPr>
        <w:t>номера кабинета;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 w:rsidRPr="00FA4692">
        <w:rPr>
          <w:rFonts w:cs="Times New Roman CYR"/>
          <w:color w:val="000000"/>
        </w:rPr>
        <w:t>фамилии, имени, отчества и должности специалиста, осуществляющего предоставление муниципальной услуги;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 w:rsidRPr="00FA4692">
        <w:rPr>
          <w:rFonts w:cs="Times New Roman CYR"/>
          <w:color w:val="000000"/>
        </w:rPr>
        <w:t>времени перерыва на обед;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б) </w:t>
      </w:r>
      <w:r w:rsidRPr="00FA4692">
        <w:rPr>
          <w:rFonts w:cs="Times New Roman CYR"/>
          <w:color w:val="000000"/>
        </w:rPr>
        <w:t>р</w:t>
      </w:r>
      <w:r>
        <w:rPr>
          <w:rFonts w:cs="Times New Roman CYR"/>
          <w:color w:val="000000"/>
        </w:rPr>
        <w:t>абочее место должностного лица Администрации</w:t>
      </w:r>
      <w:r w:rsidRPr="00FA4692">
        <w:rPr>
          <w:rFonts w:cs="Times New Roman CYR"/>
          <w:color w:val="000000"/>
        </w:rPr>
        <w:t xml:space="preserve"> должно обеспечивать ему возможность свободного входа и выхода из помещения при необходимости;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 CYR"/>
          <w:color w:val="000000"/>
        </w:rPr>
      </w:pPr>
      <w:r>
        <w:rPr>
          <w:rFonts w:cs="Times New Roman CYR"/>
          <w:color w:val="000000"/>
        </w:rPr>
        <w:t xml:space="preserve">в) </w:t>
      </w:r>
      <w:r w:rsidRPr="00FA4692">
        <w:rPr>
          <w:rFonts w:cs="Times New Roman CYR"/>
          <w:color w:val="000000"/>
        </w:rPr>
        <w:t>место для приема заявителя должно быть снабжено стулом, иметь место для письма и раскладки документов.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2.15.7. </w:t>
      </w:r>
      <w:r w:rsidRPr="00FA4692">
        <w:t xml:space="preserve">В целях обеспечения конфиденциальности сведений о заявителе одним должностным лицом одновременно ведется прием только одного заявителя. </w:t>
      </w:r>
    </w:p>
    <w:p w:rsidR="00CE79F8" w:rsidRPr="0065721A" w:rsidRDefault="00CE79F8" w:rsidP="00656EA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5721A">
        <w:rPr>
          <w:rFonts w:ascii="Times New Roman" w:hAnsi="Times New Roman" w:cs="Times New Roman"/>
          <w:sz w:val="24"/>
          <w:szCs w:val="24"/>
        </w:rPr>
        <w:t xml:space="preserve">2.15.8. </w:t>
      </w:r>
      <w:r w:rsidRPr="0065721A">
        <w:rPr>
          <w:rFonts w:ascii="Times New Roman" w:hAnsi="Times New Roman" w:cs="Times New Roman"/>
          <w:sz w:val="24"/>
          <w:szCs w:val="24"/>
          <w:lang w:eastAsia="en-US"/>
        </w:rPr>
        <w:t>Требования к обеспечению доступности для инвалидов к зданиям (объектам) предоставления муниципальной услуги.</w:t>
      </w:r>
    </w:p>
    <w:p w:rsidR="00CE79F8" w:rsidRPr="0065721A" w:rsidRDefault="00CE79F8" w:rsidP="00656EA4">
      <w:pPr>
        <w:autoSpaceDE w:val="0"/>
        <w:autoSpaceDN w:val="0"/>
        <w:adjustRightInd w:val="0"/>
        <w:ind w:firstLine="372"/>
        <w:jc w:val="both"/>
        <w:rPr>
          <w:lang w:eastAsia="en-US"/>
        </w:rPr>
      </w:pPr>
      <w:r w:rsidRPr="0065721A">
        <w:rPr>
          <w:rStyle w:val="Strong"/>
          <w:b w:val="0"/>
        </w:rPr>
        <w:t>В помещениях, выделенных для предоставления муниципальной услуги,</w:t>
      </w:r>
      <w:r w:rsidRPr="0065721A">
        <w:rPr>
          <w:rStyle w:val="Strong"/>
        </w:rPr>
        <w:t xml:space="preserve"> </w:t>
      </w:r>
      <w:r w:rsidRPr="0065721A">
        <w:rPr>
          <w:lang w:eastAsia="en-US"/>
        </w:rPr>
        <w:t>обеспечивают инвалидам, включая инвалидов, использующих кресла-коляски и собак-проводников:</w:t>
      </w:r>
    </w:p>
    <w:p w:rsidR="00CE79F8" w:rsidRPr="0065721A" w:rsidRDefault="00CE79F8" w:rsidP="0065721A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721A">
        <w:rPr>
          <w:rFonts w:ascii="Times New Roman" w:hAnsi="Times New Roman"/>
          <w:sz w:val="24"/>
          <w:szCs w:val="24"/>
          <w:lang w:eastAsia="en-US"/>
        </w:rPr>
        <w:t>- условия для беспрепятственного доступа к объектам и предоставляемой в них муниципальной услуги (оборудуются пандусами, специальными ограждениями и перилами, обеспечивающими беспрепятственное передвижение и др.);</w:t>
      </w:r>
    </w:p>
    <w:p w:rsidR="00CE79F8" w:rsidRPr="0065721A" w:rsidRDefault="00CE79F8" w:rsidP="0065721A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721A">
        <w:rPr>
          <w:rFonts w:ascii="Times New Roman" w:hAnsi="Times New Roman"/>
          <w:sz w:val="24"/>
          <w:szCs w:val="24"/>
          <w:lang w:eastAsia="en-US"/>
        </w:rPr>
        <w:t>- возможность самостоятельного или с помощью специалистов Администрации Боровёнковского сельского поселения, передвижения по территории, на которой расположены объекты, входа в такие объекты и выхода из них;</w:t>
      </w:r>
    </w:p>
    <w:p w:rsidR="00CE79F8" w:rsidRPr="0065721A" w:rsidRDefault="00CE79F8" w:rsidP="0065721A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65721A">
        <w:rPr>
          <w:rFonts w:ascii="Times New Roman" w:hAnsi="Times New Roman"/>
          <w:sz w:val="24"/>
          <w:szCs w:val="24"/>
          <w:lang w:eastAsia="en-US"/>
        </w:rPr>
        <w:t>- возможность посадки в транспортное средство и высадки из него перед входом на объекты, в том числе с использованием кресла-коляски и при необходимости с помощью специалистов Администрации Боровёнковского сельского поселения;</w:t>
      </w:r>
      <w:r w:rsidRPr="0065721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CE79F8" w:rsidRPr="0065721A" w:rsidRDefault="00CE79F8" w:rsidP="0065721A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721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- </w:t>
      </w:r>
      <w:r w:rsidRPr="0065721A">
        <w:rPr>
          <w:rFonts w:ascii="Times New Roman" w:hAnsi="Times New Roman"/>
          <w:sz w:val="24"/>
          <w:szCs w:val="24"/>
          <w:lang w:eastAsia="en-US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объектах;</w:t>
      </w:r>
    </w:p>
    <w:p w:rsidR="00CE79F8" w:rsidRPr="0065721A" w:rsidRDefault="00CE79F8" w:rsidP="0065721A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721A">
        <w:rPr>
          <w:rFonts w:ascii="Times New Roman" w:hAnsi="Times New Roman"/>
          <w:sz w:val="24"/>
          <w:szCs w:val="24"/>
          <w:lang w:eastAsia="en-US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и муниципальной услуге с учетом ограничений их жизнедеятельности;</w:t>
      </w:r>
    </w:p>
    <w:p w:rsidR="00CE79F8" w:rsidRPr="0065721A" w:rsidRDefault="00CE79F8" w:rsidP="0065721A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721A">
        <w:rPr>
          <w:rFonts w:ascii="Times New Roman" w:hAnsi="Times New Roman"/>
          <w:sz w:val="24"/>
          <w:szCs w:val="24"/>
          <w:lang w:eastAsia="en-US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CE79F8" w:rsidRPr="0065721A" w:rsidRDefault="00CE79F8" w:rsidP="0065721A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721A">
        <w:rPr>
          <w:rFonts w:ascii="Times New Roman" w:hAnsi="Times New Roman"/>
          <w:sz w:val="24"/>
          <w:szCs w:val="24"/>
          <w:lang w:eastAsia="en-US"/>
        </w:rPr>
        <w:t>- допуск на объекты собаки-проводника при наличии документа, подтверждающего ее специальное обучение;</w:t>
      </w:r>
    </w:p>
    <w:p w:rsidR="00CE79F8" w:rsidRPr="0065721A" w:rsidRDefault="00CE79F8" w:rsidP="0065721A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721A">
        <w:rPr>
          <w:rFonts w:ascii="Times New Roman" w:hAnsi="Times New Roman"/>
          <w:sz w:val="24"/>
          <w:szCs w:val="24"/>
          <w:lang w:eastAsia="en-US"/>
        </w:rPr>
        <w:t>- оказание специалистами, предоставляющими муниципальные услуги, иной необходимой инвалидам помощи в преодолении барьеров, мешающих получению ими муниципальных услуг и использованию объектов наравне с другими лицами.</w:t>
      </w:r>
    </w:p>
    <w:p w:rsidR="00CE79F8" w:rsidRPr="0065721A" w:rsidRDefault="00CE79F8" w:rsidP="0065721A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721A">
        <w:rPr>
          <w:rFonts w:ascii="Times New Roman" w:hAnsi="Times New Roman"/>
          <w:sz w:val="24"/>
          <w:szCs w:val="24"/>
          <w:lang w:eastAsia="en-US"/>
        </w:rPr>
        <w:t>- на территории, прилегающей к зданию администрации, оборудуются места для парковки автотранспортных средств.</w:t>
      </w:r>
    </w:p>
    <w:p w:rsidR="00CE79F8" w:rsidRPr="0065721A" w:rsidRDefault="00CE79F8" w:rsidP="0065721A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721A">
        <w:rPr>
          <w:rFonts w:ascii="Times New Roman" w:hAnsi="Times New Roman"/>
          <w:sz w:val="24"/>
          <w:szCs w:val="24"/>
          <w:lang w:eastAsia="en-US"/>
        </w:rPr>
        <w:t>- на стоянке автотранспортных средств выделяется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средства.</w:t>
      </w:r>
    </w:p>
    <w:p w:rsidR="00CE79F8" w:rsidRPr="0065721A" w:rsidRDefault="00CE79F8" w:rsidP="0065721A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721A">
        <w:rPr>
          <w:rFonts w:ascii="Times New Roman" w:hAnsi="Times New Roman"/>
          <w:sz w:val="24"/>
          <w:szCs w:val="24"/>
          <w:lang w:eastAsia="en-US"/>
        </w:rPr>
        <w:t>-доступ заявителей к парковочным местам является бесплатным.</w:t>
      </w:r>
    </w:p>
    <w:p w:rsidR="00CE79F8" w:rsidRPr="0065721A" w:rsidRDefault="00CE79F8" w:rsidP="00656E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5721A">
        <w:rPr>
          <w:rFonts w:ascii="Times New Roman" w:hAnsi="Times New Roman"/>
          <w:sz w:val="24"/>
          <w:szCs w:val="24"/>
          <w:lang w:eastAsia="en-US"/>
        </w:rPr>
        <w:t>В случаях, если существующие здания (объекты) предоставления муниципальной услуги невозможно до их реконструкции или капитального ремонта полностью приспособить с учетом потребностей инвалидов, органам местного самоуправления, предоставляющим муниципальную услугу, следует предпринять согласованные с одним из общественных объединений инвалидов, осуществляющих свою деятельность на соответствующей территории, все необходимые меры для обеспечения доступа инвалидов к месту предоставления муниципальной услуги либо, когда это возможно, обеспечить её предоставление по месту жительства инвалида или в дистанционном режиме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CE79F8" w:rsidRDefault="00CE79F8" w:rsidP="0065721A">
      <w:pPr>
        <w:ind w:firstLine="708"/>
        <w:jc w:val="both"/>
        <w:rPr>
          <w:b/>
        </w:rPr>
      </w:pPr>
      <w:r w:rsidRPr="00F51BDA">
        <w:rPr>
          <w:b/>
        </w:rPr>
        <w:t>2.16.</w:t>
      </w:r>
      <w:r>
        <w:rPr>
          <w:b/>
        </w:rPr>
        <w:t xml:space="preserve"> </w:t>
      </w:r>
      <w:r w:rsidRPr="00F51BDA">
        <w:rPr>
          <w:b/>
        </w:rPr>
        <w:t>Показатели доступности и качества пред</w:t>
      </w:r>
      <w:r>
        <w:rPr>
          <w:b/>
        </w:rPr>
        <w:t>оставления муниципальной услуги</w:t>
      </w:r>
    </w:p>
    <w:p w:rsidR="00CE79F8" w:rsidRPr="00ED3E16" w:rsidRDefault="00CE79F8" w:rsidP="00ED3E16">
      <w:pPr>
        <w:ind w:firstLine="708"/>
        <w:jc w:val="both"/>
        <w:rPr>
          <w:b/>
        </w:rPr>
      </w:pPr>
      <w:r w:rsidRPr="00F51BDA">
        <w:rPr>
          <w:b/>
        </w:rPr>
        <w:t xml:space="preserve"> </w:t>
      </w:r>
      <w:r>
        <w:rPr>
          <w:bCs/>
        </w:rPr>
        <w:t>2.</w:t>
      </w:r>
      <w:r w:rsidRPr="006E67E2">
        <w:rPr>
          <w:bCs/>
        </w:rPr>
        <w:t>16.1.</w:t>
      </w:r>
      <w:r>
        <w:rPr>
          <w:bCs/>
        </w:rPr>
        <w:t xml:space="preserve"> </w:t>
      </w:r>
      <w:r w:rsidRPr="006E67E2">
        <w:rPr>
          <w:bCs/>
        </w:rPr>
        <w:t xml:space="preserve">Показателем качества и доступности муниципальной услуги является </w:t>
      </w:r>
      <w:r w:rsidRPr="006E67E2"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CE79F8" w:rsidRPr="006E67E2" w:rsidRDefault="00CE79F8" w:rsidP="00063F62">
      <w:pPr>
        <w:ind w:firstLine="720"/>
        <w:jc w:val="both"/>
        <w:rPr>
          <w:color w:val="000000"/>
        </w:rPr>
      </w:pPr>
      <w:r w:rsidRPr="00890402">
        <w:t>2.16</w:t>
      </w:r>
      <w:r w:rsidRPr="006E67E2">
        <w:rPr>
          <w:color w:val="000000"/>
        </w:rPr>
        <w:t>.2.</w:t>
      </w:r>
      <w:r>
        <w:rPr>
          <w:color w:val="000000"/>
        </w:rPr>
        <w:t xml:space="preserve"> </w:t>
      </w:r>
      <w:r w:rsidRPr="006E67E2">
        <w:rPr>
          <w:color w:val="000000"/>
        </w:rPr>
        <w:t xml:space="preserve">Показатели доступности муниципальной услуги: </w:t>
      </w:r>
    </w:p>
    <w:p w:rsidR="00CE79F8" w:rsidRPr="006E67E2" w:rsidRDefault="00CE79F8" w:rsidP="00063F62">
      <w:pPr>
        <w:ind w:firstLine="720"/>
        <w:jc w:val="both"/>
        <w:rPr>
          <w:color w:val="000000"/>
        </w:rPr>
      </w:pPr>
      <w:r>
        <w:rPr>
          <w:color w:val="000000"/>
        </w:rPr>
        <w:t>н</w:t>
      </w:r>
      <w:r w:rsidRPr="006E67E2">
        <w:rPr>
          <w:color w:val="000000"/>
        </w:rPr>
        <w:t xml:space="preserve">аличие административного регламента предоставления муниципальной услуги; </w:t>
      </w:r>
    </w:p>
    <w:p w:rsidR="00CE79F8" w:rsidRDefault="00CE79F8" w:rsidP="00063F62">
      <w:pPr>
        <w:ind w:firstLine="720"/>
        <w:jc w:val="both"/>
        <w:rPr>
          <w:color w:val="000000"/>
        </w:rPr>
      </w:pPr>
      <w:r w:rsidRPr="006E67E2">
        <w:rPr>
          <w:color w:val="000000"/>
        </w:rPr>
        <w:t>наличие информации об оказании муниципальной услуги в средствах массовой информации, общедоступных местах, на стендах в Администрации;</w:t>
      </w:r>
      <w:r w:rsidRPr="006E67E2">
        <w:rPr>
          <w:color w:val="000000"/>
        </w:rPr>
        <w:tab/>
      </w:r>
    </w:p>
    <w:p w:rsidR="00CE79F8" w:rsidRPr="006E67E2" w:rsidRDefault="00CE79F8" w:rsidP="00063F62">
      <w:pPr>
        <w:ind w:firstLine="720"/>
        <w:jc w:val="both"/>
        <w:rPr>
          <w:color w:val="000000"/>
        </w:rPr>
      </w:pPr>
      <w:r w:rsidRPr="006E67E2">
        <w:rPr>
          <w:color w:val="000000"/>
        </w:rPr>
        <w:t xml:space="preserve">обеспечение предоставления муниципальной услуги с использованием </w:t>
      </w:r>
      <w:r>
        <w:rPr>
          <w:color w:val="000000"/>
        </w:rPr>
        <w:t>Р</w:t>
      </w:r>
      <w:r w:rsidRPr="006E67E2">
        <w:rPr>
          <w:color w:val="000000"/>
        </w:rPr>
        <w:t>егионально</w:t>
      </w:r>
      <w:r>
        <w:rPr>
          <w:color w:val="000000"/>
        </w:rPr>
        <w:t>го портала</w:t>
      </w:r>
      <w:r w:rsidRPr="006E67E2">
        <w:rPr>
          <w:color w:val="000000"/>
        </w:rPr>
        <w:t>;</w:t>
      </w:r>
    </w:p>
    <w:p w:rsidR="00CE79F8" w:rsidRPr="006E67E2" w:rsidRDefault="00CE79F8" w:rsidP="00063F62">
      <w:pPr>
        <w:ind w:firstLine="720"/>
        <w:jc w:val="both"/>
        <w:rPr>
          <w:color w:val="000000"/>
        </w:rPr>
      </w:pPr>
      <w:r w:rsidRPr="006E67E2">
        <w:rPr>
          <w:color w:val="000000"/>
        </w:rPr>
        <w:t>обеспечение предоставления муниципальной услу</w:t>
      </w:r>
      <w:r>
        <w:rPr>
          <w:color w:val="000000"/>
        </w:rPr>
        <w:t xml:space="preserve">ги с использованием </w:t>
      </w:r>
      <w:r w:rsidRPr="006E67E2">
        <w:rPr>
          <w:color w:val="000000"/>
        </w:rPr>
        <w:t>Един</w:t>
      </w:r>
      <w:r>
        <w:rPr>
          <w:color w:val="000000"/>
        </w:rPr>
        <w:t>ого</w:t>
      </w:r>
      <w:r w:rsidRPr="006E67E2">
        <w:rPr>
          <w:color w:val="000000"/>
        </w:rPr>
        <w:t xml:space="preserve"> портал</w:t>
      </w:r>
      <w:r>
        <w:rPr>
          <w:color w:val="000000"/>
        </w:rPr>
        <w:t>а.</w:t>
      </w:r>
    </w:p>
    <w:p w:rsidR="00CE79F8" w:rsidRPr="006E67E2" w:rsidRDefault="00CE79F8" w:rsidP="00063F62">
      <w:pPr>
        <w:ind w:firstLine="720"/>
        <w:jc w:val="both"/>
      </w:pPr>
      <w:r>
        <w:t>2.</w:t>
      </w:r>
      <w:r w:rsidRPr="006E67E2">
        <w:t>16.3.</w:t>
      </w:r>
      <w:r>
        <w:t xml:space="preserve"> </w:t>
      </w:r>
      <w:r w:rsidRPr="006E67E2">
        <w:t>Показателями качества предоставления муниципальной услуги являются:</w:t>
      </w:r>
    </w:p>
    <w:p w:rsidR="00CE79F8" w:rsidRPr="006E67E2" w:rsidRDefault="00CE79F8" w:rsidP="00063F62">
      <w:pPr>
        <w:ind w:firstLine="720"/>
        <w:jc w:val="both"/>
      </w:pPr>
      <w:r w:rsidRPr="006E67E2">
        <w:t>степень удовлетворенности граждан качеством и доступностью муниципальной услуги;</w:t>
      </w:r>
    </w:p>
    <w:p w:rsidR="00CE79F8" w:rsidRPr="006E67E2" w:rsidRDefault="00CE79F8" w:rsidP="00063F62">
      <w:pPr>
        <w:ind w:firstLine="720"/>
        <w:jc w:val="both"/>
      </w:pPr>
      <w:r w:rsidRPr="006E67E2">
        <w:t>соответствие предоставляемой муниципальной услуги требованиям настоящего Административного регламента;</w:t>
      </w:r>
    </w:p>
    <w:p w:rsidR="00CE79F8" w:rsidRPr="006E67E2" w:rsidRDefault="00CE79F8" w:rsidP="00063F62">
      <w:pPr>
        <w:ind w:firstLine="720"/>
        <w:jc w:val="both"/>
      </w:pPr>
      <w:r w:rsidRPr="006E67E2">
        <w:t>соблюдение сроков предоставления муниципальной услуги;</w:t>
      </w:r>
    </w:p>
    <w:p w:rsidR="00CE79F8" w:rsidRPr="006E67E2" w:rsidRDefault="00CE79F8" w:rsidP="00063F62">
      <w:pPr>
        <w:ind w:firstLine="720"/>
        <w:jc w:val="both"/>
      </w:pPr>
      <w:r w:rsidRPr="006E67E2">
        <w:t>количество обоснованных жалоб;</w:t>
      </w:r>
    </w:p>
    <w:p w:rsidR="00CE79F8" w:rsidRPr="006E67E2" w:rsidRDefault="00CE79F8" w:rsidP="00063F62">
      <w:pPr>
        <w:ind w:firstLine="720"/>
        <w:jc w:val="both"/>
      </w:pPr>
      <w:r w:rsidRPr="006E67E2">
        <w:t>регистрация, учет и анализ жа</w:t>
      </w:r>
      <w:r>
        <w:t>лоб и обращений в Администрации.</w:t>
      </w:r>
    </w:p>
    <w:p w:rsidR="00CE79F8" w:rsidRPr="00F51BDA" w:rsidRDefault="00CE79F8" w:rsidP="00063F62">
      <w:pPr>
        <w:ind w:firstLine="720"/>
        <w:jc w:val="both"/>
        <w:rPr>
          <w:b/>
        </w:rPr>
      </w:pPr>
      <w:r w:rsidRPr="00F51BDA">
        <w:rPr>
          <w:b/>
        </w:rPr>
        <w:t>2.17.</w:t>
      </w:r>
      <w:r>
        <w:rPr>
          <w:b/>
        </w:rPr>
        <w:t xml:space="preserve"> </w:t>
      </w:r>
      <w:r w:rsidRPr="00F51BDA">
        <w:rPr>
          <w:b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CE79F8" w:rsidRPr="00FA4692" w:rsidRDefault="00CE79F8" w:rsidP="00063F62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2.17.1. </w:t>
      </w:r>
      <w:r w:rsidRPr="00FA4692">
        <w:t xml:space="preserve">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</w:t>
      </w:r>
      <w:r>
        <w:rPr>
          <w:color w:val="000000"/>
        </w:rPr>
        <w:t>Р</w:t>
      </w:r>
      <w:r w:rsidRPr="006E67E2">
        <w:rPr>
          <w:color w:val="000000"/>
        </w:rPr>
        <w:t>егионально</w:t>
      </w:r>
      <w:r>
        <w:rPr>
          <w:color w:val="000000"/>
        </w:rPr>
        <w:t>го портала</w:t>
      </w:r>
      <w:r w:rsidRPr="00FA4692">
        <w:t>.</w:t>
      </w:r>
    </w:p>
    <w:p w:rsidR="00CE79F8" w:rsidRPr="00FA4692" w:rsidRDefault="00CE79F8" w:rsidP="00063F62">
      <w:pPr>
        <w:keepNext/>
        <w:tabs>
          <w:tab w:val="num" w:pos="0"/>
        </w:tabs>
        <w:ind w:firstLine="720"/>
        <w:jc w:val="both"/>
        <w:outlineLvl w:val="3"/>
      </w:pPr>
      <w:r>
        <w:t xml:space="preserve">2.17.2. </w:t>
      </w:r>
      <w:r w:rsidRPr="00FA4692">
        <w:t>Прием документов на предоставление муниципальной услуги и выдача результата муниципальной услуги может осуществляться в МФЦ на основа</w:t>
      </w:r>
      <w:r>
        <w:t xml:space="preserve">нии заключенного Соглашения </w:t>
      </w:r>
      <w:r w:rsidRPr="00FA4692">
        <w:t xml:space="preserve">о взаимодействии </w:t>
      </w:r>
      <w:r>
        <w:t>между Администрацией</w:t>
      </w:r>
      <w:r w:rsidRPr="00FA4692">
        <w:t xml:space="preserve"> </w:t>
      </w:r>
      <w:r>
        <w:t>и</w:t>
      </w:r>
      <w:r w:rsidRPr="00FA4692">
        <w:t xml:space="preserve">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rPr>
          <w:color w:val="000000"/>
        </w:rPr>
        <w:t>2.</w:t>
      </w:r>
      <w:r w:rsidRPr="006E67E2">
        <w:rPr>
          <w:color w:val="000000"/>
        </w:rPr>
        <w:t>17.3.</w:t>
      </w:r>
      <w:r>
        <w:rPr>
          <w:color w:val="000000"/>
        </w:rPr>
        <w:t xml:space="preserve"> </w:t>
      </w:r>
      <w:r>
        <w:t>При обращении в электронной форме за предоставлением муниципальной услуги заявление и каждый прилагаемый к нему документ в электронном виде подписываются усиленной квалифицированной электронной подписью заявителя при заполнении электронной формы на Едином портале, Региональном портале, портале адресной системы.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Перечень классов средств электронной подписи, которые допускаются к использованию при обращении за предоставлением муниципальной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муниципальной услуги.</w:t>
      </w:r>
    </w:p>
    <w:p w:rsidR="00CE79F8" w:rsidRPr="004010C6" w:rsidRDefault="00CE79F8" w:rsidP="00063F62">
      <w:pPr>
        <w:autoSpaceDE w:val="0"/>
        <w:autoSpaceDN w:val="0"/>
        <w:adjustRightInd w:val="0"/>
        <w:ind w:firstLine="720"/>
        <w:jc w:val="both"/>
      </w:pPr>
      <w:r>
        <w:t xml:space="preserve">Для использования квалифицированной подписи при обращении за получением муниципальной услуги заявителю необходимо </w:t>
      </w:r>
      <w:r w:rsidRPr="004010C6">
        <w:t xml:space="preserve">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27" w:history="1">
        <w:r w:rsidRPr="004010C6">
          <w:t>законом</w:t>
        </w:r>
      </w:hyperlink>
      <w:r w:rsidRPr="004010C6">
        <w:t xml:space="preserve"> от 6 апреля 2011 г. </w:t>
      </w:r>
      <w:r>
        <w:t>№ 63-ФЗ «</w:t>
      </w:r>
      <w:r w:rsidRPr="004010C6">
        <w:t>Об электронной подписи</w:t>
      </w:r>
      <w:r>
        <w:t>»</w:t>
      </w:r>
      <w:r w:rsidRPr="004010C6">
        <w:t>.</w:t>
      </w:r>
    </w:p>
    <w:p w:rsidR="00CE79F8" w:rsidRPr="00037E02" w:rsidRDefault="00CE79F8" w:rsidP="00063F62">
      <w:pPr>
        <w:autoSpaceDE w:val="0"/>
        <w:autoSpaceDN w:val="0"/>
        <w:adjustRightInd w:val="0"/>
        <w:ind w:firstLine="720"/>
        <w:jc w:val="both"/>
        <w:rPr>
          <w:shd w:val="clear" w:color="auto" w:fill="FFFFFF"/>
        </w:rPr>
      </w:pPr>
      <w:r w:rsidRPr="00037E02">
        <w:rPr>
          <w:color w:val="000000"/>
          <w:shd w:val="clear" w:color="auto" w:fill="FFFFFF"/>
        </w:rPr>
        <w:t>2.17.4.</w:t>
      </w:r>
      <w:r>
        <w:rPr>
          <w:color w:val="000000"/>
          <w:shd w:val="clear" w:color="auto" w:fill="FFFFFF"/>
        </w:rPr>
        <w:t xml:space="preserve"> </w:t>
      </w:r>
      <w:r w:rsidRPr="00037E02">
        <w:rPr>
          <w:shd w:val="clear" w:color="auto" w:fill="FFFFFF"/>
        </w:rPr>
        <w:t xml:space="preserve">Муниципальная услуга предоставляется в МФЦ </w:t>
      </w:r>
      <w:r>
        <w:rPr>
          <w:shd w:val="clear" w:color="auto" w:fill="FFFFFF"/>
        </w:rPr>
        <w:t>по месту нахождения объекта адресации.</w:t>
      </w:r>
    </w:p>
    <w:p w:rsidR="00CE79F8" w:rsidRDefault="00CE79F8" w:rsidP="002019CE">
      <w:pPr>
        <w:pStyle w:val="NoSpacing"/>
        <w:jc w:val="center"/>
        <w:rPr>
          <w:b/>
          <w:bCs/>
        </w:rPr>
      </w:pPr>
      <w:r>
        <w:rPr>
          <w:b/>
          <w:lang w:val="en-US"/>
        </w:rPr>
        <w:t>III</w:t>
      </w:r>
      <w:r>
        <w:rPr>
          <w:b/>
        </w:rPr>
        <w:t>.</w:t>
      </w:r>
      <w:r>
        <w:rPr>
          <w:b/>
          <w:bCs/>
        </w:rPr>
        <w:t xml:space="preserve"> Административные процедуры.</w:t>
      </w:r>
    </w:p>
    <w:p w:rsidR="00CE79F8" w:rsidRPr="00FA4692" w:rsidRDefault="00CE79F8" w:rsidP="00063F62">
      <w:pPr>
        <w:autoSpaceDE w:val="0"/>
        <w:autoSpaceDN w:val="0"/>
        <w:adjustRightInd w:val="0"/>
        <w:ind w:firstLine="720"/>
        <w:jc w:val="both"/>
        <w:outlineLvl w:val="2"/>
        <w:rPr>
          <w:b/>
        </w:rPr>
      </w:pPr>
      <w:r>
        <w:rPr>
          <w:b/>
        </w:rPr>
        <w:t xml:space="preserve">3.1. </w:t>
      </w:r>
      <w:r w:rsidRPr="00FA4692">
        <w:rPr>
          <w:b/>
        </w:rPr>
        <w:t>Исчерпывающий перечень администра</w:t>
      </w:r>
      <w:r>
        <w:rPr>
          <w:b/>
        </w:rPr>
        <w:t>тивных процедур.</w:t>
      </w:r>
    </w:p>
    <w:p w:rsidR="00CE79F8" w:rsidRPr="00FA4692" w:rsidRDefault="00CE79F8" w:rsidP="00063F62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3.1.1. </w:t>
      </w:r>
      <w:r w:rsidRPr="00FA4692">
        <w:t>Организация предоставления муниципальной услуги включает в себя следующие административные процедуры: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прием и </w:t>
      </w:r>
      <w:r w:rsidRPr="00FA4692">
        <w:t>регистрация заявления</w:t>
      </w:r>
      <w:r>
        <w:t xml:space="preserve"> и документов</w:t>
      </w:r>
      <w:r w:rsidRPr="00FA4692">
        <w:t xml:space="preserve"> в </w:t>
      </w:r>
      <w:r>
        <w:t>Администрации, направление (выдача) заявителю расписки в получении заявления и документов</w:t>
      </w:r>
      <w:r w:rsidRPr="00FA4692">
        <w:t>;</w:t>
      </w:r>
    </w:p>
    <w:p w:rsidR="00CE79F8" w:rsidRPr="00FA4692" w:rsidRDefault="00CE79F8" w:rsidP="00063F62">
      <w:pPr>
        <w:autoSpaceDE w:val="0"/>
        <w:autoSpaceDN w:val="0"/>
        <w:adjustRightInd w:val="0"/>
        <w:ind w:firstLine="720"/>
        <w:jc w:val="both"/>
        <w:outlineLvl w:val="2"/>
      </w:pPr>
      <w:r>
        <w:t>рассмотрение заявления в Администрации;</w:t>
      </w:r>
    </w:p>
    <w:p w:rsidR="00CE79F8" w:rsidRPr="00FA4692" w:rsidRDefault="00CE79F8" w:rsidP="00063F62">
      <w:pPr>
        <w:autoSpaceDE w:val="0"/>
        <w:autoSpaceDN w:val="0"/>
        <w:adjustRightInd w:val="0"/>
        <w:ind w:firstLine="720"/>
        <w:jc w:val="both"/>
        <w:outlineLvl w:val="2"/>
      </w:pPr>
      <w:r w:rsidRPr="00FA4692">
        <w:t>формирование и направление межведомственных запросов;</w:t>
      </w:r>
    </w:p>
    <w:p w:rsidR="00CE79F8" w:rsidRPr="00FA4692" w:rsidRDefault="00CE79F8" w:rsidP="00063F62">
      <w:pPr>
        <w:pStyle w:val="NoSpacing"/>
        <w:ind w:firstLine="720"/>
        <w:jc w:val="both"/>
        <w:rPr>
          <w:bCs/>
        </w:rPr>
      </w:pPr>
      <w:r w:rsidRPr="00FA4692">
        <w:t xml:space="preserve">подготовка </w:t>
      </w:r>
      <w:r w:rsidRPr="00FA4692">
        <w:rPr>
          <w:bCs/>
        </w:rPr>
        <w:t>постановления о пред</w:t>
      </w:r>
      <w:r>
        <w:rPr>
          <w:bCs/>
        </w:rPr>
        <w:t>оставлении муниципальной услуги</w:t>
      </w:r>
      <w:r w:rsidRPr="00FA4692">
        <w:rPr>
          <w:bCs/>
        </w:rPr>
        <w:t xml:space="preserve"> либо </w:t>
      </w:r>
      <w:r>
        <w:rPr>
          <w:bCs/>
        </w:rPr>
        <w:t>решения</w:t>
      </w:r>
      <w:r w:rsidRPr="00FA4692">
        <w:rPr>
          <w:bCs/>
        </w:rPr>
        <w:t xml:space="preserve"> об отказе в предоставлении муниципальной услуги</w:t>
      </w:r>
      <w:r>
        <w:rPr>
          <w:bCs/>
        </w:rPr>
        <w:t>, выдача заявителю результата предоставления муниципальной услуги</w:t>
      </w:r>
      <w:r w:rsidRPr="00FA4692">
        <w:rPr>
          <w:bCs/>
        </w:rPr>
        <w:t xml:space="preserve">. 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3.1.2. </w:t>
      </w:r>
      <w:r w:rsidRPr="00FA4692">
        <w:t xml:space="preserve">Последовательность предоставления муниципальной услуги отражена в блок-схеме, представленной в </w:t>
      </w:r>
      <w:r>
        <w:t>п</w:t>
      </w:r>
      <w:r w:rsidRPr="00FA4692">
        <w:t>риложе</w:t>
      </w:r>
      <w:r>
        <w:t>нии №1</w:t>
      </w:r>
      <w:r w:rsidRPr="00FA4692">
        <w:t xml:space="preserve"> к настоящему Административному регламенту.</w:t>
      </w:r>
    </w:p>
    <w:p w:rsidR="00CE79F8" w:rsidRPr="00CE3C00" w:rsidRDefault="00CE79F8" w:rsidP="00063F62">
      <w:pPr>
        <w:ind w:firstLine="720"/>
        <w:jc w:val="both"/>
        <w:rPr>
          <w:b/>
          <w:color w:val="000000"/>
        </w:rPr>
      </w:pPr>
      <w:r w:rsidRPr="00E669A7">
        <w:rPr>
          <w:b/>
          <w:color w:val="000000"/>
        </w:rPr>
        <w:t xml:space="preserve">3.2. Административная </w:t>
      </w:r>
      <w:r w:rsidRPr="00CE3C00">
        <w:rPr>
          <w:b/>
          <w:color w:val="000000"/>
        </w:rPr>
        <w:t xml:space="preserve">процедура – </w:t>
      </w:r>
      <w:r w:rsidRPr="00CE3C00">
        <w:rPr>
          <w:b/>
        </w:rPr>
        <w:t xml:space="preserve">прием и регистрация заявления и документов в </w:t>
      </w:r>
      <w:r>
        <w:rPr>
          <w:b/>
        </w:rPr>
        <w:t>Администрации</w:t>
      </w:r>
      <w:r w:rsidRPr="00CE3C00">
        <w:rPr>
          <w:b/>
        </w:rPr>
        <w:t>, направление (выдача) заявителю расписки в получении заявления и документов</w:t>
      </w:r>
      <w:r w:rsidRPr="00CE3C00">
        <w:rPr>
          <w:b/>
          <w:color w:val="000000"/>
        </w:rPr>
        <w:t>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 w:rsidRPr="000957DB">
        <w:rPr>
          <w:color w:val="000000"/>
        </w:rPr>
        <w:t>3.2.1.</w:t>
      </w:r>
      <w:r>
        <w:rPr>
          <w:color w:val="000000"/>
        </w:rPr>
        <w:t xml:space="preserve"> Юридическим фактом, являющимся о</w:t>
      </w:r>
      <w:r w:rsidRPr="000957DB">
        <w:rPr>
          <w:color w:val="000000"/>
        </w:rPr>
        <w:t>снованием для начала административной процедуры по пр</w:t>
      </w:r>
      <w:r>
        <w:rPr>
          <w:color w:val="000000"/>
        </w:rPr>
        <w:t>иему заявления является поступление  в У</w:t>
      </w:r>
      <w:r>
        <w:t>полномоченный орган  или МФЦ заявления и документов на бумажном носителе посредством почтового отправления с описью вложения и уведомлением о вручении или представления заявителем лично или в форме электронного документа с использованием электронной почты, Единого портала, Регионального портала, портала адресной системы.</w:t>
      </w:r>
    </w:p>
    <w:p w:rsidR="00CE79F8" w:rsidRPr="000957DB" w:rsidRDefault="00CE79F8" w:rsidP="00063F62">
      <w:pPr>
        <w:ind w:firstLine="720"/>
        <w:jc w:val="both"/>
        <w:rPr>
          <w:color w:val="000000"/>
        </w:rPr>
      </w:pPr>
      <w:r w:rsidRPr="000957DB">
        <w:rPr>
          <w:color w:val="000000"/>
        </w:rPr>
        <w:t>3.2.2.</w:t>
      </w:r>
      <w:r>
        <w:rPr>
          <w:color w:val="000000"/>
        </w:rPr>
        <w:t xml:space="preserve"> </w:t>
      </w:r>
      <w:r w:rsidRPr="000957DB">
        <w:rPr>
          <w:color w:val="000000"/>
        </w:rPr>
        <w:t>Заявление для предоставления муниципальной услуги подается на имя руководителя Уполномоченного органа.</w:t>
      </w:r>
    </w:p>
    <w:p w:rsidR="00CE79F8" w:rsidRDefault="00CE79F8" w:rsidP="00063F62">
      <w:pPr>
        <w:ind w:firstLine="720"/>
        <w:jc w:val="both"/>
        <w:rPr>
          <w:color w:val="000000"/>
        </w:rPr>
      </w:pPr>
      <w:r w:rsidRPr="000957DB">
        <w:rPr>
          <w:color w:val="000000"/>
        </w:rPr>
        <w:t>3.2.3.</w:t>
      </w:r>
      <w:r>
        <w:rPr>
          <w:color w:val="000000"/>
        </w:rPr>
        <w:t xml:space="preserve"> </w:t>
      </w:r>
      <w:r w:rsidRPr="000957DB">
        <w:rPr>
          <w:color w:val="000000"/>
        </w:rPr>
        <w:t xml:space="preserve">Заявление и пакет документов, направленные заявителем в форме электронных документов с использованием </w:t>
      </w:r>
      <w:r>
        <w:rPr>
          <w:color w:val="000000"/>
        </w:rPr>
        <w:t>Единого портала, Регионального портала,</w:t>
      </w:r>
      <w:r w:rsidRPr="000957DB">
        <w:rPr>
          <w:color w:val="000000"/>
        </w:rPr>
        <w:t xml:space="preserve"> </w:t>
      </w:r>
      <w:r>
        <w:t>портала адресной системы</w:t>
      </w:r>
      <w:r w:rsidRPr="000957DB">
        <w:rPr>
          <w:color w:val="000000"/>
        </w:rPr>
        <w:t xml:space="preserve"> поступают в </w:t>
      </w:r>
      <w:r>
        <w:rPr>
          <w:color w:val="000000"/>
        </w:rPr>
        <w:t>Администрацию</w:t>
      </w:r>
      <w:r w:rsidRPr="000957DB">
        <w:rPr>
          <w:color w:val="000000"/>
        </w:rPr>
        <w:t xml:space="preserve"> через информационную систему межведомственного взаимодействия «SMART ROUTE»</w:t>
      </w:r>
      <w:r>
        <w:rPr>
          <w:color w:val="000000"/>
        </w:rPr>
        <w:t xml:space="preserve"> (далее – информационная система)</w:t>
      </w:r>
      <w:r w:rsidRPr="000957DB">
        <w:rPr>
          <w:color w:val="000000"/>
        </w:rPr>
        <w:t>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3.2.4. При представлении документов заявителем при личном обращении в МФЦ специалист, ответственный за прием документов: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устанавливает предмет обращения, проверяет документ, удостоверяющий личность заявителя (представителя заявителя), полномочия представителя заявителя;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проверяет наличие всех необходимых документов и их надлежащее оформление;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регистрационный номер;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дату приема документов;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ФИО (наименование) заявителя;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другие реквизиты;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удостоверяет подписью копии документов, представленные заявителем.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Специалист МФЦ, ответственный за прием документов, в двухдневный срок после представления заявителем документов передает их в Администрацию.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3.2.5. При представлении документов заявителем при личном обращении в Администрацию специалист, ответственный за регистрацию входящей корреспонденции: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устанавливает предмет обращения, проверяет документ, удостоверяющий личность заявителя (представителя заявителя), полномочия представителя заявителя на совершение указанных действий;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проверяет наличие всех необходимых документов и их надлежащее оформление;</w:t>
      </w:r>
    </w:p>
    <w:p w:rsidR="00CE79F8" w:rsidRDefault="00CE79F8" w:rsidP="00114B0C">
      <w:pPr>
        <w:autoSpaceDE w:val="0"/>
        <w:autoSpaceDN w:val="0"/>
        <w:adjustRightInd w:val="0"/>
        <w:ind w:firstLine="720"/>
        <w:jc w:val="both"/>
      </w:pPr>
      <w: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CE79F8" w:rsidRDefault="00CE79F8" w:rsidP="00114B0C">
      <w:pPr>
        <w:autoSpaceDE w:val="0"/>
        <w:autoSpaceDN w:val="0"/>
        <w:adjustRightInd w:val="0"/>
        <w:ind w:firstLine="720"/>
        <w:jc w:val="both"/>
      </w:pPr>
      <w:r>
        <w:t>регистрационный номер;</w:t>
      </w:r>
    </w:p>
    <w:p w:rsidR="00CE79F8" w:rsidRDefault="00CE79F8" w:rsidP="00114B0C">
      <w:pPr>
        <w:autoSpaceDE w:val="0"/>
        <w:autoSpaceDN w:val="0"/>
        <w:adjustRightInd w:val="0"/>
        <w:ind w:firstLine="720"/>
        <w:jc w:val="both"/>
      </w:pPr>
      <w:r>
        <w:t>дату приема документов;</w:t>
      </w:r>
    </w:p>
    <w:p w:rsidR="00CE79F8" w:rsidRDefault="00CE79F8" w:rsidP="00114B0C">
      <w:pPr>
        <w:autoSpaceDE w:val="0"/>
        <w:autoSpaceDN w:val="0"/>
        <w:adjustRightInd w:val="0"/>
        <w:ind w:firstLine="720"/>
        <w:jc w:val="both"/>
      </w:pPr>
      <w:r>
        <w:t>ФИО (наименование) заявителя;</w:t>
      </w:r>
    </w:p>
    <w:p w:rsidR="00CE79F8" w:rsidRDefault="00CE79F8" w:rsidP="00114B0C">
      <w:pPr>
        <w:autoSpaceDE w:val="0"/>
        <w:autoSpaceDN w:val="0"/>
        <w:adjustRightInd w:val="0"/>
        <w:ind w:firstLine="720"/>
        <w:jc w:val="both"/>
      </w:pPr>
      <w:r>
        <w:t>другие реквизиты;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проставляет на заявлении штамп установленной формы с указанием входящего регистрационного номера и даты поступления документов;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передает заявителю второй экземпляр заявления либо его копию, первый экземпляр передает на рассмотрение Главе администрации или лицу, её замещающему.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3.2.6. При направлении документов по почте (в том числе по электронной почте) специалист Администрации, ответственный за регистрацию входящей корреспонденции: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вносит в электронную базу данных учета входящих документов запись о приеме документов, в том числе: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регистрационный номер;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дату приема документов;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ФИО (наименование) заявителя;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другие реквизиты;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распечатывает документы, поступившие по электронной почте;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проставляет на заявлении штамп установленной формы с указанием входящего регистрационного номера и даты поступления документов.</w:t>
      </w:r>
    </w:p>
    <w:p w:rsidR="00CE79F8" w:rsidRPr="00AF1127" w:rsidRDefault="00CE79F8" w:rsidP="006027B4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3.</w:t>
      </w:r>
      <w:r>
        <w:rPr>
          <w:color w:val="000000"/>
        </w:rPr>
        <w:t xml:space="preserve">2.7. </w:t>
      </w:r>
      <w:r w:rsidRPr="00AF1127">
        <w:rPr>
          <w:color w:val="000000"/>
        </w:rPr>
        <w:t xml:space="preserve">Специалист </w:t>
      </w:r>
      <w:r>
        <w:rPr>
          <w:color w:val="000000"/>
        </w:rPr>
        <w:t>Администрации</w:t>
      </w:r>
      <w:r w:rsidRPr="00AF1127">
        <w:rPr>
          <w:color w:val="000000"/>
        </w:rPr>
        <w:t>, принимающий заявление и документы через информационную систему, з</w:t>
      </w:r>
      <w:r>
        <w:rPr>
          <w:color w:val="000000"/>
        </w:rPr>
        <w:t>аходит в информационную систему</w:t>
      </w:r>
      <w:r w:rsidRPr="00AF1127">
        <w:rPr>
          <w:color w:val="000000"/>
        </w:rPr>
        <w:t xml:space="preserve"> путем авторизации с помощью логина и пароля или сертификата электронной цифровой подписи и открывает электронное обращение</w:t>
      </w:r>
      <w:r>
        <w:rPr>
          <w:color w:val="000000"/>
        </w:rPr>
        <w:t>, после чего</w:t>
      </w:r>
      <w:r w:rsidRPr="00AF1127">
        <w:rPr>
          <w:color w:val="000000"/>
        </w:rPr>
        <w:t>:</w:t>
      </w:r>
    </w:p>
    <w:p w:rsidR="00CE79F8" w:rsidRPr="00AF1127" w:rsidRDefault="00CE79F8" w:rsidP="006027B4">
      <w:pPr>
        <w:ind w:firstLine="720"/>
        <w:jc w:val="both"/>
        <w:rPr>
          <w:color w:val="000000"/>
        </w:rPr>
      </w:pPr>
      <w:r>
        <w:rPr>
          <w:color w:val="000000"/>
        </w:rPr>
        <w:t>п</w:t>
      </w:r>
      <w:r w:rsidRPr="00AF1127">
        <w:rPr>
          <w:color w:val="000000"/>
        </w:rPr>
        <w:t>роверяет правильность заполнения электронного заявления, а также полноту указанных сведений;</w:t>
      </w:r>
    </w:p>
    <w:p w:rsidR="00CE79F8" w:rsidRPr="00AF1127" w:rsidRDefault="00CE79F8" w:rsidP="006027B4">
      <w:pPr>
        <w:ind w:firstLine="720"/>
        <w:jc w:val="both"/>
        <w:rPr>
          <w:color w:val="000000"/>
        </w:rPr>
      </w:pPr>
      <w:r>
        <w:rPr>
          <w:color w:val="000000"/>
        </w:rPr>
        <w:t>п</w:t>
      </w:r>
      <w:r w:rsidRPr="00AF1127">
        <w:rPr>
          <w:color w:val="000000"/>
        </w:rPr>
        <w:t>роводит первичную проверку представленных электронных документов на предмет соответствия их установленным законодательством требований, а именно:</w:t>
      </w:r>
    </w:p>
    <w:p w:rsidR="00CE79F8" w:rsidRPr="00AF1127" w:rsidRDefault="00CE79F8" w:rsidP="006027B4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наличие документов, необходимых для предоставления услуги;</w:t>
      </w:r>
    </w:p>
    <w:p w:rsidR="00CE79F8" w:rsidRPr="00AF1127" w:rsidRDefault="00CE79F8" w:rsidP="006027B4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актуальность представленных документов в соответствии с требованиями к срокам их действия;</w:t>
      </w:r>
    </w:p>
    <w:p w:rsidR="00CE79F8" w:rsidRPr="00AF1127" w:rsidRDefault="00CE79F8" w:rsidP="006027B4">
      <w:pPr>
        <w:ind w:firstLine="720"/>
        <w:jc w:val="both"/>
        <w:rPr>
          <w:color w:val="000000"/>
        </w:rPr>
      </w:pPr>
      <w:r>
        <w:rPr>
          <w:color w:val="000000"/>
        </w:rPr>
        <w:t>п</w:t>
      </w:r>
      <w:r w:rsidRPr="00AF1127">
        <w:rPr>
          <w:color w:val="000000"/>
        </w:rPr>
        <w:t>роверяет соблюдение следующих требований: наличие четкого изображения сканированных документов; соответствие сведений, содержащихся в заявлении, сведениям, содержащимся в представленных заявителем документах;</w:t>
      </w:r>
    </w:p>
    <w:p w:rsidR="00CE79F8" w:rsidRPr="00AF1127" w:rsidRDefault="00CE79F8" w:rsidP="006027B4">
      <w:pPr>
        <w:ind w:firstLine="720"/>
        <w:jc w:val="both"/>
        <w:rPr>
          <w:color w:val="000000"/>
        </w:rPr>
      </w:pPr>
      <w:r>
        <w:rPr>
          <w:color w:val="000000"/>
        </w:rPr>
        <w:t>р</w:t>
      </w:r>
      <w:r w:rsidRPr="00AF1127">
        <w:rPr>
          <w:color w:val="000000"/>
        </w:rPr>
        <w:t>аспечатывает электронные документы, приложенные к заявлению</w:t>
      </w:r>
      <w:r>
        <w:rPr>
          <w:color w:val="000000"/>
        </w:rPr>
        <w:t>,</w:t>
      </w:r>
      <w:r w:rsidRPr="00AF1127">
        <w:rPr>
          <w:color w:val="000000"/>
        </w:rPr>
        <w:t xml:space="preserve"> посредством электронных печатных устройств и приобщает к личному делу заявителя;</w:t>
      </w:r>
    </w:p>
    <w:p w:rsidR="00CE79F8" w:rsidRPr="00AF1127" w:rsidRDefault="00CE79F8" w:rsidP="006027B4">
      <w:pPr>
        <w:ind w:firstLine="720"/>
        <w:jc w:val="both"/>
        <w:rPr>
          <w:color w:val="000000"/>
        </w:rPr>
      </w:pPr>
      <w:r>
        <w:rPr>
          <w:color w:val="000000"/>
        </w:rPr>
        <w:t>з</w:t>
      </w:r>
      <w:r w:rsidRPr="00AF1127">
        <w:rPr>
          <w:color w:val="000000"/>
        </w:rPr>
        <w:t>аполняет вкладыш в личное дело на предоставление муниципальной услуги, содержащий сведения о поступлении заявления и документов в электронном виде и также приобщает его к личному делу заявителя</w:t>
      </w:r>
      <w:r>
        <w:rPr>
          <w:color w:val="000000"/>
        </w:rPr>
        <w:t>;</w:t>
      </w:r>
    </w:p>
    <w:p w:rsidR="00CE79F8" w:rsidRPr="00AF1127" w:rsidRDefault="00CE79F8" w:rsidP="006027B4">
      <w:pPr>
        <w:ind w:firstLine="720"/>
        <w:jc w:val="both"/>
        <w:rPr>
          <w:color w:val="000000"/>
        </w:rPr>
      </w:pPr>
      <w:r>
        <w:rPr>
          <w:color w:val="000000"/>
        </w:rPr>
        <w:t>в</w:t>
      </w:r>
      <w:r w:rsidRPr="00AF1127">
        <w:rPr>
          <w:color w:val="000000"/>
        </w:rPr>
        <w:t xml:space="preserve">носит в журнал регистрации обращений граждан за муниципальной услугой в электронном виде с использованием </w:t>
      </w:r>
      <w:r>
        <w:rPr>
          <w:color w:val="000000"/>
        </w:rPr>
        <w:t>Е</w:t>
      </w:r>
      <w:r w:rsidRPr="00AF1127">
        <w:rPr>
          <w:color w:val="000000"/>
        </w:rPr>
        <w:t>дин</w:t>
      </w:r>
      <w:r>
        <w:rPr>
          <w:color w:val="000000"/>
        </w:rPr>
        <w:t>ого</w:t>
      </w:r>
      <w:r w:rsidRPr="00AF1127">
        <w:rPr>
          <w:color w:val="000000"/>
        </w:rPr>
        <w:t xml:space="preserve"> портал</w:t>
      </w:r>
      <w:r>
        <w:rPr>
          <w:color w:val="000000"/>
        </w:rPr>
        <w:t>а,</w:t>
      </w:r>
      <w:r w:rsidRPr="00AF1127">
        <w:rPr>
          <w:color w:val="000000"/>
        </w:rPr>
        <w:t xml:space="preserve"> </w:t>
      </w:r>
      <w:r>
        <w:rPr>
          <w:color w:val="000000"/>
        </w:rPr>
        <w:t xml:space="preserve">Регионального портала, </w:t>
      </w:r>
      <w:r>
        <w:t>портала адресной системы</w:t>
      </w:r>
      <w:r w:rsidRPr="00AF1127">
        <w:rPr>
          <w:color w:val="000000"/>
        </w:rPr>
        <w:t>;</w:t>
      </w:r>
    </w:p>
    <w:p w:rsidR="00CE79F8" w:rsidRPr="00AF1127" w:rsidRDefault="00CE79F8" w:rsidP="006027B4">
      <w:pPr>
        <w:ind w:firstLine="720"/>
        <w:jc w:val="both"/>
        <w:rPr>
          <w:color w:val="000000"/>
        </w:rPr>
      </w:pPr>
      <w:r>
        <w:rPr>
          <w:color w:val="000000"/>
        </w:rPr>
        <w:t>н</w:t>
      </w:r>
      <w:r w:rsidRPr="00AF1127">
        <w:rPr>
          <w:color w:val="000000"/>
        </w:rPr>
        <w:t>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3.2.8. В случае, если заявление и документы представляются заявителем  в Администрацию лично, должностное лицо Администрации, ответственное за регистрацию входящей корреспонденции, выдает заявителю или его представителю расписку в получении документов с указанием их перечня и даты получения. Расписка выдается заявителю в день получения  Администрацией таких документов.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3.2.9. В случае, если заявление и документы представлены в Администрацию посредством почтового отправления или представлены заявителем лично через МФЦ, расписка в получении таких заявления и документов направляется Администрацией по указанному в заявлении почтовому адресу в течение рабочего дня, следующего за днем получения Администрацией документов.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3.2.10. Получение заявления и документов, представленных в форме электронных документов, подтверждается Администрацией путем направления заявителю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перечня наименований файлов, представленных в форме электронных документов, с указанием их объема.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Сообщение о получении заявления и документов направляется по указанному в заявлении адресу электронной почты или в личный кабинет заявителя в Едином портале или Региональном портале или  портале адресной системы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>Сообщение о получении заявления и документов направляется заявителю не позднее рабочего дня, следующего за днем поступления заявления в Администрацию.</w:t>
      </w:r>
    </w:p>
    <w:p w:rsidR="00CE79F8" w:rsidRDefault="00CE79F8" w:rsidP="00063F62">
      <w:pPr>
        <w:ind w:firstLine="720"/>
        <w:jc w:val="both"/>
        <w:rPr>
          <w:color w:val="7030A0"/>
        </w:rPr>
      </w:pPr>
      <w:r w:rsidRPr="000957DB">
        <w:rPr>
          <w:color w:val="000000"/>
        </w:rPr>
        <w:t>3.2.</w:t>
      </w:r>
      <w:r>
        <w:rPr>
          <w:color w:val="000000"/>
        </w:rPr>
        <w:t>11</w:t>
      </w:r>
      <w:r w:rsidRPr="000957DB">
        <w:rPr>
          <w:color w:val="000000"/>
        </w:rPr>
        <w:t>.</w:t>
      </w:r>
      <w:r>
        <w:rPr>
          <w:color w:val="000000"/>
        </w:rPr>
        <w:t xml:space="preserve"> </w:t>
      </w:r>
      <w:r>
        <w:t>Результатом административной процедуры является зарегистрированное заявление с приложенным к нему комплектом документов.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</w:pPr>
      <w:r>
        <w:t xml:space="preserve">3.2.12.  </w:t>
      </w:r>
      <w:r w:rsidRPr="000957DB">
        <w:rPr>
          <w:color w:val="000000"/>
        </w:rPr>
        <w:t xml:space="preserve">Время выполнения административной процедуры не должно превышать </w:t>
      </w:r>
      <w:r>
        <w:rPr>
          <w:color w:val="000000"/>
        </w:rPr>
        <w:t>1 рабочего дня со дня поступления заявления в Администрацию</w:t>
      </w:r>
      <w:r w:rsidRPr="0018594A">
        <w:rPr>
          <w:color w:val="7030A0"/>
        </w:rPr>
        <w:t>.</w:t>
      </w:r>
    </w:p>
    <w:p w:rsidR="00CE79F8" w:rsidRPr="00836D96" w:rsidRDefault="00CE79F8" w:rsidP="00063F62">
      <w:pPr>
        <w:ind w:firstLine="720"/>
        <w:jc w:val="both"/>
        <w:rPr>
          <w:b/>
          <w:color w:val="000000"/>
        </w:rPr>
      </w:pPr>
      <w:r w:rsidRPr="00C251F7">
        <w:rPr>
          <w:color w:val="000000"/>
        </w:rPr>
        <w:t>3.</w:t>
      </w:r>
      <w:r>
        <w:rPr>
          <w:color w:val="000000"/>
        </w:rPr>
        <w:t>3.</w:t>
      </w:r>
      <w:r w:rsidRPr="00C251F7">
        <w:rPr>
          <w:color w:val="000000"/>
        </w:rPr>
        <w:t xml:space="preserve"> </w:t>
      </w:r>
      <w:r w:rsidRPr="00E669A7">
        <w:rPr>
          <w:b/>
          <w:color w:val="000000"/>
        </w:rPr>
        <w:t xml:space="preserve">Административная процедура – </w:t>
      </w:r>
      <w:r w:rsidRPr="00836D96">
        <w:rPr>
          <w:b/>
          <w:color w:val="000000"/>
        </w:rPr>
        <w:t xml:space="preserve">рассмотрение заявления в </w:t>
      </w:r>
      <w:r>
        <w:rPr>
          <w:b/>
          <w:color w:val="000000"/>
        </w:rPr>
        <w:t>Администрации</w:t>
      </w:r>
      <w:r w:rsidRPr="00836D96">
        <w:rPr>
          <w:b/>
          <w:color w:val="000000"/>
        </w:rPr>
        <w:t>.</w:t>
      </w:r>
    </w:p>
    <w:p w:rsidR="00CE79F8" w:rsidRDefault="00CE79F8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3.</w:t>
      </w:r>
      <w:r>
        <w:rPr>
          <w:color w:val="000000"/>
        </w:rPr>
        <w:t>3.1. Юридическим фактом, являющимся о</w:t>
      </w:r>
      <w:r w:rsidRPr="00AF1127">
        <w:rPr>
          <w:color w:val="000000"/>
        </w:rPr>
        <w:t>снованием для начала</w:t>
      </w:r>
      <w:r>
        <w:rPr>
          <w:color w:val="000000"/>
        </w:rPr>
        <w:t xml:space="preserve"> административной процедуры по </w:t>
      </w:r>
      <w:r w:rsidRPr="00AF1127">
        <w:rPr>
          <w:color w:val="000000"/>
        </w:rPr>
        <w:t>рассмотрени</w:t>
      </w:r>
      <w:r>
        <w:rPr>
          <w:color w:val="000000"/>
        </w:rPr>
        <w:t>ю</w:t>
      </w:r>
      <w:r w:rsidRPr="00AF1127">
        <w:rPr>
          <w:color w:val="000000"/>
        </w:rPr>
        <w:t xml:space="preserve"> заявления в </w:t>
      </w:r>
      <w:r>
        <w:rPr>
          <w:color w:val="000000"/>
        </w:rPr>
        <w:t>Администрации</w:t>
      </w:r>
      <w:r w:rsidRPr="00AF1127">
        <w:rPr>
          <w:color w:val="000000"/>
        </w:rPr>
        <w:t xml:space="preserve"> является направление заявления </w:t>
      </w:r>
      <w:r>
        <w:rPr>
          <w:color w:val="000000"/>
        </w:rPr>
        <w:t>и</w:t>
      </w:r>
      <w:r w:rsidRPr="00AF1127">
        <w:rPr>
          <w:color w:val="000000"/>
        </w:rPr>
        <w:t xml:space="preserve"> документ</w:t>
      </w:r>
      <w:r>
        <w:rPr>
          <w:color w:val="000000"/>
        </w:rPr>
        <w:t>ов Главе администрации для резолюции (лицу, её замещающему).</w:t>
      </w:r>
    </w:p>
    <w:p w:rsidR="00CE79F8" w:rsidRDefault="00CE79F8" w:rsidP="00063F62">
      <w:pPr>
        <w:ind w:firstLine="720"/>
        <w:jc w:val="both"/>
        <w:rPr>
          <w:color w:val="000000"/>
        </w:rPr>
      </w:pPr>
      <w:r>
        <w:rPr>
          <w:color w:val="000000"/>
        </w:rPr>
        <w:t>3.3.2. Глава администрации (лицо, её замещающее) налагает резолюцию на заявление.</w:t>
      </w:r>
    </w:p>
    <w:p w:rsidR="00CE79F8" w:rsidRDefault="00CE79F8" w:rsidP="00063F62">
      <w:pPr>
        <w:ind w:firstLine="720"/>
        <w:jc w:val="both"/>
        <w:rPr>
          <w:color w:val="000000"/>
        </w:rPr>
      </w:pPr>
      <w:r>
        <w:rPr>
          <w:color w:val="000000"/>
        </w:rPr>
        <w:t>Срок выполнения действий не должен превышать 2 (двух) рабочих дней  со дня поступления заявления Главе администрации (лицу, её замещающему).</w:t>
      </w:r>
    </w:p>
    <w:p w:rsidR="00CE79F8" w:rsidRPr="00AF1127" w:rsidRDefault="00CE79F8" w:rsidP="00063F62">
      <w:pPr>
        <w:ind w:firstLine="720"/>
        <w:jc w:val="both"/>
        <w:rPr>
          <w:color w:val="000000"/>
        </w:rPr>
      </w:pPr>
      <w:r>
        <w:rPr>
          <w:color w:val="000000"/>
        </w:rPr>
        <w:t>3.3.3. Специалист, в порядке делопроизводства, направляет заявление с резолюцией специалисту Администрации, ответственному за предоставление муниципальной услуги,</w:t>
      </w:r>
      <w:r w:rsidRPr="00AF1127">
        <w:rPr>
          <w:color w:val="000000"/>
        </w:rPr>
        <w:t xml:space="preserve"> для работы.</w:t>
      </w:r>
    </w:p>
    <w:p w:rsidR="00CE79F8" w:rsidRPr="00AF1127" w:rsidRDefault="00CE79F8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3.</w:t>
      </w:r>
      <w:r>
        <w:rPr>
          <w:color w:val="000000"/>
        </w:rPr>
        <w:t xml:space="preserve">3.4. </w:t>
      </w:r>
      <w:r w:rsidRPr="00AF1127">
        <w:rPr>
          <w:color w:val="000000"/>
        </w:rPr>
        <w:t xml:space="preserve">Специалист </w:t>
      </w:r>
      <w:r>
        <w:rPr>
          <w:color w:val="000000"/>
        </w:rPr>
        <w:t>Администрации</w:t>
      </w:r>
      <w:r w:rsidRPr="00AF1127">
        <w:rPr>
          <w:color w:val="000000"/>
        </w:rPr>
        <w:t>, ответственный за предоставление муниципальной услуги:</w:t>
      </w:r>
    </w:p>
    <w:p w:rsidR="00CE79F8" w:rsidRDefault="00CE79F8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проводит первичную проверку представленных документов</w:t>
      </w:r>
      <w:r>
        <w:rPr>
          <w:color w:val="000000"/>
        </w:rPr>
        <w:t xml:space="preserve"> </w:t>
      </w:r>
      <w:r w:rsidRPr="00AF1127">
        <w:rPr>
          <w:color w:val="000000"/>
        </w:rPr>
        <w:t xml:space="preserve">на предмет соответствия их требованиям, установленным законодательством и настоящим Административным регламентом, а именно: </w:t>
      </w:r>
    </w:p>
    <w:p w:rsidR="00CE79F8" w:rsidRDefault="00CE79F8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 xml:space="preserve">правильности заполнения заявления; </w:t>
      </w:r>
    </w:p>
    <w:p w:rsidR="00CE79F8" w:rsidRPr="00AF1127" w:rsidRDefault="00CE79F8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наличия документов, указанных в п</w:t>
      </w:r>
      <w:r>
        <w:rPr>
          <w:color w:val="000000"/>
        </w:rPr>
        <w:t xml:space="preserve">одпункте </w:t>
      </w:r>
      <w:r w:rsidRPr="00AF1127">
        <w:rPr>
          <w:color w:val="000000"/>
        </w:rPr>
        <w:t>2.6.1 Административного регламента;</w:t>
      </w:r>
    </w:p>
    <w:p w:rsidR="00CE79F8" w:rsidRPr="00AF1127" w:rsidRDefault="00CE79F8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соответствия документов, подтверждающих полномочия (права) представителя заявителя, действующему законодательству;</w:t>
      </w:r>
    </w:p>
    <w:p w:rsidR="00CE79F8" w:rsidRDefault="00CE79F8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 xml:space="preserve">проверяет соответствие представленных документов следующим требованиям: </w:t>
      </w:r>
    </w:p>
    <w:p w:rsidR="00CE79F8" w:rsidRPr="00AF1127" w:rsidRDefault="00CE79F8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тексты документов написаны разборчиво;</w:t>
      </w:r>
    </w:p>
    <w:p w:rsidR="00CE79F8" w:rsidRPr="00AF1127" w:rsidRDefault="00CE79F8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документы не исполнены карандашом;</w:t>
      </w:r>
    </w:p>
    <w:p w:rsidR="00CE79F8" w:rsidRPr="00AF1127" w:rsidRDefault="00CE79F8" w:rsidP="00063F62">
      <w:pPr>
        <w:ind w:firstLine="720"/>
        <w:jc w:val="both"/>
        <w:rPr>
          <w:color w:val="000000"/>
        </w:rPr>
      </w:pPr>
      <w:r w:rsidRPr="00AF1127">
        <w:rPr>
          <w:color w:val="000000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CE79F8" w:rsidRPr="000957DB" w:rsidRDefault="00CE79F8" w:rsidP="00063F62">
      <w:pPr>
        <w:ind w:firstLine="720"/>
        <w:jc w:val="both"/>
        <w:rPr>
          <w:color w:val="000000"/>
        </w:rPr>
      </w:pPr>
      <w:r>
        <w:rPr>
          <w:color w:val="000000"/>
        </w:rPr>
        <w:t>3.3.5</w:t>
      </w:r>
      <w:r w:rsidRPr="00AF1127">
        <w:rPr>
          <w:color w:val="000000"/>
        </w:rPr>
        <w:t>.</w:t>
      </w:r>
      <w:r>
        <w:rPr>
          <w:color w:val="000000"/>
        </w:rPr>
        <w:t xml:space="preserve"> </w:t>
      </w:r>
      <w:r w:rsidRPr="00AF1127">
        <w:rPr>
          <w:color w:val="000000"/>
        </w:rPr>
        <w:t xml:space="preserve">Результат административной процедуры – </w:t>
      </w:r>
      <w:r>
        <w:rPr>
          <w:color w:val="000000"/>
        </w:rPr>
        <w:t>принятие решения о необходимости направления межведомственных запросов</w:t>
      </w:r>
      <w:r w:rsidRPr="000957DB">
        <w:rPr>
          <w:color w:val="000000"/>
        </w:rPr>
        <w:t>.</w:t>
      </w:r>
    </w:p>
    <w:p w:rsidR="00CE79F8" w:rsidRPr="00AF1127" w:rsidRDefault="00CE79F8" w:rsidP="00063F62">
      <w:pPr>
        <w:ind w:firstLine="720"/>
        <w:jc w:val="both"/>
        <w:rPr>
          <w:color w:val="FF0000"/>
        </w:rPr>
      </w:pPr>
      <w:r>
        <w:rPr>
          <w:color w:val="000000"/>
        </w:rPr>
        <w:t>3.3.6</w:t>
      </w:r>
      <w:r w:rsidRPr="00AF1127">
        <w:rPr>
          <w:color w:val="000000"/>
        </w:rPr>
        <w:t>.</w:t>
      </w:r>
      <w:r>
        <w:rPr>
          <w:color w:val="000000"/>
        </w:rPr>
        <w:t xml:space="preserve"> </w:t>
      </w:r>
      <w:r w:rsidRPr="00AF1127">
        <w:rPr>
          <w:color w:val="000000"/>
        </w:rPr>
        <w:t xml:space="preserve">Время выполнения административной процедуры не должно </w:t>
      </w:r>
      <w:r w:rsidRPr="00566D0D">
        <w:rPr>
          <w:color w:val="000000"/>
        </w:rPr>
        <w:t>превышать 2</w:t>
      </w:r>
      <w:r w:rsidRPr="00AF1127">
        <w:rPr>
          <w:color w:val="FF0000"/>
        </w:rPr>
        <w:t xml:space="preserve"> </w:t>
      </w:r>
      <w:r>
        <w:t>(два) рабочих дня со дня  поступления заявления в специалисту, ответственному за предоставление муниципальной услуги.</w:t>
      </w:r>
    </w:p>
    <w:p w:rsidR="00CE79F8" w:rsidRPr="00FA4692" w:rsidRDefault="00CE79F8" w:rsidP="00063F62">
      <w:pPr>
        <w:ind w:firstLine="720"/>
        <w:jc w:val="both"/>
        <w:rPr>
          <w:b/>
        </w:rPr>
      </w:pPr>
      <w:r>
        <w:rPr>
          <w:b/>
        </w:rPr>
        <w:t xml:space="preserve">3.4. </w:t>
      </w:r>
      <w:r w:rsidRPr="00FA4692">
        <w:rPr>
          <w:b/>
        </w:rPr>
        <w:t>Административная процедура – формирование и направление межведом</w:t>
      </w:r>
      <w:r>
        <w:rPr>
          <w:b/>
        </w:rPr>
        <w:t>ственных запросов.</w:t>
      </w:r>
    </w:p>
    <w:p w:rsidR="00CE79F8" w:rsidRPr="00C251F7" w:rsidRDefault="00CE79F8" w:rsidP="00063F62">
      <w:pPr>
        <w:pStyle w:val="NoSpacing"/>
        <w:ind w:firstLine="720"/>
        <w:jc w:val="both"/>
        <w:rPr>
          <w:color w:val="000000"/>
          <w:lang w:eastAsia="en-US"/>
        </w:rPr>
      </w:pPr>
      <w:r w:rsidRPr="00C251F7">
        <w:rPr>
          <w:color w:val="000000"/>
          <w:lang w:eastAsia="en-US"/>
        </w:rPr>
        <w:t>3.</w:t>
      </w:r>
      <w:r>
        <w:rPr>
          <w:color w:val="000000"/>
          <w:lang w:eastAsia="en-US"/>
        </w:rPr>
        <w:t>4</w:t>
      </w:r>
      <w:r w:rsidRPr="00C251F7">
        <w:rPr>
          <w:color w:val="000000"/>
          <w:lang w:eastAsia="en-US"/>
        </w:rPr>
        <w:t xml:space="preserve">.1. Основанием для начала административной процедуры </w:t>
      </w:r>
      <w:r>
        <w:rPr>
          <w:color w:val="000000"/>
          <w:lang w:eastAsia="en-US"/>
        </w:rPr>
        <w:t xml:space="preserve">по </w:t>
      </w:r>
      <w:r w:rsidRPr="00C251F7">
        <w:rPr>
          <w:color w:val="000000"/>
          <w:lang w:eastAsia="en-US"/>
        </w:rPr>
        <w:t xml:space="preserve"> формировани</w:t>
      </w:r>
      <w:r>
        <w:rPr>
          <w:color w:val="000000"/>
          <w:lang w:eastAsia="en-US"/>
        </w:rPr>
        <w:t>ю</w:t>
      </w:r>
      <w:r w:rsidRPr="00C251F7">
        <w:rPr>
          <w:color w:val="000000"/>
          <w:lang w:eastAsia="en-US"/>
        </w:rPr>
        <w:t xml:space="preserve"> и направ</w:t>
      </w:r>
      <w:r>
        <w:rPr>
          <w:color w:val="000000"/>
          <w:lang w:eastAsia="en-US"/>
        </w:rPr>
        <w:t>лению межведомственных запросов</w:t>
      </w:r>
      <w:r w:rsidRPr="00C251F7">
        <w:rPr>
          <w:color w:val="000000"/>
          <w:lang w:eastAsia="en-US"/>
        </w:rPr>
        <w:t xml:space="preserve"> является непредставление заявителем документов, указанных в </w:t>
      </w:r>
      <w:r>
        <w:rPr>
          <w:color w:val="000000"/>
          <w:lang w:eastAsia="en-US"/>
        </w:rPr>
        <w:t>под</w:t>
      </w:r>
      <w:hyperlink r:id="rId28" w:history="1">
        <w:r w:rsidRPr="00C251F7">
          <w:rPr>
            <w:color w:val="000000"/>
            <w:lang w:eastAsia="en-US"/>
          </w:rPr>
          <w:t>пункте 2.7.1</w:t>
        </w:r>
      </w:hyperlink>
      <w:r w:rsidRPr="00C251F7">
        <w:rPr>
          <w:color w:val="000000"/>
          <w:lang w:eastAsia="en-US"/>
        </w:rPr>
        <w:t xml:space="preserve"> настоящего Административного регламента.</w:t>
      </w:r>
    </w:p>
    <w:p w:rsidR="00CE79F8" w:rsidRPr="00C251F7" w:rsidRDefault="00CE79F8" w:rsidP="00063F62">
      <w:pPr>
        <w:pStyle w:val="NoSpacing"/>
        <w:ind w:firstLine="720"/>
        <w:jc w:val="both"/>
        <w:rPr>
          <w:color w:val="000000"/>
          <w:lang w:eastAsia="en-US"/>
        </w:rPr>
      </w:pPr>
      <w:r w:rsidRPr="00571D7E">
        <w:rPr>
          <w:color w:val="000000"/>
          <w:lang w:eastAsia="en-US"/>
        </w:rPr>
        <w:t>3.4.2.</w:t>
      </w:r>
      <w:r w:rsidRPr="00C251F7">
        <w:rPr>
          <w:color w:val="000000"/>
          <w:lang w:eastAsia="en-US"/>
        </w:rPr>
        <w:t xml:space="preserve"> Специалист, ответственный за предоставление муниципальной услуги, формирует межведомственный запрос на бумажном носителе (в форме электронного документа - при технической возможности) о представлении документов, указанных в </w:t>
      </w:r>
      <w:r>
        <w:rPr>
          <w:color w:val="000000"/>
          <w:lang w:eastAsia="en-US"/>
        </w:rPr>
        <w:t>под</w:t>
      </w:r>
      <w:hyperlink r:id="rId29" w:history="1">
        <w:r w:rsidRPr="00C251F7">
          <w:rPr>
            <w:color w:val="000000"/>
            <w:lang w:eastAsia="en-US"/>
          </w:rPr>
          <w:t>пункте 2.7.1</w:t>
        </w:r>
      </w:hyperlink>
      <w:r w:rsidRPr="00C251F7">
        <w:rPr>
          <w:color w:val="000000"/>
          <w:lang w:eastAsia="en-US"/>
        </w:rPr>
        <w:t xml:space="preserve"> настоящего Административного регламента, и направляет его в соответствующие органы, в распоряжении которых находится необходимая информация.</w:t>
      </w:r>
    </w:p>
    <w:p w:rsidR="00CE79F8" w:rsidRDefault="00CE79F8" w:rsidP="00063F62">
      <w:pPr>
        <w:pStyle w:val="NoSpacing"/>
        <w:ind w:firstLine="720"/>
        <w:jc w:val="both"/>
        <w:rPr>
          <w:color w:val="000000"/>
          <w:lang w:eastAsia="en-US"/>
        </w:rPr>
      </w:pPr>
      <w:r w:rsidRPr="00C251F7">
        <w:rPr>
          <w:color w:val="000000"/>
          <w:lang w:eastAsia="en-US"/>
        </w:rPr>
        <w:t>3.</w:t>
      </w:r>
      <w:r>
        <w:rPr>
          <w:color w:val="000000"/>
          <w:lang w:eastAsia="en-US"/>
        </w:rPr>
        <w:t>4</w:t>
      </w:r>
      <w:r w:rsidRPr="00C251F7">
        <w:rPr>
          <w:color w:val="000000"/>
          <w:lang w:eastAsia="en-US"/>
        </w:rPr>
        <w:t>.</w:t>
      </w:r>
      <w:r>
        <w:rPr>
          <w:color w:val="000000"/>
          <w:lang w:eastAsia="en-US"/>
        </w:rPr>
        <w:t>3</w:t>
      </w:r>
      <w:r w:rsidRPr="00C251F7">
        <w:rPr>
          <w:color w:val="000000"/>
          <w:lang w:eastAsia="en-US"/>
        </w:rPr>
        <w:t xml:space="preserve">. Результат административной процедуры </w:t>
      </w:r>
      <w:r>
        <w:rPr>
          <w:color w:val="000000"/>
          <w:lang w:eastAsia="en-US"/>
        </w:rPr>
        <w:t>-</w:t>
      </w:r>
      <w:r w:rsidRPr="00C251F7">
        <w:rPr>
          <w:color w:val="000000"/>
          <w:lang w:eastAsia="en-US"/>
        </w:rPr>
        <w:t xml:space="preserve"> сформированный и направленный межведомственный запрос.</w:t>
      </w:r>
      <w:r w:rsidRPr="00571D7E">
        <w:rPr>
          <w:color w:val="000000"/>
          <w:lang w:eastAsia="en-US"/>
        </w:rPr>
        <w:t xml:space="preserve"> </w:t>
      </w:r>
    </w:p>
    <w:p w:rsidR="00CE79F8" w:rsidRPr="00C251F7" w:rsidRDefault="00CE79F8" w:rsidP="00063F62">
      <w:pPr>
        <w:pStyle w:val="NoSpacing"/>
        <w:ind w:firstLine="720"/>
        <w:jc w:val="both"/>
        <w:rPr>
          <w:color w:val="000000"/>
          <w:lang w:eastAsia="en-US"/>
        </w:rPr>
      </w:pPr>
      <w:r w:rsidRPr="00C251F7">
        <w:rPr>
          <w:color w:val="000000"/>
          <w:lang w:eastAsia="en-US"/>
        </w:rPr>
        <w:t>3.</w:t>
      </w:r>
      <w:r>
        <w:rPr>
          <w:color w:val="000000"/>
          <w:lang w:eastAsia="en-US"/>
        </w:rPr>
        <w:t>4.4.</w:t>
      </w:r>
      <w:r w:rsidRPr="00C251F7">
        <w:rPr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Время выполнения</w:t>
      </w:r>
      <w:r w:rsidRPr="00C251F7">
        <w:rPr>
          <w:color w:val="000000"/>
          <w:lang w:eastAsia="en-US"/>
        </w:rPr>
        <w:t xml:space="preserve"> административн</w:t>
      </w:r>
      <w:r>
        <w:rPr>
          <w:color w:val="000000"/>
          <w:lang w:eastAsia="en-US"/>
        </w:rPr>
        <w:t>ой</w:t>
      </w:r>
      <w:r w:rsidRPr="00C251F7">
        <w:rPr>
          <w:color w:val="000000"/>
          <w:lang w:eastAsia="en-US"/>
        </w:rPr>
        <w:t xml:space="preserve"> процедур</w:t>
      </w:r>
      <w:r>
        <w:rPr>
          <w:color w:val="000000"/>
          <w:lang w:eastAsia="en-US"/>
        </w:rPr>
        <w:t>ы</w:t>
      </w:r>
      <w:r w:rsidRPr="00C251F7">
        <w:rPr>
          <w:color w:val="000000"/>
          <w:lang w:eastAsia="en-US"/>
        </w:rPr>
        <w:t xml:space="preserve"> не должно превышать 5</w:t>
      </w:r>
      <w:r>
        <w:rPr>
          <w:color w:val="000000"/>
          <w:lang w:eastAsia="en-US"/>
        </w:rPr>
        <w:t xml:space="preserve"> (пять)</w:t>
      </w:r>
      <w:r w:rsidRPr="00C251F7">
        <w:rPr>
          <w:color w:val="000000"/>
          <w:lang w:eastAsia="en-US"/>
        </w:rPr>
        <w:t xml:space="preserve"> рабочих дней</w:t>
      </w:r>
      <w:r w:rsidRPr="00571D7E">
        <w:t xml:space="preserve"> </w:t>
      </w:r>
      <w:r>
        <w:t>со дня  поступления заявления в Администрацию</w:t>
      </w:r>
      <w:r w:rsidRPr="00C251F7">
        <w:rPr>
          <w:color w:val="000000"/>
          <w:lang w:eastAsia="en-US"/>
        </w:rPr>
        <w:t>.</w:t>
      </w:r>
    </w:p>
    <w:p w:rsidR="00CE79F8" w:rsidRPr="00FA4692" w:rsidRDefault="00CE79F8" w:rsidP="00063F62">
      <w:pPr>
        <w:pStyle w:val="ConsPlusNormal"/>
        <w:jc w:val="both"/>
        <w:outlineLvl w:val="2"/>
        <w:rPr>
          <w:b/>
          <w:bCs/>
        </w:rPr>
      </w:pPr>
      <w:r w:rsidRPr="00054F91">
        <w:rPr>
          <w:rFonts w:ascii="Times New Roman" w:hAnsi="Times New Roman" w:cs="Times New Roman"/>
          <w:b/>
          <w:sz w:val="24"/>
          <w:szCs w:val="24"/>
        </w:rPr>
        <w:t>3.5.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F91">
        <w:rPr>
          <w:rFonts w:ascii="Times New Roman" w:hAnsi="Times New Roman" w:cs="Times New Roman"/>
          <w:b/>
          <w:sz w:val="24"/>
          <w:szCs w:val="24"/>
        </w:rPr>
        <w:t>Административная процедура</w:t>
      </w:r>
      <w:r w:rsidRPr="00C5503D">
        <w:rPr>
          <w:rFonts w:ascii="Times New Roman" w:hAnsi="Times New Roman" w:cs="Times New Roman"/>
          <w:b/>
          <w:sz w:val="24"/>
          <w:szCs w:val="24"/>
        </w:rPr>
        <w:t xml:space="preserve"> - подготовка </w:t>
      </w:r>
      <w:r w:rsidRPr="00C5503D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постановления о предоставлении муниципальной услуги либо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решения</w:t>
      </w:r>
      <w:r w:rsidRPr="00C5503D">
        <w:rPr>
          <w:rFonts w:ascii="Times New Roman" w:hAnsi="Times New Roman" w:cs="Times New Roman"/>
          <w:b/>
          <w:bCs/>
          <w:sz w:val="24"/>
          <w:szCs w:val="24"/>
        </w:rPr>
        <w:t xml:space="preserve"> об отказе в предоставлении муниципальной услуги, выдача заявителю </w:t>
      </w:r>
      <w:r w:rsidRPr="00C5503D">
        <w:rPr>
          <w:rFonts w:ascii="Times New Roman" w:hAnsi="Times New Roman" w:cs="Times New Roman"/>
          <w:b/>
          <w:sz w:val="24"/>
          <w:szCs w:val="24"/>
        </w:rPr>
        <w:t>результата предоставления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503D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  <w:r>
        <w:rPr>
          <w:b/>
          <w:bCs/>
        </w:rPr>
        <w:t>.</w:t>
      </w:r>
    </w:p>
    <w:p w:rsidR="00CE79F8" w:rsidRPr="00FA4692" w:rsidRDefault="00CE79F8" w:rsidP="00063F62">
      <w:pPr>
        <w:pStyle w:val="NoSpacing"/>
        <w:ind w:firstLine="720"/>
        <w:jc w:val="both"/>
        <w:rPr>
          <w:bCs/>
        </w:rPr>
      </w:pPr>
      <w:r>
        <w:rPr>
          <w:bCs/>
        </w:rPr>
        <w:t xml:space="preserve">3.5.1. Юридическим фактом, являющимся основанием для начала административной процедуры </w:t>
      </w:r>
      <w:r w:rsidRPr="00FA4692">
        <w:rPr>
          <w:bCs/>
        </w:rPr>
        <w:t xml:space="preserve">по </w:t>
      </w:r>
      <w:r w:rsidRPr="00FA4692">
        <w:t xml:space="preserve">подготовке </w:t>
      </w:r>
      <w:r w:rsidRPr="00FA4692">
        <w:rPr>
          <w:bCs/>
        </w:rPr>
        <w:t xml:space="preserve">постановления о предоставлении муниципальной услуги либо </w:t>
      </w:r>
      <w:r>
        <w:rPr>
          <w:bCs/>
        </w:rPr>
        <w:t>решения</w:t>
      </w:r>
      <w:r w:rsidRPr="00FA4692">
        <w:rPr>
          <w:bCs/>
        </w:rPr>
        <w:t xml:space="preserve"> об отказе в предоставлении муниципальной услуги </w:t>
      </w:r>
      <w:r w:rsidRPr="00FA4692">
        <w:t>является формирование пакета документов для предоставления муниципальной услуги.</w:t>
      </w:r>
    </w:p>
    <w:p w:rsidR="00CE79F8" w:rsidRPr="00FA4692" w:rsidRDefault="00CE79F8" w:rsidP="00063F62">
      <w:pPr>
        <w:pStyle w:val="NoSpacing"/>
        <w:ind w:firstLine="720"/>
        <w:jc w:val="both"/>
        <w:rPr>
          <w:spacing w:val="-1"/>
        </w:rPr>
      </w:pPr>
      <w:r>
        <w:t xml:space="preserve">3.5.2. </w:t>
      </w:r>
      <w:r w:rsidRPr="00FA4692">
        <w:t xml:space="preserve">В случае отсутствия оснований для отказа в предоставлении муниципальной услуги, указанных в </w:t>
      </w:r>
      <w:r>
        <w:t>под</w:t>
      </w:r>
      <w:r w:rsidRPr="00FA4692">
        <w:t>пункте 2.10.2. настоящего Административного регламента</w:t>
      </w:r>
      <w:r>
        <w:t>,</w:t>
      </w:r>
      <w:r w:rsidRPr="00FA4692">
        <w:t xml:space="preserve">  специалист </w:t>
      </w:r>
      <w:r>
        <w:t xml:space="preserve">Администрации, ответственный за предоставление муниципальной услуги, готовит проект постановления </w:t>
      </w:r>
      <w:r w:rsidRPr="00FA4692">
        <w:t>о пре</w:t>
      </w:r>
      <w:r>
        <w:t>доставлении муниципальной</w:t>
      </w:r>
      <w:r w:rsidRPr="00FA4692">
        <w:t xml:space="preserve"> услуги и</w:t>
      </w:r>
      <w:r>
        <w:t xml:space="preserve"> направляет его на подпись Главе администрации (лицу, её замещающему).</w:t>
      </w:r>
    </w:p>
    <w:p w:rsidR="00CE79F8" w:rsidRDefault="00CE79F8" w:rsidP="00063F62">
      <w:pPr>
        <w:pStyle w:val="NoSpacing"/>
        <w:ind w:firstLine="720"/>
        <w:jc w:val="both"/>
      </w:pPr>
      <w:r>
        <w:t>3.5.3.</w:t>
      </w:r>
      <w:r w:rsidRPr="0068219D">
        <w:t xml:space="preserve"> </w:t>
      </w:r>
      <w:r>
        <w:t xml:space="preserve">Специалист Администрации, ответственный за предоставление муниципальной услуги, не позднее дня, следующего за днем подготовки </w:t>
      </w:r>
      <w:r w:rsidRPr="00FA4692">
        <w:rPr>
          <w:bCs/>
        </w:rPr>
        <w:t>постановления о предоставлении муниципальной услуги</w:t>
      </w:r>
      <w:r>
        <w:t>, передает его в МФЦ для выдачи заявителю при наличии  в заявлении указания о выдаче результата муниципальной услуги через МФЦ.</w:t>
      </w:r>
    </w:p>
    <w:p w:rsidR="00CE79F8" w:rsidRDefault="00CE79F8" w:rsidP="00063F62">
      <w:pPr>
        <w:pStyle w:val="NoSpacing"/>
        <w:ind w:firstLine="720"/>
        <w:jc w:val="both"/>
      </w:pPr>
      <w:r>
        <w:t>При выдаче документов через МФЦ указанные документы выдаются специалистом МФЦ заявителю на руки.</w:t>
      </w:r>
    </w:p>
    <w:p w:rsidR="00CE79F8" w:rsidRDefault="00CE79F8" w:rsidP="00063F62">
      <w:pPr>
        <w:pStyle w:val="NoSpacing"/>
        <w:ind w:firstLine="720"/>
        <w:jc w:val="both"/>
      </w:pPr>
      <w:r>
        <w:t xml:space="preserve">Заявитель уведомляется специалистом МФЦ по телефону или электронной почте о готовности </w:t>
      </w:r>
      <w:r w:rsidRPr="00FA4692">
        <w:rPr>
          <w:bCs/>
        </w:rPr>
        <w:t>постановления о предоставлении муниципальной услуги</w:t>
      </w:r>
      <w:r>
        <w:t xml:space="preserve">. В случае, если специалист МФЦ не смог дозвониться до заявителя, либо заявитель не указал контактного телефона, заявителю на указанный им в заявлении  почтовый адрес в течение 2 рабочих дней со дня получения документов из Администрации отправляется заказное письмо с уведомлением, подтверждающее готовность </w:t>
      </w:r>
      <w:r w:rsidRPr="00FA4692">
        <w:rPr>
          <w:bCs/>
        </w:rPr>
        <w:t>постановления о предоставлении муниципальной услуги</w:t>
      </w:r>
      <w:r>
        <w:t>. В письме указывается номер телефона МФЦ, на который заявитель может позвонить и договориться о времени приема.</w:t>
      </w:r>
    </w:p>
    <w:p w:rsidR="00CE79F8" w:rsidRPr="00FA4692" w:rsidRDefault="00CE79F8" w:rsidP="00063F62">
      <w:pPr>
        <w:pStyle w:val="NoSpacing"/>
        <w:ind w:firstLine="720"/>
        <w:jc w:val="both"/>
      </w:pPr>
      <w:r>
        <w:t>В случае необходимости направления  результата предоставления муниципальной услуги по почте специалист Администрации, ответственный за регистрацию исходящих документов, не</w:t>
      </w:r>
      <w:r w:rsidRPr="00C5503D">
        <w:rPr>
          <w:color w:val="000000"/>
        </w:rPr>
        <w:t xml:space="preserve"> позднее</w:t>
      </w:r>
      <w:r>
        <w:rPr>
          <w:color w:val="000000"/>
        </w:rPr>
        <w:t xml:space="preserve"> одного рабочего</w:t>
      </w:r>
      <w:r w:rsidRPr="00C5503D">
        <w:rPr>
          <w:color w:val="000000"/>
        </w:rPr>
        <w:t xml:space="preserve"> дня, следующего за днем подготовки </w:t>
      </w:r>
      <w:r w:rsidRPr="00FA4692">
        <w:rPr>
          <w:bCs/>
        </w:rPr>
        <w:t>постановления о предоставлении муниципальной услуги</w:t>
      </w:r>
      <w:r>
        <w:t>, осуществляет направление его по почте заявителю на указанный им в заявлении  почтовый адрес.</w:t>
      </w:r>
    </w:p>
    <w:p w:rsidR="00CE79F8" w:rsidRDefault="00CE79F8" w:rsidP="00063F62">
      <w:pPr>
        <w:pStyle w:val="NoSpacing"/>
        <w:ind w:firstLine="720"/>
        <w:jc w:val="both"/>
      </w:pPr>
      <w:r>
        <w:t xml:space="preserve">При выдаче </w:t>
      </w:r>
      <w:r w:rsidRPr="00646E4B">
        <w:rPr>
          <w:color w:val="000000"/>
        </w:rPr>
        <w:t>постановления о присвоении,</w:t>
      </w:r>
      <w:r>
        <w:rPr>
          <w:color w:val="000000"/>
        </w:rPr>
        <w:t xml:space="preserve"> изменении, </w:t>
      </w:r>
      <w:r w:rsidRPr="00646E4B">
        <w:rPr>
          <w:color w:val="000000"/>
        </w:rPr>
        <w:t xml:space="preserve"> аннулировании </w:t>
      </w:r>
      <w:r w:rsidRPr="00646E4B">
        <w:rPr>
          <w:b/>
          <w:color w:val="000000"/>
        </w:rPr>
        <w:t xml:space="preserve"> </w:t>
      </w:r>
      <w:r w:rsidRPr="00646E4B">
        <w:rPr>
          <w:color w:val="000000"/>
        </w:rPr>
        <w:t>адреса объект</w:t>
      </w:r>
      <w:r>
        <w:rPr>
          <w:color w:val="000000"/>
        </w:rPr>
        <w:t>а</w:t>
      </w:r>
      <w:r w:rsidRPr="00646E4B">
        <w:rPr>
          <w:color w:val="000000"/>
        </w:rPr>
        <w:t xml:space="preserve"> адресации </w:t>
      </w:r>
      <w:r>
        <w:t>непосредственно в Администрации специалист Администрации, ответственный за предоставление муниципальной услуги:</w:t>
      </w:r>
    </w:p>
    <w:p w:rsidR="00CE79F8" w:rsidRDefault="00CE79F8" w:rsidP="00E05F5A">
      <w:pPr>
        <w:pStyle w:val="NoSpacing"/>
        <w:ind w:firstLine="720"/>
        <w:jc w:val="both"/>
      </w:pPr>
      <w:r>
        <w:t>уведомляет заявителя по телефону о необходимости получения результата предоставления муниципальной услуги;</w:t>
      </w:r>
    </w:p>
    <w:p w:rsidR="00CE79F8" w:rsidRDefault="00CE79F8" w:rsidP="00E05F5A">
      <w:pPr>
        <w:pStyle w:val="NoSpacing"/>
        <w:ind w:firstLine="720"/>
        <w:jc w:val="both"/>
      </w:pPr>
      <w:r>
        <w:t xml:space="preserve">устанавливает личность заявителя либо уполномоченного им лица; </w:t>
      </w:r>
    </w:p>
    <w:p w:rsidR="00CE79F8" w:rsidRDefault="00CE79F8" w:rsidP="00E05F5A">
      <w:pPr>
        <w:pStyle w:val="NoSpacing"/>
        <w:ind w:firstLine="720"/>
        <w:jc w:val="both"/>
      </w:pPr>
      <w:r>
        <w:t xml:space="preserve">выдает заявителю соответствующее </w:t>
      </w:r>
      <w:r w:rsidRPr="00646E4B">
        <w:rPr>
          <w:color w:val="000000"/>
        </w:rPr>
        <w:t>постановлени</w:t>
      </w:r>
      <w:r>
        <w:rPr>
          <w:color w:val="000000"/>
        </w:rPr>
        <w:t>е</w:t>
      </w:r>
      <w:r w:rsidRPr="00646E4B">
        <w:rPr>
          <w:color w:val="000000"/>
        </w:rPr>
        <w:t xml:space="preserve"> о присвоении,</w:t>
      </w:r>
      <w:r>
        <w:rPr>
          <w:color w:val="000000"/>
        </w:rPr>
        <w:t xml:space="preserve"> изменении или</w:t>
      </w:r>
      <w:r w:rsidRPr="00646E4B">
        <w:rPr>
          <w:color w:val="000000"/>
        </w:rPr>
        <w:t xml:space="preserve"> аннулировании </w:t>
      </w:r>
      <w:r w:rsidRPr="00646E4B">
        <w:rPr>
          <w:b/>
          <w:color w:val="000000"/>
        </w:rPr>
        <w:t xml:space="preserve"> </w:t>
      </w:r>
      <w:r w:rsidRPr="00646E4B">
        <w:rPr>
          <w:color w:val="000000"/>
        </w:rPr>
        <w:t>адреса объект</w:t>
      </w:r>
      <w:r>
        <w:rPr>
          <w:color w:val="000000"/>
        </w:rPr>
        <w:t>а</w:t>
      </w:r>
      <w:r w:rsidRPr="00646E4B">
        <w:rPr>
          <w:color w:val="000000"/>
        </w:rPr>
        <w:t xml:space="preserve"> адресации</w:t>
      </w:r>
      <w:r>
        <w:rPr>
          <w:color w:val="000000"/>
        </w:rPr>
        <w:t>.</w:t>
      </w:r>
      <w:r>
        <w:t xml:space="preserve"> </w:t>
      </w:r>
    </w:p>
    <w:p w:rsidR="00CE79F8" w:rsidRPr="00937BC8" w:rsidRDefault="00CE79F8" w:rsidP="00E05F5A">
      <w:pPr>
        <w:autoSpaceDE w:val="0"/>
        <w:autoSpaceDN w:val="0"/>
        <w:adjustRightInd w:val="0"/>
        <w:ind w:firstLine="720"/>
        <w:jc w:val="both"/>
      </w:pPr>
      <w:r w:rsidRPr="00937BC8">
        <w:t>3.</w:t>
      </w:r>
      <w:r>
        <w:t>5.4</w:t>
      </w:r>
      <w:r w:rsidRPr="00937BC8">
        <w:t>.</w:t>
      </w:r>
      <w:r>
        <w:t xml:space="preserve"> </w:t>
      </w:r>
      <w:r w:rsidRPr="00937BC8">
        <w:t xml:space="preserve">В случае наличия оснований для отказа в предоставлении муниципальной услуги, указанных в </w:t>
      </w:r>
      <w:r>
        <w:t>под</w:t>
      </w:r>
      <w:r w:rsidRPr="00937BC8">
        <w:t>пункте 2.10.2. настоящего Административного регламента</w:t>
      </w:r>
      <w:r>
        <w:t>,</w:t>
      </w:r>
      <w:r w:rsidRPr="00937BC8">
        <w:t xml:space="preserve"> специалист </w:t>
      </w:r>
      <w:r>
        <w:t>Администрации, ответственный за предоставление муниципальной услуги,</w:t>
      </w:r>
      <w:r w:rsidRPr="00937BC8">
        <w:t xml:space="preserve"> готовит </w:t>
      </w:r>
      <w:r>
        <w:t>решение</w:t>
      </w:r>
      <w:r w:rsidRPr="00937BC8">
        <w:t xml:space="preserve"> об отказе в предоставлении муниципальной услуге</w:t>
      </w:r>
      <w:r>
        <w:t xml:space="preserve"> по форме, приведенной в приложении № 2 к </w:t>
      </w:r>
      <w:r w:rsidRPr="008D0A0A">
        <w:t>приказу Министерства финансов Российской Федерации от 11 декабря 2014 г.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</w:t>
      </w:r>
      <w:r w:rsidRPr="00C355A8">
        <w:rPr>
          <w:b/>
        </w:rPr>
        <w:t>»</w:t>
      </w:r>
      <w:r>
        <w:t xml:space="preserve">, </w:t>
      </w:r>
      <w:r w:rsidRPr="00937BC8">
        <w:t xml:space="preserve"> и передает его на подпись </w:t>
      </w:r>
      <w:r>
        <w:t xml:space="preserve">Главе администрации </w:t>
      </w:r>
      <w:r w:rsidRPr="00937BC8">
        <w:t>(лицу, е</w:t>
      </w:r>
      <w:r>
        <w:t>ё</w:t>
      </w:r>
      <w:r w:rsidRPr="00937BC8">
        <w:t xml:space="preserve"> замещающему).</w:t>
      </w:r>
    </w:p>
    <w:p w:rsidR="00CE79F8" w:rsidRPr="00172B64" w:rsidRDefault="00CE79F8" w:rsidP="00063F62">
      <w:pPr>
        <w:pStyle w:val="NoSpacing"/>
        <w:ind w:firstLine="720"/>
        <w:jc w:val="both"/>
      </w:pPr>
      <w:r w:rsidRPr="007943BE">
        <w:t>3.</w:t>
      </w:r>
      <w:r>
        <w:t>5.5.</w:t>
      </w:r>
      <w:r w:rsidRPr="007943BE">
        <w:t xml:space="preserve"> </w:t>
      </w:r>
      <w:r>
        <w:t>Решение</w:t>
      </w:r>
      <w:r w:rsidRPr="007943BE">
        <w:t xml:space="preserve"> об отказе в предоставлении муниципальной услуги направляется </w:t>
      </w:r>
      <w:r>
        <w:t>специалистом Администрации, ответственным за предоставление муниципальной услуги,</w:t>
      </w:r>
      <w:r w:rsidRPr="007943BE">
        <w:t xml:space="preserve"> заявителю в письменной или электронной форме в </w:t>
      </w:r>
      <w:r>
        <w:t>течении двух рабочих дней</w:t>
      </w:r>
      <w:r w:rsidRPr="007943BE">
        <w:t xml:space="preserve"> со дня его вынесения с использованием услуг почтовой связи, либо через информационную систему межведомственного взаимодействия в подсистему «Личный кабинет» заявителя </w:t>
      </w:r>
      <w:r>
        <w:t>на Е</w:t>
      </w:r>
      <w:r w:rsidRPr="007943BE">
        <w:t>дин</w:t>
      </w:r>
      <w:r>
        <w:t>ом</w:t>
      </w:r>
      <w:r w:rsidRPr="007943BE">
        <w:t xml:space="preserve"> портал</w:t>
      </w:r>
      <w:r>
        <w:t>е, Р</w:t>
      </w:r>
      <w:r w:rsidRPr="00172B64">
        <w:t>егиональн</w:t>
      </w:r>
      <w:r>
        <w:t>ом портале</w:t>
      </w:r>
      <w:r w:rsidRPr="00172B64">
        <w:t>,</w:t>
      </w:r>
      <w:r>
        <w:t xml:space="preserve"> портале адресной системы,</w:t>
      </w:r>
      <w:r w:rsidRPr="00172B64">
        <w:t xml:space="preserve"> через </w:t>
      </w:r>
      <w:r>
        <w:t>МФЦ, или вручается лично заявителю</w:t>
      </w:r>
      <w:r w:rsidRPr="00172B64">
        <w:t>.</w:t>
      </w:r>
    </w:p>
    <w:p w:rsidR="00CE79F8" w:rsidRPr="00172B64" w:rsidRDefault="00CE79F8" w:rsidP="00063F62">
      <w:pPr>
        <w:pStyle w:val="NoSpacing"/>
        <w:ind w:firstLine="720"/>
        <w:jc w:val="both"/>
      </w:pPr>
      <w:r w:rsidRPr="00172B64">
        <w:rPr>
          <w:bCs/>
        </w:rPr>
        <w:t>3.</w:t>
      </w:r>
      <w:r>
        <w:rPr>
          <w:bCs/>
        </w:rPr>
        <w:t xml:space="preserve">5.6. </w:t>
      </w:r>
      <w:r w:rsidRPr="00172B64">
        <w:rPr>
          <w:bCs/>
        </w:rPr>
        <w:t xml:space="preserve">Результат административной  процедуры – </w:t>
      </w:r>
      <w:r>
        <w:rPr>
          <w:bCs/>
        </w:rPr>
        <w:t xml:space="preserve">направление  (вручение) постановления о предоставлении муниципальной услуги </w:t>
      </w:r>
      <w:r w:rsidRPr="00172B64">
        <w:rPr>
          <w:bCs/>
        </w:rPr>
        <w:t xml:space="preserve">либо направление </w:t>
      </w:r>
      <w:r>
        <w:rPr>
          <w:bCs/>
        </w:rPr>
        <w:t>решения</w:t>
      </w:r>
      <w:r w:rsidRPr="00172B64">
        <w:rPr>
          <w:bCs/>
        </w:rPr>
        <w:t xml:space="preserve"> об отказе в предоставлении муниципальной услуги</w:t>
      </w:r>
      <w:r>
        <w:rPr>
          <w:bCs/>
        </w:rPr>
        <w:t>.</w:t>
      </w:r>
    </w:p>
    <w:p w:rsidR="00CE79F8" w:rsidRPr="00F51BDA" w:rsidRDefault="00CE79F8" w:rsidP="00063F62">
      <w:pPr>
        <w:pStyle w:val="NoSpacing"/>
        <w:ind w:firstLine="720"/>
        <w:jc w:val="both"/>
      </w:pPr>
      <w:r>
        <w:rPr>
          <w:bCs/>
        </w:rPr>
        <w:t xml:space="preserve">3.5.7. </w:t>
      </w:r>
      <w:r w:rsidRPr="00FA4692">
        <w:t xml:space="preserve">Время выполнения административной процедуры не должно превышать </w:t>
      </w:r>
      <w:r>
        <w:t xml:space="preserve">8 </w:t>
      </w:r>
      <w:r w:rsidRPr="00F51BDA">
        <w:t>(</w:t>
      </w:r>
      <w:r>
        <w:t>восемь)</w:t>
      </w:r>
      <w:r w:rsidRPr="00F51BDA">
        <w:t xml:space="preserve"> рабочих дня</w:t>
      </w:r>
      <w:r>
        <w:t xml:space="preserve"> со дня </w:t>
      </w:r>
      <w:r w:rsidRPr="00FA4692">
        <w:t>формировани</w:t>
      </w:r>
      <w:r>
        <w:t>я</w:t>
      </w:r>
      <w:r w:rsidRPr="00FA4692">
        <w:t xml:space="preserve"> пакета документов для предоставления муниципальной услуги</w:t>
      </w:r>
      <w:r w:rsidRPr="00F51BDA">
        <w:t xml:space="preserve">. </w:t>
      </w:r>
    </w:p>
    <w:p w:rsidR="00CE79F8" w:rsidRDefault="00CE79F8" w:rsidP="00063F62">
      <w:pPr>
        <w:pStyle w:val="ConsPlusNormal"/>
        <w:jc w:val="center"/>
        <w:outlineLvl w:val="2"/>
      </w:pPr>
    </w:p>
    <w:p w:rsidR="00CE79F8" w:rsidRPr="0035629C" w:rsidRDefault="00CE79F8" w:rsidP="00063F62">
      <w:pPr>
        <w:ind w:firstLine="720"/>
        <w:jc w:val="center"/>
        <w:rPr>
          <w:b/>
        </w:rPr>
      </w:pPr>
      <w:bookmarkStart w:id="2" w:name="_GoBack"/>
      <w:r>
        <w:rPr>
          <w:b/>
          <w:lang w:val="en-US"/>
        </w:rPr>
        <w:t>IV</w:t>
      </w:r>
      <w:r>
        <w:rPr>
          <w:b/>
        </w:rPr>
        <w:t>. Порядок и формы контроля за предоставлением муниципальной услуги</w:t>
      </w:r>
      <w:bookmarkEnd w:id="2"/>
    </w:p>
    <w:p w:rsidR="00CE79F8" w:rsidRPr="00A22B45" w:rsidRDefault="00CE79F8" w:rsidP="00B95FA3">
      <w:pPr>
        <w:jc w:val="center"/>
        <w:rPr>
          <w:b/>
        </w:rPr>
      </w:pPr>
      <w:r w:rsidRPr="00A22B45">
        <w:rPr>
          <w:b/>
        </w:rPr>
        <w:t>4.1.</w:t>
      </w:r>
      <w:r w:rsidRPr="00AC0C48">
        <w:rPr>
          <w:b/>
        </w:rPr>
        <w:t xml:space="preserve"> </w:t>
      </w:r>
      <w:r w:rsidRPr="00A22B45">
        <w:rPr>
          <w:b/>
        </w:rPr>
        <w:t xml:space="preserve">Порядок осуществления текущего контроля за соблюдением и исполнением </w:t>
      </w:r>
      <w:r>
        <w:rPr>
          <w:b/>
        </w:rPr>
        <w:t xml:space="preserve">ответственными </w:t>
      </w:r>
      <w:r w:rsidRPr="00A22B45">
        <w:rPr>
          <w:b/>
        </w:rPr>
        <w:t>лицами</w:t>
      </w:r>
      <w:r>
        <w:rPr>
          <w:b/>
        </w:rPr>
        <w:t>, муниципальными служащими положений Административного</w:t>
      </w:r>
      <w:r w:rsidRPr="00A22B45">
        <w:rPr>
          <w:b/>
        </w:rPr>
        <w:t xml:space="preserve"> регламента и иных нормативных правовых актов, устанавливающих требования к </w:t>
      </w:r>
      <w:r>
        <w:rPr>
          <w:b/>
        </w:rPr>
        <w:t>оказанию</w:t>
      </w:r>
      <w:r w:rsidRPr="00A22B45">
        <w:rPr>
          <w:b/>
        </w:rPr>
        <w:t xml:space="preserve"> муниципальной услуги, а также принятием </w:t>
      </w:r>
      <w:r>
        <w:rPr>
          <w:b/>
        </w:rPr>
        <w:t xml:space="preserve"> решений ответственными лицами.</w:t>
      </w:r>
    </w:p>
    <w:p w:rsidR="00CE79F8" w:rsidRPr="00FA4692" w:rsidRDefault="00CE79F8" w:rsidP="00063F62">
      <w:pPr>
        <w:ind w:firstLine="720"/>
        <w:jc w:val="both"/>
      </w:pPr>
      <w:r>
        <w:t>4.1.1.</w:t>
      </w:r>
      <w:r w:rsidRPr="00FA4692">
        <w:t xml:space="preserve">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</w:t>
      </w:r>
      <w:r>
        <w:t>Главой администрации или лицом, её</w:t>
      </w:r>
      <w:r w:rsidRPr="00FA4692">
        <w:t xml:space="preserve"> замещающим, проверок исполнения должностными лицами положений регламента.</w:t>
      </w:r>
    </w:p>
    <w:p w:rsidR="00CE79F8" w:rsidRPr="00FA4692" w:rsidRDefault="00CE79F8" w:rsidP="00063F62">
      <w:pPr>
        <w:ind w:firstLine="720"/>
        <w:jc w:val="both"/>
      </w:pPr>
      <w:r w:rsidRPr="00FA4692"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CE79F8" w:rsidRPr="0035629C" w:rsidRDefault="00CE79F8" w:rsidP="00063F62">
      <w:pPr>
        <w:ind w:firstLine="720"/>
        <w:jc w:val="both"/>
      </w:pPr>
      <w:r w:rsidRPr="00FA4692">
        <w:t xml:space="preserve">О случаях и причинах нарушения сроков, содержания административных процедур и действий должностные лица немедленно информируют </w:t>
      </w:r>
      <w:r>
        <w:t>Главу администрации</w:t>
      </w:r>
      <w:r w:rsidRPr="00FA4692">
        <w:t xml:space="preserve"> или лицо, е</w:t>
      </w:r>
      <w:r>
        <w:t>ё</w:t>
      </w:r>
      <w:r w:rsidRPr="00FA4692">
        <w:t xml:space="preserve"> замещающее, а также принимают срочные меры по устранению нарушений.</w:t>
      </w:r>
    </w:p>
    <w:p w:rsidR="00CE79F8" w:rsidRPr="00A22B45" w:rsidRDefault="00CE79F8" w:rsidP="00063F62">
      <w:pPr>
        <w:ind w:firstLine="720"/>
        <w:jc w:val="both"/>
        <w:rPr>
          <w:b/>
        </w:rPr>
      </w:pPr>
      <w:r w:rsidRPr="00A22B45">
        <w:rPr>
          <w:b/>
        </w:rPr>
        <w:t>4.2.Порядок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E79F8" w:rsidRPr="00FA4692" w:rsidRDefault="00CE79F8" w:rsidP="00063F62">
      <w:pPr>
        <w:ind w:firstLine="720"/>
        <w:jc w:val="both"/>
      </w:pPr>
      <w:r>
        <w:t>4.2.1.</w:t>
      </w:r>
      <w:r w:rsidRPr="00FA4692">
        <w:t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CE79F8" w:rsidRPr="00FA4692" w:rsidRDefault="00CE79F8" w:rsidP="00063F62">
      <w:pPr>
        <w:ind w:firstLine="720"/>
        <w:jc w:val="both"/>
      </w:pPr>
      <w:r>
        <w:t>4.2.2.</w:t>
      </w:r>
      <w:r w:rsidRPr="00FA4692">
        <w:t>Проверки могут быть плановыми и внеплановыми.</w:t>
      </w:r>
    </w:p>
    <w:p w:rsidR="00CE79F8" w:rsidRPr="00FA4692" w:rsidRDefault="00CE79F8" w:rsidP="00063F62">
      <w:pPr>
        <w:ind w:firstLine="720"/>
        <w:jc w:val="both"/>
      </w:pPr>
      <w:r w:rsidRPr="00FA4692"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CE79F8" w:rsidRPr="00FA4692" w:rsidRDefault="00CE79F8" w:rsidP="00063F62">
      <w:pPr>
        <w:ind w:firstLine="720"/>
        <w:jc w:val="both"/>
      </w:pPr>
      <w:r w:rsidRPr="00FA4692">
        <w:t xml:space="preserve">Внеплановые проверки проводятся по поручению </w:t>
      </w:r>
      <w:r>
        <w:t>Главы администрации или лица, её</w:t>
      </w:r>
      <w:r w:rsidRPr="00FA4692">
        <w:t xml:space="preserve"> замещающего, по конкретному обращению заинтересованных лиц.</w:t>
      </w:r>
    </w:p>
    <w:p w:rsidR="00CE79F8" w:rsidRDefault="00CE79F8" w:rsidP="00063F62">
      <w:pPr>
        <w:ind w:firstLine="720"/>
        <w:jc w:val="both"/>
      </w:pPr>
      <w:r w:rsidRPr="00FA4692">
        <w:t xml:space="preserve">Проверки полноты и качества предоставляемой муниципальной услуги проводятся на основании </w:t>
      </w:r>
      <w:r>
        <w:t>распоряжения Главы администрации</w:t>
      </w:r>
      <w:r w:rsidRPr="00FA4692">
        <w:t xml:space="preserve">. Для проведения проверки формируется комиссия, в состав которой включаются муниципальные служащие </w:t>
      </w:r>
      <w:r>
        <w:t>Администрации</w:t>
      </w:r>
      <w:r w:rsidRPr="00FA4692">
        <w:t>. Результаты проверки оформляются в виде акта, в котором отмечаются выявленные недостатки</w:t>
      </w:r>
      <w:r>
        <w:t xml:space="preserve"> и предложения по их устранению. А</w:t>
      </w:r>
      <w:r w:rsidRPr="00FA4692">
        <w:t xml:space="preserve">кт подписывается членами комиссии. С актом знакомятся должностные лица </w:t>
      </w:r>
      <w:r>
        <w:t>Администрации</w:t>
      </w:r>
      <w:r w:rsidRPr="00FA4692">
        <w:t>.</w:t>
      </w:r>
    </w:p>
    <w:p w:rsidR="00CE79F8" w:rsidRPr="002B0151" w:rsidRDefault="00CE79F8" w:rsidP="0058449D">
      <w:pPr>
        <w:autoSpaceDE w:val="0"/>
        <w:autoSpaceDN w:val="0"/>
        <w:adjustRightInd w:val="0"/>
        <w:ind w:firstLine="720"/>
        <w:jc w:val="both"/>
        <w:rPr>
          <w:b/>
        </w:rPr>
      </w:pPr>
      <w:bookmarkStart w:id="3" w:name="sub_283"/>
      <w:r>
        <w:rPr>
          <w:b/>
        </w:rPr>
        <w:t>4.3. О</w:t>
      </w:r>
      <w:r w:rsidRPr="00FA4692">
        <w:rPr>
          <w:b/>
        </w:rPr>
        <w:t xml:space="preserve">тветственности </w:t>
      </w:r>
      <w:r>
        <w:rPr>
          <w:b/>
        </w:rPr>
        <w:t xml:space="preserve">муниципальных служащих Администрации за решения и действия (бездействие), принимаемые (осуществляемые) </w:t>
      </w:r>
      <w:r w:rsidRPr="00FA4692">
        <w:rPr>
          <w:b/>
        </w:rPr>
        <w:t xml:space="preserve">в ходе </w:t>
      </w:r>
      <w:r>
        <w:rPr>
          <w:b/>
        </w:rPr>
        <w:t>оказания</w:t>
      </w:r>
      <w:r w:rsidRPr="00FA4692">
        <w:rPr>
          <w:b/>
        </w:rPr>
        <w:t xml:space="preserve"> муниципальной услуги</w:t>
      </w:r>
      <w:r>
        <w:rPr>
          <w:b/>
        </w:rPr>
        <w:t>.</w:t>
      </w:r>
    </w:p>
    <w:p w:rsidR="00CE79F8" w:rsidRPr="00FA4692" w:rsidRDefault="00CE79F8" w:rsidP="00063F62">
      <w:pPr>
        <w:ind w:firstLine="720"/>
        <w:jc w:val="both"/>
      </w:pPr>
      <w:r>
        <w:t xml:space="preserve">4.3.1 </w:t>
      </w:r>
      <w:r w:rsidRPr="00FA4692">
        <w:t>Должностное лицо несет персональную ответственность за:</w:t>
      </w:r>
    </w:p>
    <w:p w:rsidR="00CE79F8" w:rsidRPr="00FA4692" w:rsidRDefault="00CE79F8" w:rsidP="00063F62">
      <w:pPr>
        <w:tabs>
          <w:tab w:val="left" w:pos="993"/>
        </w:tabs>
        <w:ind w:firstLine="720"/>
        <w:jc w:val="both"/>
      </w:pPr>
      <w:r w:rsidRPr="00FA4692">
        <w:t xml:space="preserve">соблюдение установленного порядка приема документов; </w:t>
      </w:r>
    </w:p>
    <w:p w:rsidR="00CE79F8" w:rsidRPr="00FA4692" w:rsidRDefault="00CE79F8" w:rsidP="00063F62">
      <w:pPr>
        <w:tabs>
          <w:tab w:val="left" w:pos="993"/>
        </w:tabs>
        <w:ind w:firstLine="720"/>
        <w:jc w:val="both"/>
      </w:pPr>
      <w:r w:rsidRPr="00FA4692">
        <w:t xml:space="preserve">принятие надлежащих мер по полной и всесторонней проверке представленных документов; </w:t>
      </w:r>
    </w:p>
    <w:p w:rsidR="00CE79F8" w:rsidRPr="00FA4692" w:rsidRDefault="00CE79F8" w:rsidP="00063F62">
      <w:pPr>
        <w:tabs>
          <w:tab w:val="left" w:pos="993"/>
        </w:tabs>
        <w:ind w:firstLine="720"/>
        <w:jc w:val="both"/>
      </w:pPr>
      <w:r w:rsidRPr="00FA4692">
        <w:t>соблюдение сроков рассмотрения документов, соблюдение порядка выдачи документов;</w:t>
      </w:r>
    </w:p>
    <w:p w:rsidR="00CE79F8" w:rsidRPr="00FA4692" w:rsidRDefault="00CE79F8" w:rsidP="00063F62">
      <w:pPr>
        <w:tabs>
          <w:tab w:val="left" w:pos="993"/>
        </w:tabs>
        <w:ind w:firstLine="720"/>
        <w:jc w:val="both"/>
      </w:pPr>
      <w:r w:rsidRPr="00FA4692">
        <w:t xml:space="preserve">учет выданных документов; </w:t>
      </w:r>
    </w:p>
    <w:p w:rsidR="00CE79F8" w:rsidRPr="00FA4692" w:rsidRDefault="00CE79F8" w:rsidP="00063F62">
      <w:pPr>
        <w:tabs>
          <w:tab w:val="left" w:pos="0"/>
        </w:tabs>
        <w:ind w:firstLine="720"/>
        <w:jc w:val="both"/>
      </w:pPr>
      <w:r w:rsidRPr="00FA4692">
        <w:t xml:space="preserve">своевременное формирование, ведение и надлежащее хранение документов. </w:t>
      </w:r>
    </w:p>
    <w:p w:rsidR="00CE79F8" w:rsidRPr="002B0151" w:rsidRDefault="00CE79F8" w:rsidP="00063F62">
      <w:pPr>
        <w:ind w:firstLine="720"/>
        <w:jc w:val="both"/>
      </w:pPr>
      <w:r w:rsidRPr="00FA4692"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CE79F8" w:rsidRPr="002B0151" w:rsidRDefault="00CE79F8" w:rsidP="00063F62">
      <w:pPr>
        <w:ind w:firstLine="720"/>
        <w:jc w:val="both"/>
        <w:rPr>
          <w:b/>
        </w:rPr>
      </w:pPr>
      <w:r>
        <w:rPr>
          <w:b/>
        </w:rPr>
        <w:t xml:space="preserve">4.4. </w:t>
      </w:r>
      <w:r w:rsidRPr="00FA4692">
        <w:rPr>
          <w:b/>
        </w:rPr>
        <w:t xml:space="preserve">Положения, характеризующие требования к порядку и формам контроля за </w:t>
      </w:r>
      <w:r>
        <w:rPr>
          <w:b/>
        </w:rPr>
        <w:t>оказанием</w:t>
      </w:r>
      <w:r w:rsidRPr="00FA4692">
        <w:rPr>
          <w:b/>
        </w:rPr>
        <w:t xml:space="preserve"> муниципальной услуги, в том числе со стороны граждан, их объединений и организаций</w:t>
      </w:r>
      <w:r>
        <w:rPr>
          <w:b/>
        </w:rPr>
        <w:t>.</w:t>
      </w:r>
    </w:p>
    <w:bookmarkEnd w:id="3"/>
    <w:p w:rsidR="00CE79F8" w:rsidRPr="00FA4692" w:rsidRDefault="00CE79F8" w:rsidP="00063F62">
      <w:pPr>
        <w:ind w:firstLine="720"/>
        <w:jc w:val="both"/>
      </w:pPr>
      <w:r>
        <w:rPr>
          <w:shd w:val="clear" w:color="auto" w:fill="FFFFFF"/>
        </w:rPr>
        <w:t xml:space="preserve">4.4.1. </w:t>
      </w:r>
      <w:r w:rsidRPr="00FA4692">
        <w:rPr>
          <w:shd w:val="clear" w:color="auto" w:fill="FFFFFF"/>
        </w:rPr>
        <w:t xml:space="preserve"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</w:t>
      </w:r>
      <w:r>
        <w:rPr>
          <w:shd w:val="clear" w:color="auto" w:fill="FFFFFF"/>
        </w:rPr>
        <w:t>Администрацию</w:t>
      </w:r>
      <w:r w:rsidRPr="00FA4692">
        <w:rPr>
          <w:shd w:val="clear" w:color="auto" w:fill="FFFFFF"/>
        </w:rPr>
        <w:t>.</w:t>
      </w:r>
    </w:p>
    <w:p w:rsidR="00CE79F8" w:rsidRPr="00FA4692" w:rsidRDefault="00CE79F8" w:rsidP="00063F62">
      <w:pPr>
        <w:ind w:firstLine="720"/>
        <w:jc w:val="both"/>
      </w:pPr>
      <w:r w:rsidRPr="00FA4692">
        <w:t xml:space="preserve">Любое заинтересованное лицо может осуществлять контроль за полнотой и качеством предоставления </w:t>
      </w:r>
      <w:r w:rsidRPr="00FA4692">
        <w:rPr>
          <w:shd w:val="clear" w:color="auto" w:fill="FFFFFF"/>
        </w:rPr>
        <w:t>муниципальной</w:t>
      </w:r>
      <w:r w:rsidRPr="00FA4692">
        <w:t xml:space="preserve"> услуги, обратившись к</w:t>
      </w:r>
      <w:r>
        <w:t xml:space="preserve"> Главе администрации или лицу, её</w:t>
      </w:r>
      <w:r w:rsidRPr="00FA4692">
        <w:t xml:space="preserve"> замещающему.</w:t>
      </w:r>
    </w:p>
    <w:p w:rsidR="00CE79F8" w:rsidRPr="00FA4692" w:rsidRDefault="00CE79F8" w:rsidP="00063F62">
      <w:pPr>
        <w:pStyle w:val="ConsPlusNormal"/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79F8" w:rsidRPr="000C5422" w:rsidRDefault="00CE79F8" w:rsidP="00063F62">
      <w:pPr>
        <w:ind w:firstLine="720"/>
        <w:jc w:val="center"/>
        <w:rPr>
          <w:b/>
        </w:rPr>
      </w:pPr>
      <w:r>
        <w:rPr>
          <w:b/>
          <w:lang w:val="en-US"/>
        </w:rPr>
        <w:t>V</w:t>
      </w:r>
      <w:r w:rsidRPr="000C5422">
        <w:rPr>
          <w:b/>
        </w:rPr>
        <w:t>.</w:t>
      </w:r>
      <w:r w:rsidRPr="00AC0C48">
        <w:rPr>
          <w:b/>
        </w:rPr>
        <w:t xml:space="preserve"> </w:t>
      </w:r>
      <w:r w:rsidRPr="000C5422">
        <w:rPr>
          <w:b/>
        </w:rPr>
        <w:t>Досудебный (внесудебный) порядок обжалования решений и действий</w:t>
      </w:r>
    </w:p>
    <w:p w:rsidR="00CE79F8" w:rsidRPr="000C5422" w:rsidRDefault="00CE79F8" w:rsidP="00063F62">
      <w:pPr>
        <w:ind w:firstLine="720"/>
        <w:jc w:val="center"/>
        <w:rPr>
          <w:b/>
        </w:rPr>
      </w:pPr>
      <w:r w:rsidRPr="000C5422">
        <w:rPr>
          <w:b/>
        </w:rPr>
        <w:t xml:space="preserve"> (бездействия) органа, предоставляющего муниципальную услугу, </w:t>
      </w:r>
    </w:p>
    <w:p w:rsidR="00CE79F8" w:rsidRPr="000C5422" w:rsidRDefault="00CE79F8" w:rsidP="00063F62">
      <w:pPr>
        <w:ind w:firstLine="720"/>
        <w:jc w:val="center"/>
        <w:rPr>
          <w:b/>
        </w:rPr>
      </w:pPr>
      <w:r w:rsidRPr="000C5422">
        <w:rPr>
          <w:b/>
        </w:rPr>
        <w:t>его должностных лиц либо муниципальных служащих</w:t>
      </w:r>
    </w:p>
    <w:p w:rsidR="00CE79F8" w:rsidRPr="000C5422" w:rsidRDefault="00CE79F8" w:rsidP="00063F62">
      <w:pPr>
        <w:ind w:firstLine="720"/>
        <w:jc w:val="center"/>
        <w:rPr>
          <w:b/>
        </w:rPr>
      </w:pPr>
    </w:p>
    <w:p w:rsidR="00CE79F8" w:rsidRDefault="00CE79F8" w:rsidP="00063F62">
      <w:pPr>
        <w:pStyle w:val="NoSpacing"/>
        <w:ind w:firstLine="720"/>
        <w:jc w:val="both"/>
        <w:rPr>
          <w:b/>
          <w:lang w:eastAsia="en-US"/>
        </w:rPr>
      </w:pPr>
      <w:r w:rsidRPr="00A22B45">
        <w:rPr>
          <w:b/>
          <w:lang w:eastAsia="en-US"/>
        </w:rPr>
        <w:t>5.1. Информация для заявител</w:t>
      </w:r>
      <w:r>
        <w:rPr>
          <w:b/>
          <w:lang w:eastAsia="en-US"/>
        </w:rPr>
        <w:t>ей о их праве на досудебное  (внесудебное) обжалование действий (бездействия</w:t>
      </w:r>
      <w:r w:rsidRPr="00A22B45">
        <w:rPr>
          <w:b/>
          <w:lang w:eastAsia="en-US"/>
        </w:rPr>
        <w:t xml:space="preserve">) </w:t>
      </w:r>
      <w:r>
        <w:rPr>
          <w:b/>
          <w:lang w:eastAsia="en-US"/>
        </w:rPr>
        <w:t>и решений, принятых (осуществляемых)в ходе оказания муниципальной услуги.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>
        <w:rPr>
          <w:lang w:eastAsia="en-US"/>
        </w:rPr>
        <w:t>5.1.1. З</w:t>
      </w:r>
      <w:r w:rsidRPr="000C5422">
        <w:rPr>
          <w:lang w:eastAsia="en-US"/>
        </w:rPr>
        <w:t>аявитель, права и законные интересы которого нарушены должностным лицом (в том числе в случае ненадлежащего исполнения им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CE79F8" w:rsidRDefault="00CE79F8" w:rsidP="00063F62">
      <w:pPr>
        <w:pStyle w:val="NoSpacing"/>
        <w:ind w:firstLine="720"/>
        <w:jc w:val="both"/>
        <w:rPr>
          <w:b/>
          <w:lang w:eastAsia="en-US"/>
        </w:rPr>
      </w:pPr>
      <w:r w:rsidRPr="00A22B45">
        <w:rPr>
          <w:b/>
          <w:lang w:eastAsia="en-US"/>
        </w:rPr>
        <w:t xml:space="preserve">5.2. </w:t>
      </w:r>
      <w:r>
        <w:rPr>
          <w:b/>
          <w:lang w:eastAsia="en-US"/>
        </w:rPr>
        <w:t>Предмет досудебного (внесудебного) обжалования.</w:t>
      </w:r>
    </w:p>
    <w:p w:rsidR="00CE79F8" w:rsidRPr="00D96D8A" w:rsidRDefault="00CE79F8" w:rsidP="00063F62">
      <w:pPr>
        <w:pStyle w:val="NoSpacing"/>
        <w:ind w:firstLine="720"/>
        <w:jc w:val="both"/>
        <w:rPr>
          <w:lang w:eastAsia="en-US"/>
        </w:rPr>
      </w:pPr>
      <w:r w:rsidRPr="00D96D8A">
        <w:rPr>
          <w:lang w:eastAsia="en-US"/>
        </w:rPr>
        <w:t xml:space="preserve">5.2.1. Предметом </w:t>
      </w:r>
      <w:r>
        <w:rPr>
          <w:lang w:eastAsia="en-US"/>
        </w:rPr>
        <w:t>досудебного (внесудебного) обжалования</w:t>
      </w:r>
      <w:r w:rsidRPr="00D96D8A">
        <w:rPr>
          <w:lang w:eastAsia="en-US"/>
        </w:rPr>
        <w:t xml:space="preserve">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CE79F8" w:rsidRPr="003A4F85" w:rsidRDefault="00CE79F8" w:rsidP="00ED7F30">
      <w:pPr>
        <w:ind w:firstLine="709"/>
        <w:jc w:val="both"/>
      </w:pPr>
      <w:r>
        <w:rPr>
          <w:lang w:eastAsia="en-US"/>
        </w:rPr>
        <w:t xml:space="preserve">5.2.2. </w:t>
      </w:r>
      <w:r w:rsidRPr="003A4F85">
        <w:t>Заявители имеют право на досудебное (внесудебное) рассмотрение жалоб в процессе получения муниципальных услуг.</w:t>
      </w:r>
    </w:p>
    <w:p w:rsidR="00CE79F8" w:rsidRPr="000C5422" w:rsidRDefault="00CE79F8" w:rsidP="00ED7F30">
      <w:pPr>
        <w:pStyle w:val="NoSpacing"/>
        <w:ind w:firstLine="708"/>
        <w:jc w:val="both"/>
        <w:rPr>
          <w:lang w:eastAsia="en-US"/>
        </w:rPr>
      </w:pPr>
      <w:r>
        <w:rPr>
          <w:lang w:eastAsia="en-US"/>
        </w:rPr>
        <w:t xml:space="preserve">Основание для начала процедуры досудебного (внесудебного) обжалования -направление заявителем </w:t>
      </w:r>
      <w:r w:rsidRPr="000C5422">
        <w:rPr>
          <w:lang w:eastAsia="en-US"/>
        </w:rPr>
        <w:t>жалоб</w:t>
      </w:r>
      <w:r>
        <w:rPr>
          <w:lang w:eastAsia="en-US"/>
        </w:rPr>
        <w:t>ы</w:t>
      </w:r>
      <w:r w:rsidRPr="000C5422">
        <w:rPr>
          <w:lang w:eastAsia="en-US"/>
        </w:rPr>
        <w:t>, в том числе в следующих случаях:</w:t>
      </w:r>
    </w:p>
    <w:p w:rsidR="00CE79F8" w:rsidRPr="000C5422" w:rsidRDefault="00CE79F8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CE79F8" w:rsidRPr="000C5422" w:rsidRDefault="00CE79F8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CE79F8" w:rsidRPr="000C5422" w:rsidRDefault="00CE79F8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</w:t>
      </w:r>
      <w:r>
        <w:rPr>
          <w:rFonts w:ascii="Times New Roman" w:hAnsi="Times New Roman" w:cs="Times New Roman"/>
          <w:sz w:val="24"/>
          <w:szCs w:val="24"/>
        </w:rPr>
        <w:t>муниципальными правовыми актами</w:t>
      </w:r>
      <w:r w:rsidRPr="000C542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услуги;</w:t>
      </w:r>
    </w:p>
    <w:p w:rsidR="00CE79F8" w:rsidRPr="000C5422" w:rsidRDefault="00CE79F8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CE79F8" w:rsidRPr="000C5422" w:rsidRDefault="00CE79F8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CE79F8" w:rsidRPr="000C5422" w:rsidRDefault="00CE79F8" w:rsidP="00063F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C5422">
        <w:rPr>
          <w:rFonts w:ascii="Times New Roman" w:hAnsi="Times New Roman" w:cs="Times New Roman"/>
          <w:sz w:val="24"/>
          <w:szCs w:val="24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</w:t>
      </w:r>
      <w:r>
        <w:rPr>
          <w:rFonts w:ascii="Times New Roman" w:hAnsi="Times New Roman" w:cs="Times New Roman"/>
          <w:sz w:val="24"/>
          <w:szCs w:val="24"/>
        </w:rPr>
        <w:t>муниципальными правовыми актами</w:t>
      </w:r>
      <w:r w:rsidRPr="000C5422">
        <w:rPr>
          <w:rFonts w:ascii="Times New Roman" w:hAnsi="Times New Roman" w:cs="Times New Roman"/>
          <w:sz w:val="24"/>
          <w:szCs w:val="24"/>
        </w:rPr>
        <w:t>;</w:t>
      </w:r>
    </w:p>
    <w:p w:rsidR="00CE79F8" w:rsidRPr="000C5422" w:rsidRDefault="00CE79F8" w:rsidP="00063F62">
      <w:pPr>
        <w:pStyle w:val="NoSpacing"/>
        <w:ind w:firstLine="720"/>
        <w:jc w:val="both"/>
      </w:pPr>
      <w:r w:rsidRPr="000C5422"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E79F8" w:rsidRPr="00A22B45" w:rsidRDefault="00CE79F8" w:rsidP="00063F62">
      <w:pPr>
        <w:pStyle w:val="NoSpacing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CE79F8" w:rsidRDefault="00CE79F8" w:rsidP="00063F62">
      <w:pPr>
        <w:pStyle w:val="NoSpacing"/>
        <w:ind w:firstLine="720"/>
        <w:jc w:val="both"/>
      </w:pPr>
      <w:r>
        <w:rPr>
          <w:iCs/>
          <w:lang w:eastAsia="en-US"/>
        </w:rPr>
        <w:t>5.3.1. З</w:t>
      </w:r>
      <w:r w:rsidRPr="000C5422">
        <w:rPr>
          <w:iCs/>
          <w:lang w:eastAsia="en-US"/>
        </w:rPr>
        <w:t xml:space="preserve">аявители могут обжаловать решения и действия (бездействие), принятые (осуществляемые) в ходе предоставления муниципальной услуги должностными лицами </w:t>
      </w:r>
      <w:r>
        <w:rPr>
          <w:iCs/>
          <w:lang w:eastAsia="en-US"/>
        </w:rPr>
        <w:t>Администрации</w:t>
      </w:r>
      <w:r w:rsidRPr="000C5422">
        <w:rPr>
          <w:iCs/>
          <w:lang w:eastAsia="en-US"/>
        </w:rPr>
        <w:t xml:space="preserve">, </w:t>
      </w:r>
      <w:r w:rsidRPr="000C5422">
        <w:t>Главе администрации</w:t>
      </w:r>
      <w:r>
        <w:t>,</w:t>
      </w:r>
      <w:r w:rsidRPr="000C5422">
        <w:rPr>
          <w:iCs/>
          <w:lang w:eastAsia="en-US"/>
        </w:rPr>
        <w:t xml:space="preserve"> заместителю Главы администрации</w:t>
      </w:r>
      <w:r>
        <w:t>.</w:t>
      </w:r>
    </w:p>
    <w:p w:rsidR="00CE79F8" w:rsidRDefault="00CE79F8" w:rsidP="001C2CCF">
      <w:pPr>
        <w:pStyle w:val="NoSpacing"/>
        <w:ind w:firstLine="708"/>
        <w:jc w:val="both"/>
        <w:rPr>
          <w:b/>
          <w:lang w:eastAsia="en-US"/>
        </w:rPr>
      </w:pPr>
      <w:r w:rsidRPr="00A22B45">
        <w:rPr>
          <w:b/>
          <w:lang w:eastAsia="en-US"/>
        </w:rPr>
        <w:t xml:space="preserve">5.4. </w:t>
      </w:r>
      <w:r>
        <w:rPr>
          <w:b/>
          <w:lang w:eastAsia="en-US"/>
        </w:rPr>
        <w:t>Общие требования к порядку подачи и рассмотрения жалобы.</w:t>
      </w:r>
    </w:p>
    <w:p w:rsidR="00CE79F8" w:rsidRPr="00A22B45" w:rsidRDefault="00CE79F8" w:rsidP="00B51D1A">
      <w:pPr>
        <w:pStyle w:val="NoSpacing"/>
        <w:ind w:firstLine="708"/>
        <w:jc w:val="both"/>
        <w:rPr>
          <w:b/>
          <w:lang w:eastAsia="en-US"/>
        </w:rPr>
      </w:pPr>
      <w:r>
        <w:rPr>
          <w:b/>
          <w:lang w:eastAsia="en-US"/>
        </w:rPr>
        <w:t xml:space="preserve">5.4.1. </w:t>
      </w:r>
      <w:r w:rsidRPr="00A22B45">
        <w:rPr>
          <w:b/>
          <w:lang w:eastAsia="en-US"/>
        </w:rPr>
        <w:t>Поряд</w:t>
      </w:r>
      <w:r>
        <w:rPr>
          <w:b/>
          <w:lang w:eastAsia="en-US"/>
        </w:rPr>
        <w:t>ок подачи и рассмотрения жалобы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 xml:space="preserve"> Жалоба подается в </w:t>
      </w:r>
      <w:r>
        <w:rPr>
          <w:lang w:eastAsia="en-US"/>
        </w:rPr>
        <w:t>Администрацию</w:t>
      </w:r>
      <w:r w:rsidRPr="000C5422">
        <w:rPr>
          <w:lang w:eastAsia="en-US"/>
        </w:rPr>
        <w:t xml:space="preserve"> в письменной форме, в том числе при личном приеме заявителя, или в электронном виде;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 xml:space="preserve">5.4.2. Прием жалоб в письменной форме осуществляется </w:t>
      </w:r>
      <w:r>
        <w:rPr>
          <w:lang w:eastAsia="en-US"/>
        </w:rPr>
        <w:t>Администрацией</w:t>
      </w:r>
      <w:r w:rsidRPr="000C5422">
        <w:rPr>
          <w:lang w:eastAsia="en-US"/>
        </w:rPr>
        <w:t xml:space="preserve"> в месте предоставления муниципальной услуги (в месте, где заявитель подавал заявление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Жалоба в письменной форме может быть также направлена по почте.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CE79F8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</w:t>
      </w:r>
      <w:r>
        <w:rPr>
          <w:iCs/>
          <w:lang w:eastAsia="en-US"/>
        </w:rPr>
        <w:t>.</w:t>
      </w:r>
      <w:r w:rsidRPr="000C5422">
        <w:rPr>
          <w:iCs/>
          <w:lang w:eastAsia="en-US"/>
        </w:rPr>
        <w:t xml:space="preserve"> 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>При подаче жалобы в электронном виде документы, подтверждающие полномочия на осуществление действий от имени заявителя,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требуется;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>5.4.3. В электронном виде жалоба может быть подана заявителем посредством: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 xml:space="preserve">официального сайта </w:t>
      </w:r>
      <w:r>
        <w:rPr>
          <w:lang w:eastAsia="en-US"/>
        </w:rPr>
        <w:t xml:space="preserve"> Администрации </w:t>
      </w:r>
      <w:r w:rsidRPr="000C5422">
        <w:rPr>
          <w:lang w:eastAsia="en-US"/>
        </w:rPr>
        <w:t xml:space="preserve">в </w:t>
      </w:r>
      <w:r>
        <w:rPr>
          <w:lang w:eastAsia="en-US"/>
        </w:rPr>
        <w:t>сети «Интернет»</w:t>
      </w:r>
      <w:r w:rsidRPr="000C5422">
        <w:rPr>
          <w:lang w:eastAsia="en-US"/>
        </w:rPr>
        <w:t>;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>федеральной государственной информационной системы "Единый портал государственных и муниципальных услуг (функций)";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>региональной государственной информационной системы "Портал государственных и муниципальных услуг (функций) Новгородской области";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>федеральной государственной информационной системы "Досудебное обжалование": https://do.gosuslugi.ru;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 xml:space="preserve">5.4.4. Жалоба может быть подана заявителем через многофункциональный центр предоставления государственных и муниципальных услуг. При поступлении жалобы многофункциональный центр предоставления государственных и муниципальных услуг обеспечивает ее передачу в </w:t>
      </w:r>
      <w:r>
        <w:rPr>
          <w:lang w:eastAsia="en-US"/>
        </w:rPr>
        <w:t>Администрацию</w:t>
      </w:r>
      <w:r w:rsidRPr="000C5422">
        <w:rPr>
          <w:lang w:eastAsia="en-US"/>
        </w:rPr>
        <w:t xml:space="preserve"> не позднее следующего рабочего дня со дня поступления жалобы.</w:t>
      </w:r>
    </w:p>
    <w:p w:rsidR="00CE79F8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>Жалоба на нарушение порядка предоставления мун</w:t>
      </w:r>
      <w:r>
        <w:rPr>
          <w:lang w:eastAsia="en-US"/>
        </w:rPr>
        <w:t>и</w:t>
      </w:r>
      <w:r w:rsidRPr="000C5422">
        <w:rPr>
          <w:lang w:eastAsia="en-US"/>
        </w:rPr>
        <w:t xml:space="preserve">ципальной услуги многофункциональным центром предоставления государственных и муниципальных услуг рассматривается </w:t>
      </w:r>
      <w:r>
        <w:rPr>
          <w:lang w:eastAsia="en-US"/>
        </w:rPr>
        <w:t>Администрацией</w:t>
      </w:r>
      <w:r w:rsidRPr="000C5422">
        <w:rPr>
          <w:lang w:eastAsia="en-US"/>
        </w:rPr>
        <w:t xml:space="preserve"> в течение 15 </w:t>
      </w:r>
      <w:r>
        <w:rPr>
          <w:lang w:eastAsia="en-US"/>
        </w:rPr>
        <w:t>рабочих</w:t>
      </w:r>
      <w:r w:rsidRPr="000C5422">
        <w:rPr>
          <w:lang w:eastAsia="en-US"/>
        </w:rPr>
        <w:t xml:space="preserve"> дней</w:t>
      </w:r>
      <w:r>
        <w:rPr>
          <w:lang w:eastAsia="en-US"/>
        </w:rPr>
        <w:t xml:space="preserve"> со дня регистрации жалобы в Администрации</w:t>
      </w:r>
      <w:r w:rsidRPr="000C5422">
        <w:rPr>
          <w:lang w:eastAsia="en-US"/>
        </w:rPr>
        <w:t xml:space="preserve">. 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>5.4.5. Жалоба должна содержать: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>наименование органа, предоставляющего муниципальную услугу, фамилию, имя, отчество (при наличии) должностного лица орган</w:t>
      </w:r>
      <w:r>
        <w:rPr>
          <w:lang w:eastAsia="en-US"/>
        </w:rPr>
        <w:t>а</w:t>
      </w:r>
      <w:r w:rsidRPr="000C5422">
        <w:rPr>
          <w:lang w:eastAsia="en-US"/>
        </w:rPr>
        <w:t>, предоставляющего муниципальную услугу, либо муниципального служащего</w:t>
      </w:r>
      <w:r>
        <w:rPr>
          <w:lang w:eastAsia="en-US"/>
        </w:rPr>
        <w:t>,</w:t>
      </w:r>
      <w:r w:rsidRPr="000C5422">
        <w:rPr>
          <w:lang w:eastAsia="en-US"/>
        </w:rPr>
        <w:t xml:space="preserve"> решения и действия (бездействие) которых обжалуются;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E79F8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 xml:space="preserve">доводы, на основании которых заявитель не согласен с решением и действием (бездействием) органа либо муниципального служащего. </w:t>
      </w:r>
    </w:p>
    <w:p w:rsidR="00CE79F8" w:rsidRPr="000C5422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 xml:space="preserve">Заявителем могут быть представлены документы (при наличии), подтверждающие </w:t>
      </w:r>
      <w:r>
        <w:rPr>
          <w:lang w:eastAsia="en-US"/>
        </w:rPr>
        <w:t>доводы заявителя, либо их копии.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5.4.6. В случае</w:t>
      </w:r>
      <w:r>
        <w:rPr>
          <w:iCs/>
          <w:lang w:eastAsia="en-US"/>
        </w:rPr>
        <w:t>,</w:t>
      </w:r>
      <w:r w:rsidRPr="000C5422">
        <w:rPr>
          <w:iCs/>
          <w:lang w:eastAsia="en-US"/>
        </w:rPr>
        <w:t xml:space="preserve"> если в жалобе не указаны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органа, муниципального служащего, а также членов семьи должностного лица органа, муниципального служащего, орган</w:t>
      </w:r>
      <w:r>
        <w:rPr>
          <w:iCs/>
          <w:lang w:eastAsia="en-US"/>
        </w:rPr>
        <w:t xml:space="preserve"> </w:t>
      </w:r>
      <w:r w:rsidRPr="000C5422">
        <w:rPr>
          <w:iCs/>
          <w:lang w:eastAsia="en-US"/>
        </w:rPr>
        <w:t>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 почты (при наличии) и почтовому адресу, указанным в жалобе, о недопустимости злоупотребления правом.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В случае</w:t>
      </w:r>
      <w:r>
        <w:rPr>
          <w:iCs/>
          <w:lang w:eastAsia="en-US"/>
        </w:rPr>
        <w:t>,</w:t>
      </w:r>
      <w:r w:rsidRPr="000C5422">
        <w:rPr>
          <w:iCs/>
          <w:lang w:eastAsia="en-US"/>
        </w:rPr>
        <w:t xml:space="preserve"> если текст жалобы не поддается прочтению, ответ на жалобу не дается и она не подлежит направлению на рассмотрение в орган местного самоуправления или должностному лицу, муниц</w:t>
      </w:r>
      <w:r>
        <w:rPr>
          <w:iCs/>
          <w:lang w:eastAsia="en-US"/>
        </w:rPr>
        <w:t>и</w:t>
      </w:r>
      <w:r w:rsidRPr="000C5422">
        <w:rPr>
          <w:iCs/>
          <w:lang w:eastAsia="en-US"/>
        </w:rPr>
        <w:t>пальному служащему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В случае</w:t>
      </w:r>
      <w:r>
        <w:rPr>
          <w:iCs/>
          <w:lang w:eastAsia="en-US"/>
        </w:rPr>
        <w:t>,</w:t>
      </w:r>
      <w:r w:rsidRPr="000C5422">
        <w:rPr>
          <w:iCs/>
          <w:lang w:eastAsia="en-US"/>
        </w:rPr>
        <w:t xml:space="preserve">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рабочих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CE79F8" w:rsidRPr="00A22B45" w:rsidRDefault="00CE79F8" w:rsidP="00063F62">
      <w:pPr>
        <w:pStyle w:val="NoSpacing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5.5. Сроки рассмотрения жалобы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>
        <w:rPr>
          <w:iCs/>
          <w:lang w:eastAsia="en-US"/>
        </w:rPr>
        <w:t>5.5.1.  Ж</w:t>
      </w:r>
      <w:r w:rsidRPr="000C5422">
        <w:rPr>
          <w:iCs/>
          <w:lang w:eastAsia="en-US"/>
        </w:rPr>
        <w:t xml:space="preserve">алоба, поступившая в </w:t>
      </w:r>
      <w:r>
        <w:rPr>
          <w:iCs/>
          <w:lang w:eastAsia="en-US"/>
        </w:rPr>
        <w:t>Администрацию</w:t>
      </w:r>
      <w:r w:rsidRPr="000C5422">
        <w:rPr>
          <w:iCs/>
          <w:lang w:eastAsia="en-US"/>
        </w:rPr>
        <w:t>, подлежит рассмотрению в течение 15 рабочих дней со дня ее регистрации,</w:t>
      </w:r>
      <w:r>
        <w:rPr>
          <w:iCs/>
          <w:lang w:eastAsia="en-US"/>
        </w:rPr>
        <w:t xml:space="preserve"> а в случае обжалования отказа Администрации, должностного лица Администрации</w:t>
      </w:r>
      <w:r w:rsidRPr="000C5422">
        <w:rPr>
          <w:iCs/>
          <w:lang w:eastAsia="en-US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CE79F8" w:rsidRPr="00A22B45" w:rsidRDefault="00CE79F8" w:rsidP="00063F62">
      <w:pPr>
        <w:pStyle w:val="NoSpacing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5.6</w:t>
      </w:r>
      <w:r>
        <w:rPr>
          <w:b/>
          <w:iCs/>
          <w:lang w:eastAsia="en-US"/>
        </w:rPr>
        <w:t>. Результат рассмотрения жалобы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5.6.1. По р</w:t>
      </w:r>
      <w:r>
        <w:rPr>
          <w:iCs/>
          <w:lang w:eastAsia="en-US"/>
        </w:rPr>
        <w:t>езультатам рассмотрения жалобы Администрация</w:t>
      </w:r>
      <w:r w:rsidRPr="000C5422">
        <w:rPr>
          <w:iCs/>
          <w:lang w:eastAsia="en-US"/>
        </w:rPr>
        <w:t xml:space="preserve"> принимает одно из следующих решений: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 xml:space="preserve">удовлетворяет жалобу, в том числе в форме отмены принятого решения, исправления допущенных </w:t>
      </w:r>
      <w:r>
        <w:rPr>
          <w:iCs/>
          <w:lang w:eastAsia="en-US"/>
        </w:rPr>
        <w:t xml:space="preserve">Администраций </w:t>
      </w:r>
      <w:r w:rsidRPr="000C5422">
        <w:rPr>
          <w:iCs/>
          <w:lang w:eastAsia="en-US"/>
        </w:rPr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муниципальных правовых актов, а также в иных формах;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отказывает в удовлетворении жалобы;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 xml:space="preserve">5.6.2. При удовлетворении жалобы </w:t>
      </w:r>
      <w:r>
        <w:rPr>
          <w:iCs/>
          <w:lang w:eastAsia="en-US"/>
        </w:rPr>
        <w:t>Администрация</w:t>
      </w:r>
      <w:r w:rsidRPr="000C5422">
        <w:rPr>
          <w:iCs/>
          <w:lang w:eastAsia="en-US"/>
        </w:rPr>
        <w:t xml:space="preserve"> принимает исчерпывающие меры по устранению выявленных нарушений, в том числе по выдаче заявителю результата муниц</w:t>
      </w:r>
      <w:r>
        <w:rPr>
          <w:iCs/>
          <w:lang w:eastAsia="en-US"/>
        </w:rPr>
        <w:t>и</w:t>
      </w:r>
      <w:r w:rsidRPr="000C5422">
        <w:rPr>
          <w:iCs/>
          <w:lang w:eastAsia="en-US"/>
        </w:rPr>
        <w:t>пальной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 xml:space="preserve">5.6.3. </w:t>
      </w:r>
      <w:r>
        <w:rPr>
          <w:iCs/>
          <w:lang w:eastAsia="en-US"/>
        </w:rPr>
        <w:t>Администрация</w:t>
      </w:r>
      <w:r w:rsidRPr="000C5422">
        <w:rPr>
          <w:iCs/>
          <w:lang w:eastAsia="en-US"/>
        </w:rPr>
        <w:t xml:space="preserve"> отказывает в удовлетворении жалобы в следующих случаях: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наличие решения по жалобе, принятого ранее в отношении того же заявителя и по тому же предмету жалобы;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доводы заявителя признаны необоснованными;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 xml:space="preserve">5.6.4.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>
        <w:rPr>
          <w:iCs/>
          <w:lang w:eastAsia="en-US"/>
        </w:rPr>
        <w:t>Администрация</w:t>
      </w:r>
      <w:r w:rsidRPr="000C5422">
        <w:rPr>
          <w:iCs/>
          <w:lang w:eastAsia="en-US"/>
        </w:rPr>
        <w:t xml:space="preserve"> незамедлительно направляет имеющиеся материалы в органы прокуратуры.</w:t>
      </w:r>
    </w:p>
    <w:p w:rsidR="00CE79F8" w:rsidRPr="00A22B45" w:rsidRDefault="00CE79F8" w:rsidP="00063F62">
      <w:pPr>
        <w:pStyle w:val="NoSpacing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 xml:space="preserve">5.7. Порядок информирования заявителя о </w:t>
      </w:r>
      <w:r>
        <w:rPr>
          <w:b/>
          <w:iCs/>
          <w:lang w:eastAsia="en-US"/>
        </w:rPr>
        <w:t>результатах рассмотрения жалобы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5.7.2. В ответе о результатах рассмотрения жалобы указываются: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муниципального служащего, принявшего решение по жалобе;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фамилия, имя, отчество (при наличии) или наименование заявителя;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основания для принятия решения по жалобе;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принятое по жалобе решение;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в случае</w:t>
      </w:r>
      <w:r>
        <w:rPr>
          <w:iCs/>
          <w:lang w:eastAsia="en-US"/>
        </w:rPr>
        <w:t>,</w:t>
      </w:r>
      <w:r w:rsidRPr="000C5422">
        <w:rPr>
          <w:iCs/>
          <w:lang w:eastAsia="en-US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</w:t>
      </w:r>
      <w:r>
        <w:rPr>
          <w:iCs/>
          <w:lang w:eastAsia="en-US"/>
        </w:rPr>
        <w:t>и</w:t>
      </w:r>
      <w:r w:rsidRPr="000C5422">
        <w:rPr>
          <w:iCs/>
          <w:lang w:eastAsia="en-US"/>
        </w:rPr>
        <w:t>пальной услуги;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>сведения о порядке обжалования принятого по жалобе решения.</w:t>
      </w:r>
    </w:p>
    <w:p w:rsidR="00CE79F8" w:rsidRPr="00A22B45" w:rsidRDefault="00CE79F8" w:rsidP="00063F62">
      <w:pPr>
        <w:pStyle w:val="NoSpacing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5.8. Порядо</w:t>
      </w:r>
      <w:r>
        <w:rPr>
          <w:b/>
          <w:iCs/>
          <w:lang w:eastAsia="en-US"/>
        </w:rPr>
        <w:t>к обжалования решения по жалобе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>
        <w:rPr>
          <w:iCs/>
          <w:lang w:eastAsia="en-US"/>
        </w:rPr>
        <w:t>5.8.1. З</w:t>
      </w:r>
      <w:r w:rsidRPr="000C5422">
        <w:rPr>
          <w:iCs/>
          <w:lang w:eastAsia="en-US"/>
        </w:rPr>
        <w:t>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CE79F8" w:rsidRPr="00A22B45" w:rsidRDefault="00CE79F8" w:rsidP="00063F62">
      <w:pPr>
        <w:pStyle w:val="NoSpacing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5.9. Право заявителя на получение информации и документов, необходимых для об</w:t>
      </w:r>
      <w:r>
        <w:rPr>
          <w:b/>
          <w:iCs/>
          <w:lang w:eastAsia="en-US"/>
        </w:rPr>
        <w:t>основания и рассмотрения жалобы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>
        <w:rPr>
          <w:iCs/>
          <w:lang w:eastAsia="en-US"/>
        </w:rPr>
        <w:t>5.9.1. З</w:t>
      </w:r>
      <w:r w:rsidRPr="000C5422">
        <w:rPr>
          <w:iCs/>
          <w:lang w:eastAsia="en-US"/>
        </w:rPr>
        <w:t>аявитель имеет право на получение информации и документов, необходимых для обоснования и рассмотрения жалобы.</w:t>
      </w:r>
    </w:p>
    <w:p w:rsidR="00CE79F8" w:rsidRPr="00A22B45" w:rsidRDefault="00CE79F8" w:rsidP="00063F62">
      <w:pPr>
        <w:pStyle w:val="NoSpacing"/>
        <w:ind w:firstLine="720"/>
        <w:jc w:val="both"/>
        <w:rPr>
          <w:b/>
          <w:iCs/>
          <w:lang w:eastAsia="en-US"/>
        </w:rPr>
      </w:pPr>
      <w:r w:rsidRPr="00A22B45">
        <w:rPr>
          <w:b/>
          <w:iCs/>
          <w:lang w:eastAsia="en-US"/>
        </w:rPr>
        <w:t>5.10. Способы информирования заявителей о поряд</w:t>
      </w:r>
      <w:r>
        <w:rPr>
          <w:b/>
          <w:iCs/>
          <w:lang w:eastAsia="en-US"/>
        </w:rPr>
        <w:t>ке подачи и рассмотрения жалобы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>
        <w:rPr>
          <w:iCs/>
          <w:lang w:eastAsia="en-US"/>
        </w:rPr>
        <w:t xml:space="preserve">5.10.1. Администрация </w:t>
      </w:r>
      <w:r w:rsidRPr="000C5422">
        <w:rPr>
          <w:iCs/>
          <w:lang w:eastAsia="en-US"/>
        </w:rPr>
        <w:t>обеспечивает: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 xml:space="preserve">информирование заявителей о порядке обжалования решений и действий (бездействия) </w:t>
      </w:r>
      <w:r>
        <w:rPr>
          <w:iCs/>
          <w:lang w:eastAsia="en-US"/>
        </w:rPr>
        <w:t>Администрации, её</w:t>
      </w:r>
      <w:r w:rsidRPr="000C5422">
        <w:rPr>
          <w:iCs/>
          <w:lang w:eastAsia="en-US"/>
        </w:rPr>
        <w:t xml:space="preserve"> должностных лиц либо муниципальных служащих посредством размещения информации на стендах в местах предоставления муниципальных услуг, на официальном сайте </w:t>
      </w:r>
      <w:r>
        <w:rPr>
          <w:iCs/>
          <w:lang w:eastAsia="en-US"/>
        </w:rPr>
        <w:t>Администрации</w:t>
      </w:r>
      <w:r w:rsidRPr="000C5422">
        <w:rPr>
          <w:iCs/>
          <w:lang w:eastAsia="en-US"/>
        </w:rPr>
        <w:t xml:space="preserve"> в сети "Интернет", в федеральной государственной информационной системе "Единый портал государственных и муниципальных услуг (функций)" или региональной государственной информационной системе "Портал государственных и муниципальных услуг (функций) Новгородской области", через многофункциональный центр предоставления государственных и муниципальных услуг;</w:t>
      </w:r>
    </w:p>
    <w:p w:rsidR="00CE79F8" w:rsidRPr="000C5422" w:rsidRDefault="00CE79F8" w:rsidP="00063F62">
      <w:pPr>
        <w:pStyle w:val="NoSpacing"/>
        <w:ind w:firstLine="720"/>
        <w:jc w:val="both"/>
        <w:rPr>
          <w:iCs/>
          <w:lang w:eastAsia="en-US"/>
        </w:rPr>
      </w:pPr>
      <w:r w:rsidRPr="000C5422">
        <w:rPr>
          <w:iCs/>
          <w:lang w:eastAsia="en-US"/>
        </w:rPr>
        <w:t xml:space="preserve">консультирование заявителей о порядке обжалования решений и действий (бездействия) </w:t>
      </w:r>
      <w:r>
        <w:rPr>
          <w:iCs/>
          <w:lang w:eastAsia="en-US"/>
        </w:rPr>
        <w:t>Администрации</w:t>
      </w:r>
      <w:r w:rsidRPr="000C5422">
        <w:rPr>
          <w:iCs/>
          <w:lang w:eastAsia="en-US"/>
        </w:rPr>
        <w:t>, е</w:t>
      </w:r>
      <w:r>
        <w:rPr>
          <w:iCs/>
          <w:lang w:eastAsia="en-US"/>
        </w:rPr>
        <w:t>ё</w:t>
      </w:r>
      <w:r w:rsidRPr="000C5422">
        <w:rPr>
          <w:iCs/>
          <w:lang w:eastAsia="en-US"/>
        </w:rPr>
        <w:t xml:space="preserve"> должностных лиц либо муниципальных служащих, в том числе по телефону, электронной почте, при личном приеме;</w:t>
      </w:r>
    </w:p>
    <w:p w:rsidR="00CE79F8" w:rsidRDefault="00CE79F8" w:rsidP="00063F62">
      <w:pPr>
        <w:pStyle w:val="NoSpacing"/>
        <w:ind w:firstLine="720"/>
        <w:jc w:val="both"/>
        <w:rPr>
          <w:lang w:eastAsia="en-US"/>
        </w:rPr>
      </w:pPr>
      <w:r w:rsidRPr="000C5422">
        <w:rPr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жалоб.</w:t>
      </w:r>
    </w:p>
    <w:p w:rsidR="00CE79F8" w:rsidRPr="000C5422" w:rsidRDefault="00CE79F8" w:rsidP="0012206B">
      <w:pPr>
        <w:pStyle w:val="NoSpacing"/>
        <w:ind w:firstLine="720"/>
        <w:jc w:val="center"/>
        <w:rPr>
          <w:lang w:eastAsia="en-US"/>
        </w:rPr>
      </w:pPr>
      <w:r>
        <w:rPr>
          <w:lang w:eastAsia="en-US"/>
        </w:rPr>
        <w:t>______________________________________</w:t>
      </w:r>
    </w:p>
    <w:p w:rsidR="00CE79F8" w:rsidRDefault="00CE79F8" w:rsidP="00063F62">
      <w:pPr>
        <w:autoSpaceDE w:val="0"/>
        <w:autoSpaceDN w:val="0"/>
        <w:adjustRightInd w:val="0"/>
        <w:ind w:firstLine="720"/>
        <w:jc w:val="both"/>
        <w:rPr>
          <w:i/>
          <w:iCs/>
          <w:lang w:eastAsia="en-US"/>
        </w:rPr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Default="00CE79F8" w:rsidP="00A54636">
      <w:pPr>
        <w:autoSpaceDE w:val="0"/>
        <w:autoSpaceDN w:val="0"/>
        <w:adjustRightInd w:val="0"/>
      </w:pPr>
    </w:p>
    <w:p w:rsidR="00CE79F8" w:rsidRPr="00A54636" w:rsidRDefault="00CE79F8" w:rsidP="00A54636">
      <w:pPr>
        <w:autoSpaceDE w:val="0"/>
        <w:autoSpaceDN w:val="0"/>
        <w:adjustRightInd w:val="0"/>
        <w:jc w:val="right"/>
        <w:rPr>
          <w:bCs/>
        </w:rPr>
      </w:pPr>
      <w:r w:rsidRPr="00FA4692">
        <w:t xml:space="preserve">Приложение № </w:t>
      </w:r>
      <w:r>
        <w:t>1</w:t>
      </w:r>
    </w:p>
    <w:p w:rsidR="00CE79F8" w:rsidRPr="00FC542B" w:rsidRDefault="00CE79F8" w:rsidP="00814D53">
      <w:pPr>
        <w:pStyle w:val="NoSpacing"/>
        <w:ind w:left="4500" w:firstLine="720"/>
        <w:jc w:val="right"/>
      </w:pPr>
      <w:r>
        <w:t>к административному</w:t>
      </w:r>
      <w:r w:rsidRPr="00FA4692">
        <w:t xml:space="preserve"> регламенту</w:t>
      </w:r>
      <w:r>
        <w:t xml:space="preserve"> предоставления муниципальной услуги «</w:t>
      </w:r>
      <w:r w:rsidRPr="00FC542B">
        <w:t>Присвоение адреса объекту адресации, изменение,</w:t>
      </w:r>
      <w:r>
        <w:t xml:space="preserve"> </w:t>
      </w:r>
      <w:r w:rsidRPr="00FC542B">
        <w:t xml:space="preserve">аннулирование адреса на территории </w:t>
      </w:r>
      <w:r>
        <w:t>Боровёнковского сельского поселения</w:t>
      </w:r>
      <w:r w:rsidRPr="00FC542B">
        <w:t xml:space="preserve">» </w:t>
      </w:r>
    </w:p>
    <w:p w:rsidR="00CE79F8" w:rsidRPr="00FA4692" w:rsidRDefault="00CE79F8" w:rsidP="00063F62">
      <w:pPr>
        <w:widowControl w:val="0"/>
        <w:autoSpaceDE w:val="0"/>
        <w:autoSpaceDN w:val="0"/>
        <w:adjustRightInd w:val="0"/>
        <w:ind w:firstLine="720"/>
        <w:jc w:val="both"/>
      </w:pPr>
    </w:p>
    <w:p w:rsidR="00CE79F8" w:rsidRPr="00FA4692" w:rsidRDefault="00CE79F8" w:rsidP="00063F62">
      <w:pPr>
        <w:ind w:left="4536" w:firstLine="720"/>
        <w:jc w:val="right"/>
      </w:pPr>
      <w:bookmarkStart w:id="4" w:name="Par570"/>
      <w:bookmarkEnd w:id="4"/>
    </w:p>
    <w:p w:rsidR="00CE79F8" w:rsidRDefault="00CE79F8" w:rsidP="00063F62">
      <w:pPr>
        <w:ind w:firstLine="720"/>
        <w:jc w:val="center"/>
        <w:rPr>
          <w:b/>
          <w:caps/>
        </w:rPr>
      </w:pPr>
      <w:r w:rsidRPr="00FA4692">
        <w:rPr>
          <w:b/>
          <w:caps/>
        </w:rPr>
        <w:t xml:space="preserve">Блок-схема </w:t>
      </w:r>
    </w:p>
    <w:p w:rsidR="00CE79F8" w:rsidRPr="00FA4692" w:rsidRDefault="00CE79F8" w:rsidP="00063F62">
      <w:pPr>
        <w:ind w:firstLine="720"/>
        <w:jc w:val="center"/>
      </w:pPr>
      <w:r w:rsidRPr="00FA4692">
        <w:t>предоставления муниципальной услуги</w:t>
      </w:r>
    </w:p>
    <w:p w:rsidR="00CE79F8" w:rsidRDefault="00CE79F8" w:rsidP="00063F62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left:0;text-align:left;margin-left:42pt;margin-top:12.9pt;width:372pt;height:58.8pt;z-index:251654144;mso-wrap-distance-left:0;mso-wrap-distance-right:0" coordorigin="360,156" coordsize="8640,1440">
            <o:lock v:ext="edit" text="t"/>
            <v:roundrect id="_x0000_s1027" style="position:absolute;left:360;top:156;width:8640;height:1440;v-text-anchor:middle" arcsize="10923f" strokeweight=".26mm">
              <v:fill color2="black"/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30;top:226;width:8500;height:1300;v-text-anchor:middle" filled="f" stroked="f">
              <v:stroke joinstyle="round"/>
              <v:textbox style="mso-next-textbox:#_x0000_s1028;mso-rotate-with-shape:t">
                <w:txbxContent>
                  <w:p w:rsidR="00CE79F8" w:rsidRPr="00E92A74" w:rsidRDefault="00CE79F8" w:rsidP="007943BE">
                    <w:pPr>
                      <w:autoSpaceDE w:val="0"/>
                      <w:autoSpaceDN w:val="0"/>
                      <w:adjustRightInd w:val="0"/>
                      <w:jc w:val="center"/>
                      <w:outlineLvl w:val="2"/>
                    </w:pPr>
                    <w:r w:rsidRPr="00E92A74">
                      <w:t xml:space="preserve">Прием </w:t>
                    </w:r>
                    <w:r>
                      <w:t xml:space="preserve">и регистрация  </w:t>
                    </w:r>
                    <w:r w:rsidRPr="00E92A74">
                      <w:t xml:space="preserve">заявления </w:t>
                    </w:r>
                    <w:r>
                      <w:t>и документов в Администрации, направлении (выдача) заявителю расписки в получении заявления и документов</w:t>
                    </w:r>
                  </w:p>
                </w:txbxContent>
              </v:textbox>
            </v:shape>
          </v:group>
        </w:pict>
      </w:r>
    </w:p>
    <w:p w:rsidR="00CE79F8" w:rsidRPr="00FA4692" w:rsidRDefault="00CE79F8" w:rsidP="00063F62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9" style="position:absolute;left:0;text-align:left;z-index:251658240" from="3in,6.9pt" to="3in,26.8pt">
            <v:stroke endarrow="block"/>
          </v:line>
        </w:pict>
      </w:r>
    </w:p>
    <w:p w:rsidR="00CE79F8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0"/>
      </w:tblGrid>
      <w:tr w:rsidR="00CE79F8" w:rsidTr="00A90EB4">
        <w:tc>
          <w:tcPr>
            <w:tcW w:w="7440" w:type="dxa"/>
          </w:tcPr>
          <w:p w:rsidR="00CE79F8" w:rsidRPr="00A90EB4" w:rsidRDefault="00CE79F8" w:rsidP="00A90EB4">
            <w:pPr>
              <w:pStyle w:val="HTMLPreformatted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EB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</w:tbl>
    <w:p w:rsidR="00CE79F8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0" style="position:absolute;left:0;text-align:left;z-index:251661312;mso-position-horizontal-relative:text;mso-position-vertical-relative:text" from="3in,1.95pt" to="3in,21.85pt">
            <v:stroke endarrow="block"/>
          </v:line>
        </w:pict>
      </w: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31" style="position:absolute;left:0;text-align:left;margin-left:43.25pt;margin-top:10.8pt;width:369.75pt;height:63pt;z-index:251655168;mso-wrap-distance-left:0;mso-wrap-distance-right:0" coordorigin="360,156" coordsize="8640,1440">
            <o:lock v:ext="edit" text="t"/>
            <v:roundrect id="_x0000_s1032" style="position:absolute;left:360;top:156;width:8640;height:1440;v-text-anchor:middle" arcsize="10923f" strokeweight=".26mm">
              <v:fill color2="black"/>
              <v:stroke joinstyle="miter"/>
            </v:roundrect>
            <v:shape id="_x0000_s1033" type="#_x0000_t202" style="position:absolute;left:430;top:226;width:8500;height:1300;v-text-anchor:middle" filled="f" stroked="f">
              <v:stroke joinstyle="round"/>
              <v:textbox style="mso-next-textbox:#_x0000_s1033;mso-rotate-with-shape:t">
                <w:txbxContent>
                  <w:p w:rsidR="00CE79F8" w:rsidRPr="00E92A74" w:rsidRDefault="00CE79F8" w:rsidP="007943BE">
                    <w:pPr>
                      <w:autoSpaceDE w:val="0"/>
                      <w:jc w:val="center"/>
                    </w:pPr>
                    <w:r w:rsidRPr="00E92A74">
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</w:r>
                  </w:p>
                  <w:p w:rsidR="00CE79F8" w:rsidRPr="00AF129C" w:rsidRDefault="00CE79F8" w:rsidP="007943BE">
                    <w:pPr>
                      <w:autoSpaceDE w:val="0"/>
                      <w:autoSpaceDN w:val="0"/>
                      <w:adjustRightInd w:val="0"/>
                      <w:jc w:val="center"/>
                      <w:outlineLvl w:val="2"/>
                    </w:pPr>
                    <w:r>
                      <w:t xml:space="preserve"> </w:t>
                    </w:r>
                  </w:p>
                  <w:p w:rsidR="00CE79F8" w:rsidRPr="00086CD2" w:rsidRDefault="00CE79F8" w:rsidP="007943BE">
                    <w:pPr>
                      <w:autoSpaceDE w:val="0"/>
                      <w:jc w:val="center"/>
                    </w:pPr>
                    <w:r>
                      <w:rPr>
                        <w:rFonts w:cs="Times New Roman CYR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4" style="position:absolute;left:0;text-align:left;z-index:251656192" from="330.45pt,11.65pt" to="330.45pt,42.3pt">
            <v:stroke endarrow="block"/>
          </v:line>
        </w:pict>
      </w:r>
      <w:r>
        <w:rPr>
          <w:noProof/>
        </w:rPr>
        <w:pict>
          <v:line id="_x0000_s1035" style="position:absolute;left:0;text-align:left;z-index:251659264" from="124.2pt,11.65pt" to="124.2pt,42.3pt">
            <v:stroke endarrow="block"/>
          </v:line>
        </w:pict>
      </w: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Pr="00FA4692" w:rsidRDefault="00CE79F8" w:rsidP="00063F62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36" style="position:absolute;left:0;text-align:left;margin-left:48pt;margin-top:4.35pt;width:147.35pt;height:225pt;z-index:251660288;mso-wrap-distance-left:0;mso-wrap-distance-right:0" coordorigin="360,156" coordsize="8640,1440">
            <o:lock v:ext="edit" text="t"/>
            <v:roundrect id="_x0000_s1037" style="position:absolute;left:360;top:156;width:8640;height:1440;v-text-anchor:middle" arcsize="10923f" strokeweight=".26mm">
              <v:fill color2="black"/>
              <v:stroke joinstyle="miter"/>
            </v:roundrect>
            <v:shape id="_x0000_s1038" type="#_x0000_t202" style="position:absolute;left:430;top:226;width:8500;height:1300;v-text-anchor:middle" filled="f" stroked="f">
              <v:stroke joinstyle="round"/>
              <v:textbox style="mso-next-textbox:#_x0000_s1038;mso-rotate-with-shape:t">
                <w:txbxContent>
                  <w:p w:rsidR="00CE79F8" w:rsidRDefault="00CE79F8" w:rsidP="00534E4A">
                    <w:pPr>
                      <w:jc w:val="center"/>
                      <w:rPr>
                        <w:bCs/>
                      </w:rPr>
                    </w:pPr>
                    <w:r w:rsidRPr="00E92A74">
                      <w:t xml:space="preserve">Подготовка </w:t>
                    </w:r>
                    <w:r w:rsidRPr="00E92A74">
                      <w:rPr>
                        <w:bCs/>
                      </w:rPr>
                      <w:t xml:space="preserve">постановления о </w:t>
                    </w:r>
                    <w:r>
                      <w:rPr>
                        <w:bCs/>
                      </w:rPr>
                      <w:t>предоставлении муниципальной услуги</w:t>
                    </w:r>
                    <w:r w:rsidRPr="00E92A74">
                      <w:rPr>
                        <w:bCs/>
                      </w:rPr>
                      <w:t xml:space="preserve"> </w:t>
                    </w:r>
                  </w:p>
                  <w:p w:rsidR="00CE79F8" w:rsidRDefault="00CE79F8" w:rsidP="00534E4A">
                    <w:pPr>
                      <w:jc w:val="center"/>
                      <w:rPr>
                        <w:bCs/>
                      </w:rPr>
                    </w:pPr>
                    <w:r>
                      <w:rPr>
                        <w:bCs/>
                      </w:rPr>
                      <w:t>и</w:t>
                    </w:r>
                  </w:p>
                  <w:p w:rsidR="00CE79F8" w:rsidRPr="0009440B" w:rsidRDefault="00CE79F8" w:rsidP="00534E4A">
                    <w:pPr>
                      <w:pStyle w:val="NoSpacing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t>в</w:t>
                    </w:r>
                    <w:r w:rsidRPr="00AF129C">
                      <w:t>ыдача</w:t>
                    </w:r>
                    <w:r>
                      <w:t xml:space="preserve"> (направление)</w:t>
                    </w:r>
                    <w:r w:rsidRPr="00AF129C">
                      <w:t xml:space="preserve"> заявителю </w:t>
                    </w:r>
                    <w:r w:rsidRPr="00A93BFE">
                      <w:rPr>
                        <w:color w:val="000000"/>
                      </w:rPr>
                      <w:t xml:space="preserve">постановления о присвоении, </w:t>
                    </w:r>
                    <w:r>
                      <w:rPr>
                        <w:color w:val="000000"/>
                      </w:rPr>
                      <w:t xml:space="preserve">изменении и </w:t>
                    </w:r>
                    <w:r w:rsidRPr="00A93BFE">
                      <w:rPr>
                        <w:color w:val="000000"/>
                      </w:rPr>
                      <w:t xml:space="preserve">аннулировании </w:t>
                    </w:r>
                    <w:r w:rsidRPr="00A93BFE">
                      <w:rPr>
                        <w:b/>
                        <w:color w:val="000000"/>
                      </w:rPr>
                      <w:t xml:space="preserve"> </w:t>
                    </w:r>
                    <w:r w:rsidRPr="00A93BFE">
                      <w:rPr>
                        <w:color w:val="000000"/>
                      </w:rPr>
                      <w:t>адреса объект</w:t>
                    </w:r>
                    <w:r>
                      <w:rPr>
                        <w:color w:val="000000"/>
                      </w:rPr>
                      <w:t>а</w:t>
                    </w:r>
                    <w:r w:rsidRPr="00A93BFE">
                      <w:rPr>
                        <w:color w:val="000000"/>
                      </w:rPr>
                      <w:t xml:space="preserve"> адресации </w:t>
                    </w:r>
                  </w:p>
                  <w:p w:rsidR="00CE79F8" w:rsidRPr="00E92A74" w:rsidRDefault="00CE79F8" w:rsidP="00534E4A">
                    <w:pPr>
                      <w:jc w:val="center"/>
                      <w:rPr>
                        <w:bCs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9" style="position:absolute;left:0;text-align:left;margin-left:275.65pt;margin-top:8.05pt;width:147.35pt;height:119pt;z-index:251657216;mso-wrap-distance-left:0;mso-wrap-distance-right:0" coordorigin="360,156" coordsize="8640,1440">
            <o:lock v:ext="edit" text="t"/>
            <v:roundrect id="_x0000_s1040" style="position:absolute;left:360;top:156;width:8640;height:1440;v-text-anchor:middle" arcsize="10923f" strokeweight=".26mm">
              <v:fill color2="black"/>
              <v:stroke joinstyle="miter"/>
            </v:roundrect>
            <v:shape id="_x0000_s1041" type="#_x0000_t202" style="position:absolute;left:430;top:226;width:8500;height:1300;v-text-anchor:middle" filled="f" stroked="f">
              <v:stroke joinstyle="round"/>
              <v:textbox style="mso-next-textbox:#_x0000_s1041;mso-rotate-with-shape:t">
                <w:txbxContent>
                  <w:p w:rsidR="00CE79F8" w:rsidRDefault="00CE79F8" w:rsidP="0095719B">
                    <w:pPr>
                      <w:spacing w:line="240" w:lineRule="exact"/>
                      <w:jc w:val="center"/>
                      <w:rPr>
                        <w:bCs/>
                      </w:rPr>
                    </w:pPr>
                    <w:r w:rsidRPr="00E92A74">
                      <w:t xml:space="preserve">Подготовка </w:t>
                    </w:r>
                    <w:r>
                      <w:t xml:space="preserve">решения об отказе в </w:t>
                    </w:r>
                    <w:r>
                      <w:rPr>
                        <w:bCs/>
                      </w:rPr>
                      <w:t>предоставлении муниципальной услуги</w:t>
                    </w:r>
                  </w:p>
                  <w:p w:rsidR="00CE79F8" w:rsidRDefault="00CE79F8" w:rsidP="0095719B">
                    <w:pPr>
                      <w:spacing w:line="240" w:lineRule="exact"/>
                      <w:jc w:val="center"/>
                      <w:rPr>
                        <w:bCs/>
                      </w:rPr>
                    </w:pPr>
                    <w:r>
                      <w:rPr>
                        <w:bCs/>
                      </w:rPr>
                      <w:t>и</w:t>
                    </w:r>
                  </w:p>
                  <w:p w:rsidR="00CE79F8" w:rsidRDefault="00CE79F8" w:rsidP="0095719B">
                    <w:pPr>
                      <w:spacing w:line="240" w:lineRule="exact"/>
                      <w:jc w:val="center"/>
                    </w:pPr>
                    <w:r>
                      <w:t xml:space="preserve">выдача (направление)  </w:t>
                    </w:r>
                  </w:p>
                  <w:p w:rsidR="00CE79F8" w:rsidRPr="00E92A74" w:rsidRDefault="00CE79F8" w:rsidP="007943BE">
                    <w:pPr>
                      <w:jc w:val="center"/>
                    </w:pPr>
                    <w:r>
                      <w:t>заявителю решения</w:t>
                    </w:r>
                  </w:p>
                  <w:p w:rsidR="00CE79F8" w:rsidRPr="009358AF" w:rsidRDefault="00CE79F8" w:rsidP="007943BE">
                    <w:pPr>
                      <w:autoSpaceDE w:val="0"/>
                      <w:jc w:val="center"/>
                    </w:pPr>
                    <w:r>
                      <w:rPr>
                        <w:rFonts w:cs="Times New Roman CYR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CE79F8" w:rsidRPr="00FA4692" w:rsidRDefault="00CE79F8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CE79F8" w:rsidRPr="00FA4692" w:rsidRDefault="00CE79F8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CE79F8" w:rsidRPr="00FA4692" w:rsidRDefault="00CE79F8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CE79F8" w:rsidRPr="00FA4692" w:rsidRDefault="00CE79F8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CE79F8" w:rsidRPr="00FA4692" w:rsidRDefault="00CE79F8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CE79F8" w:rsidRPr="00FA4692" w:rsidRDefault="00CE79F8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CE79F8" w:rsidRPr="00FA4692" w:rsidRDefault="00CE79F8" w:rsidP="00063F62">
      <w:pPr>
        <w:widowControl w:val="0"/>
        <w:shd w:val="clear" w:color="auto" w:fill="FFFFFF"/>
        <w:ind w:firstLine="720"/>
        <w:jc w:val="center"/>
        <w:rPr>
          <w:bCs/>
        </w:rPr>
      </w:pP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Pr="00FA4692" w:rsidRDefault="00CE79F8" w:rsidP="00063F62">
      <w:pPr>
        <w:pStyle w:val="HTMLPreformatted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E79F8" w:rsidRPr="00FA4692" w:rsidRDefault="00CE79F8" w:rsidP="00063F62">
      <w:pPr>
        <w:pStyle w:val="BodyTextIndent"/>
        <w:spacing w:after="0"/>
        <w:ind w:left="0" w:right="142" w:firstLine="720"/>
        <w:jc w:val="center"/>
        <w:rPr>
          <w:b/>
          <w:sz w:val="24"/>
          <w:szCs w:val="24"/>
        </w:rPr>
      </w:pPr>
    </w:p>
    <w:sectPr w:rsidR="00CE79F8" w:rsidRPr="00FA4692" w:rsidSect="00382FB4">
      <w:headerReference w:type="default" r:id="rId3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9F8" w:rsidRDefault="00CE79F8" w:rsidP="00B25D2D">
      <w:r>
        <w:separator/>
      </w:r>
    </w:p>
  </w:endnote>
  <w:endnote w:type="continuationSeparator" w:id="0">
    <w:p w:rsidR="00CE79F8" w:rsidRDefault="00CE79F8" w:rsidP="00B25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9F8" w:rsidRDefault="00CE79F8" w:rsidP="00B25D2D">
      <w:r>
        <w:separator/>
      </w:r>
    </w:p>
  </w:footnote>
  <w:footnote w:type="continuationSeparator" w:id="0">
    <w:p w:rsidR="00CE79F8" w:rsidRDefault="00CE79F8" w:rsidP="00B25D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9F8" w:rsidRDefault="00CE79F8">
    <w:pPr>
      <w:pStyle w:val="Header"/>
      <w:jc w:val="center"/>
    </w:pPr>
    <w:fldSimple w:instr=" PAGE   \* MERGEFORMAT ">
      <w:r>
        <w:rPr>
          <w:noProof/>
        </w:rPr>
        <w:t>22</w:t>
      </w:r>
    </w:fldSimple>
  </w:p>
  <w:p w:rsidR="00CE79F8" w:rsidRDefault="00CE79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1440107"/>
    <w:multiLevelType w:val="hybridMultilevel"/>
    <w:tmpl w:val="2FC29A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71551E"/>
    <w:multiLevelType w:val="hybridMultilevel"/>
    <w:tmpl w:val="E03887AA"/>
    <w:lvl w:ilvl="0" w:tplc="FCCCDD6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7E72574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2" w:tplc="B98E15E4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3" w:tplc="0952123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4" w:tplc="6DD6322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5" w:tplc="641E6E5E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6" w:tplc="73AC208C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7" w:tplc="1DB29388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  <w:lvl w:ilvl="8" w:tplc="410A901A">
      <w:numFmt w:val="none"/>
      <w:lvlText w:val=""/>
      <w:lvlJc w:val="left"/>
      <w:pPr>
        <w:tabs>
          <w:tab w:val="num" w:pos="180"/>
        </w:tabs>
      </w:pPr>
      <w:rPr>
        <w:rFonts w:cs="Times New Roman"/>
      </w:rPr>
    </w:lvl>
  </w:abstractNum>
  <w:abstractNum w:abstractNumId="3">
    <w:nsid w:val="1E903367"/>
    <w:multiLevelType w:val="hybridMultilevel"/>
    <w:tmpl w:val="6B5AE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432C8"/>
    <w:multiLevelType w:val="hybridMultilevel"/>
    <w:tmpl w:val="86281F50"/>
    <w:lvl w:ilvl="0" w:tplc="846A3B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3E8D8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E9A4A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D8B8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AA55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4489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292F0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4CEB7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5EC12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35773FF"/>
    <w:multiLevelType w:val="hybridMultilevel"/>
    <w:tmpl w:val="FFA62B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6C0887"/>
    <w:multiLevelType w:val="hybridMultilevel"/>
    <w:tmpl w:val="182CC386"/>
    <w:lvl w:ilvl="0" w:tplc="7642465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8276AE7"/>
    <w:multiLevelType w:val="multilevel"/>
    <w:tmpl w:val="D624A7D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8">
    <w:nsid w:val="445C3BD1"/>
    <w:multiLevelType w:val="hybridMultilevel"/>
    <w:tmpl w:val="FB126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4801DCA"/>
    <w:multiLevelType w:val="hybridMultilevel"/>
    <w:tmpl w:val="0F745B32"/>
    <w:lvl w:ilvl="0" w:tplc="A0DA6D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>
    <w:nsid w:val="45022F35"/>
    <w:multiLevelType w:val="hybridMultilevel"/>
    <w:tmpl w:val="A27E5E00"/>
    <w:lvl w:ilvl="0" w:tplc="5944E124">
      <w:start w:val="1"/>
      <w:numFmt w:val="decimal"/>
      <w:lvlText w:val="%1."/>
      <w:lvlJc w:val="left"/>
      <w:pPr>
        <w:tabs>
          <w:tab w:val="num" w:pos="2627"/>
        </w:tabs>
        <w:ind w:left="2627" w:hanging="1212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5"/>
        </w:tabs>
        <w:ind w:left="2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5"/>
        </w:tabs>
        <w:ind w:left="3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5"/>
        </w:tabs>
        <w:ind w:left="3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5"/>
        </w:tabs>
        <w:ind w:left="4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5"/>
        </w:tabs>
        <w:ind w:left="5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5"/>
        </w:tabs>
        <w:ind w:left="6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5"/>
        </w:tabs>
        <w:ind w:left="6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5"/>
        </w:tabs>
        <w:ind w:left="7535" w:hanging="180"/>
      </w:pPr>
      <w:rPr>
        <w:rFonts w:cs="Times New Roman"/>
      </w:rPr>
    </w:lvl>
  </w:abstractNum>
  <w:abstractNum w:abstractNumId="11">
    <w:nsid w:val="48203ACF"/>
    <w:multiLevelType w:val="hybridMultilevel"/>
    <w:tmpl w:val="97200B1A"/>
    <w:lvl w:ilvl="0" w:tplc="B15E001C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884544"/>
    <w:multiLevelType w:val="hybridMultilevel"/>
    <w:tmpl w:val="CDDE5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1E504BC"/>
    <w:multiLevelType w:val="multilevel"/>
    <w:tmpl w:val="973C70A0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4">
    <w:nsid w:val="5B2E354F"/>
    <w:multiLevelType w:val="hybridMultilevel"/>
    <w:tmpl w:val="BE1E00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3461A9B"/>
    <w:multiLevelType w:val="multilevel"/>
    <w:tmpl w:val="C404456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cs="Times New Roman" w:hint="default"/>
      </w:rPr>
    </w:lvl>
  </w:abstractNum>
  <w:abstractNum w:abstractNumId="16">
    <w:nsid w:val="79883084"/>
    <w:multiLevelType w:val="hybridMultilevel"/>
    <w:tmpl w:val="5A6E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B67D15"/>
    <w:multiLevelType w:val="hybridMultilevel"/>
    <w:tmpl w:val="F44CAD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E5480D"/>
    <w:multiLevelType w:val="hybridMultilevel"/>
    <w:tmpl w:val="9196CAD0"/>
    <w:lvl w:ilvl="0" w:tplc="80A4B6C0">
      <w:start w:val="1"/>
      <w:numFmt w:val="decimal"/>
      <w:lvlText w:val="%1)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</w:num>
  <w:num w:numId="9">
    <w:abstractNumId w:val="10"/>
  </w:num>
  <w:num w:numId="10">
    <w:abstractNumId w:val="17"/>
  </w:num>
  <w:num w:numId="11">
    <w:abstractNumId w:val="2"/>
  </w:num>
  <w:num w:numId="12">
    <w:abstractNumId w:val="8"/>
  </w:num>
  <w:num w:numId="13">
    <w:abstractNumId w:val="3"/>
  </w:num>
  <w:num w:numId="14">
    <w:abstractNumId w:val="16"/>
  </w:num>
  <w:num w:numId="15">
    <w:abstractNumId w:val="5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8"/>
  </w:num>
  <w:num w:numId="21">
    <w:abstractNumId w:val="14"/>
  </w:num>
  <w:num w:numId="22">
    <w:abstractNumId w:val="1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E7E"/>
    <w:rsid w:val="00020380"/>
    <w:rsid w:val="00020EB8"/>
    <w:rsid w:val="000257FF"/>
    <w:rsid w:val="00027A11"/>
    <w:rsid w:val="000341A5"/>
    <w:rsid w:val="00037E02"/>
    <w:rsid w:val="00046B55"/>
    <w:rsid w:val="00054F91"/>
    <w:rsid w:val="00062F4C"/>
    <w:rsid w:val="00063F62"/>
    <w:rsid w:val="00067DEA"/>
    <w:rsid w:val="000707BE"/>
    <w:rsid w:val="0007464B"/>
    <w:rsid w:val="00075EF5"/>
    <w:rsid w:val="00086C10"/>
    <w:rsid w:val="00086CD2"/>
    <w:rsid w:val="0009440B"/>
    <w:rsid w:val="000957DB"/>
    <w:rsid w:val="00095DB2"/>
    <w:rsid w:val="000973DA"/>
    <w:rsid w:val="000B3C15"/>
    <w:rsid w:val="000B5DB3"/>
    <w:rsid w:val="000B6E1F"/>
    <w:rsid w:val="000C5422"/>
    <w:rsid w:val="000D263A"/>
    <w:rsid w:val="000D6BAB"/>
    <w:rsid w:val="000E3E5F"/>
    <w:rsid w:val="000E78E8"/>
    <w:rsid w:val="000F7788"/>
    <w:rsid w:val="00112169"/>
    <w:rsid w:val="00114B0C"/>
    <w:rsid w:val="0012206B"/>
    <w:rsid w:val="001368BE"/>
    <w:rsid w:val="00163D76"/>
    <w:rsid w:val="00172B64"/>
    <w:rsid w:val="00180B9F"/>
    <w:rsid w:val="0018594A"/>
    <w:rsid w:val="001A042B"/>
    <w:rsid w:val="001A1CC2"/>
    <w:rsid w:val="001A5EE2"/>
    <w:rsid w:val="001C2CCF"/>
    <w:rsid w:val="001C447D"/>
    <w:rsid w:val="001D465A"/>
    <w:rsid w:val="001F2287"/>
    <w:rsid w:val="00200150"/>
    <w:rsid w:val="002019CE"/>
    <w:rsid w:val="00201A1A"/>
    <w:rsid w:val="00217E6A"/>
    <w:rsid w:val="0022206B"/>
    <w:rsid w:val="002255E0"/>
    <w:rsid w:val="00244172"/>
    <w:rsid w:val="002635F8"/>
    <w:rsid w:val="0028272C"/>
    <w:rsid w:val="00285624"/>
    <w:rsid w:val="00286A0C"/>
    <w:rsid w:val="002A549C"/>
    <w:rsid w:val="002A5EC6"/>
    <w:rsid w:val="002B0151"/>
    <w:rsid w:val="002C0DC6"/>
    <w:rsid w:val="002C5119"/>
    <w:rsid w:val="002C5245"/>
    <w:rsid w:val="002D1194"/>
    <w:rsid w:val="002D2B41"/>
    <w:rsid w:val="002D2D10"/>
    <w:rsid w:val="002E07A3"/>
    <w:rsid w:val="003100E6"/>
    <w:rsid w:val="00320B62"/>
    <w:rsid w:val="0032190E"/>
    <w:rsid w:val="0032390D"/>
    <w:rsid w:val="00324EEE"/>
    <w:rsid w:val="003350D2"/>
    <w:rsid w:val="00343321"/>
    <w:rsid w:val="00345360"/>
    <w:rsid w:val="00353C57"/>
    <w:rsid w:val="0035629C"/>
    <w:rsid w:val="003726BE"/>
    <w:rsid w:val="0037629A"/>
    <w:rsid w:val="0038075F"/>
    <w:rsid w:val="00382FB4"/>
    <w:rsid w:val="00384A75"/>
    <w:rsid w:val="00394F4E"/>
    <w:rsid w:val="003A4161"/>
    <w:rsid w:val="003A4F85"/>
    <w:rsid w:val="003B08E1"/>
    <w:rsid w:val="003B1D36"/>
    <w:rsid w:val="003B4CFE"/>
    <w:rsid w:val="003C2225"/>
    <w:rsid w:val="003D0A4D"/>
    <w:rsid w:val="003D1557"/>
    <w:rsid w:val="003E1649"/>
    <w:rsid w:val="003E4A74"/>
    <w:rsid w:val="003F18D1"/>
    <w:rsid w:val="003F2851"/>
    <w:rsid w:val="003F4C4A"/>
    <w:rsid w:val="003F6C82"/>
    <w:rsid w:val="004010C6"/>
    <w:rsid w:val="0041253A"/>
    <w:rsid w:val="00414FF6"/>
    <w:rsid w:val="00416BDD"/>
    <w:rsid w:val="00421744"/>
    <w:rsid w:val="00434A58"/>
    <w:rsid w:val="00452627"/>
    <w:rsid w:val="0048014F"/>
    <w:rsid w:val="004804CF"/>
    <w:rsid w:val="0049028F"/>
    <w:rsid w:val="0049107D"/>
    <w:rsid w:val="00494F54"/>
    <w:rsid w:val="004A5F9A"/>
    <w:rsid w:val="004A6CB1"/>
    <w:rsid w:val="004C40A2"/>
    <w:rsid w:val="004C58CE"/>
    <w:rsid w:val="004D0A5E"/>
    <w:rsid w:val="004F28B0"/>
    <w:rsid w:val="004F2ACA"/>
    <w:rsid w:val="004F2E5A"/>
    <w:rsid w:val="004F522D"/>
    <w:rsid w:val="005018E5"/>
    <w:rsid w:val="00506EF2"/>
    <w:rsid w:val="00510E5D"/>
    <w:rsid w:val="00512535"/>
    <w:rsid w:val="00520F82"/>
    <w:rsid w:val="00523B18"/>
    <w:rsid w:val="00523DF4"/>
    <w:rsid w:val="00530079"/>
    <w:rsid w:val="00534E4A"/>
    <w:rsid w:val="00534E6F"/>
    <w:rsid w:val="00543717"/>
    <w:rsid w:val="00566D0D"/>
    <w:rsid w:val="00570ECB"/>
    <w:rsid w:val="00571D7E"/>
    <w:rsid w:val="0058449D"/>
    <w:rsid w:val="005A55C6"/>
    <w:rsid w:val="005B17AA"/>
    <w:rsid w:val="005B340F"/>
    <w:rsid w:val="005D4708"/>
    <w:rsid w:val="005D60E0"/>
    <w:rsid w:val="005D69C6"/>
    <w:rsid w:val="005E37EB"/>
    <w:rsid w:val="005F0D46"/>
    <w:rsid w:val="005F1C1C"/>
    <w:rsid w:val="005F527B"/>
    <w:rsid w:val="006027B4"/>
    <w:rsid w:val="00611A41"/>
    <w:rsid w:val="00613CBC"/>
    <w:rsid w:val="0062109F"/>
    <w:rsid w:val="006219B6"/>
    <w:rsid w:val="006351CD"/>
    <w:rsid w:val="00646E4B"/>
    <w:rsid w:val="00647442"/>
    <w:rsid w:val="006548A8"/>
    <w:rsid w:val="00656EA4"/>
    <w:rsid w:val="0065721A"/>
    <w:rsid w:val="00657296"/>
    <w:rsid w:val="006602D4"/>
    <w:rsid w:val="00661AAB"/>
    <w:rsid w:val="006744EF"/>
    <w:rsid w:val="006764F2"/>
    <w:rsid w:val="00677BB7"/>
    <w:rsid w:val="0068219D"/>
    <w:rsid w:val="00695228"/>
    <w:rsid w:val="00696BBD"/>
    <w:rsid w:val="006A1831"/>
    <w:rsid w:val="006A30B1"/>
    <w:rsid w:val="006B6410"/>
    <w:rsid w:val="006D0E0F"/>
    <w:rsid w:val="006E67E2"/>
    <w:rsid w:val="006F20EB"/>
    <w:rsid w:val="00744A9D"/>
    <w:rsid w:val="00745CC1"/>
    <w:rsid w:val="0075143B"/>
    <w:rsid w:val="00753CDC"/>
    <w:rsid w:val="007661CC"/>
    <w:rsid w:val="007667C3"/>
    <w:rsid w:val="00772301"/>
    <w:rsid w:val="007734A9"/>
    <w:rsid w:val="00783F92"/>
    <w:rsid w:val="00791E17"/>
    <w:rsid w:val="007943BE"/>
    <w:rsid w:val="00795469"/>
    <w:rsid w:val="007A4608"/>
    <w:rsid w:val="007A7165"/>
    <w:rsid w:val="007B0AD2"/>
    <w:rsid w:val="007B54C1"/>
    <w:rsid w:val="007C25DB"/>
    <w:rsid w:val="007D2E5C"/>
    <w:rsid w:val="007F273C"/>
    <w:rsid w:val="007F4E6F"/>
    <w:rsid w:val="00801DEB"/>
    <w:rsid w:val="00814D53"/>
    <w:rsid w:val="00816C21"/>
    <w:rsid w:val="00821238"/>
    <w:rsid w:val="00826E17"/>
    <w:rsid w:val="008366C7"/>
    <w:rsid w:val="00836D96"/>
    <w:rsid w:val="00837F5D"/>
    <w:rsid w:val="00847651"/>
    <w:rsid w:val="00850B63"/>
    <w:rsid w:val="00852544"/>
    <w:rsid w:val="008552DE"/>
    <w:rsid w:val="008635D2"/>
    <w:rsid w:val="00877485"/>
    <w:rsid w:val="00881DEA"/>
    <w:rsid w:val="00882A88"/>
    <w:rsid w:val="00890402"/>
    <w:rsid w:val="0089515F"/>
    <w:rsid w:val="008A3336"/>
    <w:rsid w:val="008A418E"/>
    <w:rsid w:val="008B367B"/>
    <w:rsid w:val="008B4682"/>
    <w:rsid w:val="008C2C72"/>
    <w:rsid w:val="008C32B9"/>
    <w:rsid w:val="008D0A0A"/>
    <w:rsid w:val="008D107B"/>
    <w:rsid w:val="008D6C3E"/>
    <w:rsid w:val="008E0538"/>
    <w:rsid w:val="008E4D9F"/>
    <w:rsid w:val="008E51C3"/>
    <w:rsid w:val="008F475F"/>
    <w:rsid w:val="008F64E0"/>
    <w:rsid w:val="00905BEB"/>
    <w:rsid w:val="00911245"/>
    <w:rsid w:val="0091342D"/>
    <w:rsid w:val="009140E0"/>
    <w:rsid w:val="009214FB"/>
    <w:rsid w:val="009358AF"/>
    <w:rsid w:val="00936410"/>
    <w:rsid w:val="00937BC8"/>
    <w:rsid w:val="00937FAF"/>
    <w:rsid w:val="0095719B"/>
    <w:rsid w:val="00967801"/>
    <w:rsid w:val="00976D10"/>
    <w:rsid w:val="009817A0"/>
    <w:rsid w:val="00985792"/>
    <w:rsid w:val="009913B1"/>
    <w:rsid w:val="009A17C6"/>
    <w:rsid w:val="009D03B2"/>
    <w:rsid w:val="009D4089"/>
    <w:rsid w:val="009E1838"/>
    <w:rsid w:val="009E55DC"/>
    <w:rsid w:val="009E737B"/>
    <w:rsid w:val="009F03CF"/>
    <w:rsid w:val="009F6247"/>
    <w:rsid w:val="00A05B06"/>
    <w:rsid w:val="00A1769E"/>
    <w:rsid w:val="00A17A63"/>
    <w:rsid w:val="00A21B62"/>
    <w:rsid w:val="00A22B45"/>
    <w:rsid w:val="00A241A7"/>
    <w:rsid w:val="00A410DB"/>
    <w:rsid w:val="00A426CE"/>
    <w:rsid w:val="00A43B0A"/>
    <w:rsid w:val="00A54636"/>
    <w:rsid w:val="00A6501F"/>
    <w:rsid w:val="00A72F51"/>
    <w:rsid w:val="00A82611"/>
    <w:rsid w:val="00A87A7B"/>
    <w:rsid w:val="00A90EB4"/>
    <w:rsid w:val="00A92A1A"/>
    <w:rsid w:val="00A93BFE"/>
    <w:rsid w:val="00AA0401"/>
    <w:rsid w:val="00AA079A"/>
    <w:rsid w:val="00AC0C48"/>
    <w:rsid w:val="00AC42D0"/>
    <w:rsid w:val="00AD082E"/>
    <w:rsid w:val="00AD6B71"/>
    <w:rsid w:val="00AE70B9"/>
    <w:rsid w:val="00AF1127"/>
    <w:rsid w:val="00AF129C"/>
    <w:rsid w:val="00B03C62"/>
    <w:rsid w:val="00B24649"/>
    <w:rsid w:val="00B25D2D"/>
    <w:rsid w:val="00B32E4E"/>
    <w:rsid w:val="00B40AAB"/>
    <w:rsid w:val="00B429C2"/>
    <w:rsid w:val="00B51D1A"/>
    <w:rsid w:val="00B52949"/>
    <w:rsid w:val="00B54D60"/>
    <w:rsid w:val="00B717EA"/>
    <w:rsid w:val="00B7498A"/>
    <w:rsid w:val="00B834B6"/>
    <w:rsid w:val="00B95FA3"/>
    <w:rsid w:val="00BB60DC"/>
    <w:rsid w:val="00BB691A"/>
    <w:rsid w:val="00BC157E"/>
    <w:rsid w:val="00BC5535"/>
    <w:rsid w:val="00BE1660"/>
    <w:rsid w:val="00BE5894"/>
    <w:rsid w:val="00BE755F"/>
    <w:rsid w:val="00BF16FB"/>
    <w:rsid w:val="00BF2477"/>
    <w:rsid w:val="00C03044"/>
    <w:rsid w:val="00C13DB5"/>
    <w:rsid w:val="00C20E24"/>
    <w:rsid w:val="00C251F7"/>
    <w:rsid w:val="00C355A8"/>
    <w:rsid w:val="00C5503D"/>
    <w:rsid w:val="00C556F7"/>
    <w:rsid w:val="00C72B6C"/>
    <w:rsid w:val="00C87CDD"/>
    <w:rsid w:val="00C9411B"/>
    <w:rsid w:val="00CA3880"/>
    <w:rsid w:val="00CA5518"/>
    <w:rsid w:val="00CA6348"/>
    <w:rsid w:val="00CB4A5F"/>
    <w:rsid w:val="00CD298A"/>
    <w:rsid w:val="00CE3C00"/>
    <w:rsid w:val="00CE79F8"/>
    <w:rsid w:val="00D07CE0"/>
    <w:rsid w:val="00D153AC"/>
    <w:rsid w:val="00D17626"/>
    <w:rsid w:val="00D278C9"/>
    <w:rsid w:val="00D33748"/>
    <w:rsid w:val="00D45562"/>
    <w:rsid w:val="00D826D3"/>
    <w:rsid w:val="00D836EA"/>
    <w:rsid w:val="00D96D8A"/>
    <w:rsid w:val="00DA1CE0"/>
    <w:rsid w:val="00DC7D71"/>
    <w:rsid w:val="00DD0980"/>
    <w:rsid w:val="00DD7DC3"/>
    <w:rsid w:val="00DE1486"/>
    <w:rsid w:val="00DE6047"/>
    <w:rsid w:val="00DE62C8"/>
    <w:rsid w:val="00DE63C5"/>
    <w:rsid w:val="00DF44FF"/>
    <w:rsid w:val="00DF7C38"/>
    <w:rsid w:val="00E00D1B"/>
    <w:rsid w:val="00E02A08"/>
    <w:rsid w:val="00E03417"/>
    <w:rsid w:val="00E04F03"/>
    <w:rsid w:val="00E05F5A"/>
    <w:rsid w:val="00E122ED"/>
    <w:rsid w:val="00E1564E"/>
    <w:rsid w:val="00E25133"/>
    <w:rsid w:val="00E27835"/>
    <w:rsid w:val="00E32D4E"/>
    <w:rsid w:val="00E462CA"/>
    <w:rsid w:val="00E46C27"/>
    <w:rsid w:val="00E6045F"/>
    <w:rsid w:val="00E669A7"/>
    <w:rsid w:val="00E73FA7"/>
    <w:rsid w:val="00E84F68"/>
    <w:rsid w:val="00E92A74"/>
    <w:rsid w:val="00EA569A"/>
    <w:rsid w:val="00EB0C59"/>
    <w:rsid w:val="00EB4D28"/>
    <w:rsid w:val="00EC1225"/>
    <w:rsid w:val="00ED3E16"/>
    <w:rsid w:val="00ED4133"/>
    <w:rsid w:val="00ED7F30"/>
    <w:rsid w:val="00EF0EF5"/>
    <w:rsid w:val="00F03B1C"/>
    <w:rsid w:val="00F03ED1"/>
    <w:rsid w:val="00F06BA2"/>
    <w:rsid w:val="00F170C5"/>
    <w:rsid w:val="00F20C22"/>
    <w:rsid w:val="00F27A5B"/>
    <w:rsid w:val="00F42511"/>
    <w:rsid w:val="00F4460C"/>
    <w:rsid w:val="00F460C5"/>
    <w:rsid w:val="00F51BDA"/>
    <w:rsid w:val="00F64E7E"/>
    <w:rsid w:val="00F75C38"/>
    <w:rsid w:val="00F96AB1"/>
    <w:rsid w:val="00FA4692"/>
    <w:rsid w:val="00FB2986"/>
    <w:rsid w:val="00FB69A6"/>
    <w:rsid w:val="00FC24B2"/>
    <w:rsid w:val="00FC316A"/>
    <w:rsid w:val="00FC542B"/>
    <w:rsid w:val="00FD49A4"/>
    <w:rsid w:val="00FD4E28"/>
    <w:rsid w:val="00FE3E6F"/>
    <w:rsid w:val="00FF02E7"/>
    <w:rsid w:val="00FF0620"/>
    <w:rsid w:val="00FF0F7A"/>
    <w:rsid w:val="00FF7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64E7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43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943B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1C1C"/>
    <w:pPr>
      <w:keepNext/>
      <w:jc w:val="center"/>
      <w:outlineLvl w:val="2"/>
    </w:pPr>
    <w:rPr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943BE"/>
    <w:pPr>
      <w:keepNext/>
      <w:ind w:firstLine="284"/>
      <w:jc w:val="both"/>
      <w:outlineLvl w:val="3"/>
    </w:pPr>
    <w:rPr>
      <w:b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943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943B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943BE"/>
    <w:pPr>
      <w:keepNext/>
      <w:jc w:val="both"/>
      <w:outlineLvl w:val="6"/>
    </w:pPr>
    <w:rPr>
      <w:b/>
      <w:sz w:val="22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943BE"/>
    <w:pPr>
      <w:keepNext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943B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43B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943BE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F1C1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943BE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943B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943BE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943B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943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943BE"/>
    <w:rPr>
      <w:rFonts w:ascii="Arial" w:hAnsi="Arial" w:cs="Arial"/>
      <w:lang w:eastAsia="ru-RU"/>
    </w:rPr>
  </w:style>
  <w:style w:type="paragraph" w:styleId="NoSpacing">
    <w:name w:val="No Spacing"/>
    <w:uiPriority w:val="99"/>
    <w:qFormat/>
    <w:rsid w:val="00F64E7E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F64E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324EEE"/>
    <w:pPr>
      <w:spacing w:after="120" w:line="480" w:lineRule="auto"/>
      <w:ind w:left="283"/>
    </w:pPr>
    <w:rPr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24EEE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324EEE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Hyperlink">
    <w:name w:val="Hyperlink"/>
    <w:basedOn w:val="DefaultParagraphFont"/>
    <w:uiPriority w:val="99"/>
    <w:rsid w:val="00324EE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25D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5D2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25D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25D2D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0707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0707B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Normal"/>
    <w:uiPriority w:val="99"/>
    <w:rsid w:val="000E78E8"/>
    <w:pPr>
      <w:suppressAutoHyphens/>
      <w:ind w:firstLine="567"/>
      <w:jc w:val="both"/>
    </w:pPr>
    <w:rPr>
      <w:sz w:val="28"/>
      <w:szCs w:val="20"/>
      <w:lang w:eastAsia="ar-SA"/>
    </w:rPr>
  </w:style>
  <w:style w:type="paragraph" w:customStyle="1" w:styleId="ConsPlusNormal0">
    <w:name w:val="ConsPlusNormal Знак"/>
    <w:link w:val="ConsPlusNormal1"/>
    <w:uiPriority w:val="99"/>
    <w:rsid w:val="006E67E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1">
    <w:name w:val="ConsPlusNormal Знак Знак"/>
    <w:link w:val="ConsPlusNormal0"/>
    <w:uiPriority w:val="99"/>
    <w:locked/>
    <w:rsid w:val="006E67E2"/>
    <w:rPr>
      <w:rFonts w:ascii="Arial" w:hAnsi="Arial"/>
      <w:sz w:val="22"/>
      <w:lang w:eastAsia="ru-RU"/>
    </w:rPr>
  </w:style>
  <w:style w:type="table" w:styleId="TableGrid">
    <w:name w:val="Table Grid"/>
    <w:basedOn w:val="TableNormal"/>
    <w:uiPriority w:val="99"/>
    <w:rsid w:val="007943B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94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43BE"/>
    <w:rPr>
      <w:rFonts w:ascii="Tahoma" w:hAnsi="Tahoma" w:cs="Tahoma"/>
      <w:sz w:val="16"/>
      <w:szCs w:val="16"/>
      <w:lang w:eastAsia="ru-RU"/>
    </w:rPr>
  </w:style>
  <w:style w:type="character" w:styleId="PageNumber">
    <w:name w:val="page number"/>
    <w:basedOn w:val="DefaultParagraphFont"/>
    <w:uiPriority w:val="99"/>
    <w:rsid w:val="007943BE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7943BE"/>
    <w:pPr>
      <w:spacing w:after="120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43BE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7943BE"/>
    <w:pPr>
      <w:spacing w:after="120"/>
      <w:ind w:left="283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43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BodyTextIndent21">
    <w:name w:val="Body Text Indent 21"/>
    <w:basedOn w:val="Normal"/>
    <w:uiPriority w:val="99"/>
    <w:rsid w:val="007943BE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ConsPlusNonformat">
    <w:name w:val="ConsPlusNonformat"/>
    <w:uiPriority w:val="99"/>
    <w:rsid w:val="007943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7943BE"/>
    <w:pPr>
      <w:spacing w:before="100" w:beforeAutospacing="1" w:after="100" w:afterAutospacing="1"/>
    </w:pPr>
    <w:rPr>
      <w:lang w:val="en-US"/>
    </w:rPr>
  </w:style>
  <w:style w:type="paragraph" w:customStyle="1" w:styleId="1">
    <w:name w:val="Знак1"/>
    <w:basedOn w:val="Normal"/>
    <w:uiPriority w:val="99"/>
    <w:rsid w:val="007943BE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ConsPlusTitle">
    <w:name w:val="ConsPlusTitle"/>
    <w:uiPriority w:val="99"/>
    <w:rsid w:val="007943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">
    <w:name w:val="Знак Знак Знак Знак Знак Знак"/>
    <w:basedOn w:val="Normal"/>
    <w:uiPriority w:val="99"/>
    <w:rsid w:val="007943B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7943BE"/>
    <w:pPr>
      <w:ind w:firstLine="284"/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7943BE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0">
    <w:name w:val="Знак Знак Знак Знак Знак Знак Знак"/>
    <w:basedOn w:val="Normal"/>
    <w:uiPriority w:val="99"/>
    <w:rsid w:val="007943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Normal"/>
    <w:uiPriority w:val="99"/>
    <w:rsid w:val="007943BE"/>
    <w:pPr>
      <w:spacing w:before="100" w:beforeAutospacing="1" w:after="100" w:afterAutospacing="1"/>
    </w:pPr>
  </w:style>
  <w:style w:type="paragraph" w:customStyle="1" w:styleId="fn2r">
    <w:name w:val="fn2r"/>
    <w:basedOn w:val="Normal"/>
    <w:uiPriority w:val="99"/>
    <w:rsid w:val="007943BE"/>
    <w:pPr>
      <w:spacing w:before="100" w:beforeAutospacing="1" w:after="100" w:afterAutospacing="1"/>
    </w:pPr>
  </w:style>
  <w:style w:type="paragraph" w:styleId="BodyText3">
    <w:name w:val="Body Text 3"/>
    <w:basedOn w:val="Normal"/>
    <w:link w:val="BodyText3Char"/>
    <w:uiPriority w:val="99"/>
    <w:rsid w:val="007943B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943BE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7943B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nformat">
    <w:name w:val="ConsNonformat"/>
    <w:uiPriority w:val="99"/>
    <w:rsid w:val="007943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1">
    <w:name w:val="Прижатый влево"/>
    <w:basedOn w:val="Normal"/>
    <w:next w:val="Normal"/>
    <w:uiPriority w:val="99"/>
    <w:rsid w:val="007943BE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Style7">
    <w:name w:val="Style7"/>
    <w:basedOn w:val="Normal"/>
    <w:uiPriority w:val="99"/>
    <w:rsid w:val="007943BE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"/>
    <w:uiPriority w:val="99"/>
    <w:rsid w:val="007943BE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Normal"/>
    <w:uiPriority w:val="99"/>
    <w:rsid w:val="007943BE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Normal"/>
    <w:uiPriority w:val="99"/>
    <w:rsid w:val="007943BE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uiPriority w:val="99"/>
    <w:rsid w:val="007943BE"/>
    <w:rPr>
      <w:rFonts w:ascii="Times New Roman" w:hAnsi="Times New Roman"/>
      <w:sz w:val="22"/>
    </w:rPr>
  </w:style>
  <w:style w:type="character" w:customStyle="1" w:styleId="FontStyle47">
    <w:name w:val="Font Style47"/>
    <w:uiPriority w:val="99"/>
    <w:rsid w:val="007943BE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7943BE"/>
    <w:rPr>
      <w:rFonts w:ascii="Times New Roman" w:hAnsi="Times New Roman"/>
      <w:b/>
      <w:i/>
      <w:sz w:val="22"/>
    </w:rPr>
  </w:style>
  <w:style w:type="character" w:customStyle="1" w:styleId="apple-converted-space">
    <w:name w:val="apple-converted-space"/>
    <w:basedOn w:val="DefaultParagraphFont"/>
    <w:uiPriority w:val="99"/>
    <w:rsid w:val="007943BE"/>
    <w:rPr>
      <w:rFonts w:cs="Times New Roman"/>
    </w:rPr>
  </w:style>
  <w:style w:type="character" w:styleId="Strong">
    <w:name w:val="Strong"/>
    <w:basedOn w:val="DefaultParagraphFont"/>
    <w:uiPriority w:val="99"/>
    <w:qFormat/>
    <w:rsid w:val="007943BE"/>
    <w:rPr>
      <w:rFonts w:cs="Times New Roman"/>
      <w:b/>
    </w:rPr>
  </w:style>
  <w:style w:type="character" w:customStyle="1" w:styleId="a2">
    <w:name w:val="Символ сноски"/>
    <w:uiPriority w:val="99"/>
    <w:rsid w:val="007943BE"/>
    <w:rPr>
      <w:vertAlign w:val="superscript"/>
    </w:rPr>
  </w:style>
  <w:style w:type="paragraph" w:customStyle="1" w:styleId="21">
    <w:name w:val="Основной текст 21"/>
    <w:basedOn w:val="Normal"/>
    <w:uiPriority w:val="99"/>
    <w:rsid w:val="007943BE"/>
    <w:pPr>
      <w:ind w:right="5112"/>
      <w:jc w:val="both"/>
    </w:pPr>
    <w:rPr>
      <w:sz w:val="28"/>
      <w:lang w:eastAsia="ar-SA"/>
    </w:rPr>
  </w:style>
  <w:style w:type="paragraph" w:customStyle="1" w:styleId="310">
    <w:name w:val="Основной текст 31"/>
    <w:basedOn w:val="Normal"/>
    <w:uiPriority w:val="99"/>
    <w:rsid w:val="007943BE"/>
    <w:pPr>
      <w:ind w:right="74"/>
      <w:jc w:val="both"/>
    </w:pPr>
    <w:rPr>
      <w:sz w:val="28"/>
      <w:lang w:eastAsia="ar-SA"/>
    </w:rPr>
  </w:style>
  <w:style w:type="paragraph" w:customStyle="1" w:styleId="a3">
    <w:name w:val="Знак"/>
    <w:basedOn w:val="Normal"/>
    <w:uiPriority w:val="99"/>
    <w:rsid w:val="007943BE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Normal"/>
    <w:uiPriority w:val="99"/>
    <w:rsid w:val="007943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794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943BE"/>
    <w:rPr>
      <w:rFonts w:ascii="Courier New" w:hAnsi="Courier New" w:cs="Courier New"/>
      <w:sz w:val="20"/>
      <w:szCs w:val="20"/>
      <w:lang w:eastAsia="ru-RU"/>
    </w:rPr>
  </w:style>
  <w:style w:type="paragraph" w:customStyle="1" w:styleId="2">
    <w:name w:val="Знак2"/>
    <w:basedOn w:val="Normal"/>
    <w:uiPriority w:val="99"/>
    <w:rsid w:val="007943B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">
    <w:name w:val="Знак3 Знак Знак Знак Знак Знак Знак Знак Знак Знак Знак"/>
    <w:basedOn w:val="Normal"/>
    <w:uiPriority w:val="99"/>
    <w:rsid w:val="007943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7943BE"/>
    <w:rPr>
      <w:rFonts w:ascii="Times New Roman" w:hAnsi="Times New Roman"/>
      <w:b/>
      <w:sz w:val="26"/>
    </w:rPr>
  </w:style>
  <w:style w:type="character" w:styleId="Emphasis">
    <w:name w:val="Emphasis"/>
    <w:basedOn w:val="DefaultParagraphFont"/>
    <w:uiPriority w:val="99"/>
    <w:qFormat/>
    <w:rsid w:val="00936410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AA0401"/>
    <w:pPr>
      <w:ind w:left="720"/>
      <w:contextualSpacing/>
    </w:pPr>
  </w:style>
  <w:style w:type="paragraph" w:customStyle="1" w:styleId="a5">
    <w:name w:val="Абзац списка"/>
    <w:basedOn w:val="Normal"/>
    <w:uiPriority w:val="99"/>
    <w:rsid w:val="00656E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0">
    <w:name w:val="Знак Знак1 Знак Знак Знак Знак Знак Знак Знак Знак Знак Знак Знак Знак Знак Знак"/>
    <w:basedOn w:val="Normal"/>
    <w:uiPriority w:val="99"/>
    <w:rsid w:val="00ED7F30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39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C21C4D1904D226B9BF65EA8668B7AE1F9BA91EF5B56C4D825292A2F5k129M%20o%20" TargetMode="External"/><Relationship Id="rId13" Type="http://schemas.openxmlformats.org/officeDocument/2006/relationships/hyperlink" Target="consultantplus://offline/ref=1CC21C4D1904D226B9BF65EA8668B7AE1C92A519F7B66C4D825292A2F51932478BBACCE3473BD9EAkD2BM%20o%20" TargetMode="External"/><Relationship Id="rId18" Type="http://schemas.openxmlformats.org/officeDocument/2006/relationships/hyperlink" Target="file:///C:\Users\Maria\AppData\Local\Temp\7zO385E.tmp\l%20Par178%20%20o" TargetMode="External"/><Relationship Id="rId26" Type="http://schemas.openxmlformats.org/officeDocument/2006/relationships/hyperlink" Target="consultantplus://offline/ref=A6B391A676C7C48D80A7330DA79CC09B03370EB7771D45944EE11F6A9031975977427F8F96F74837MB1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6B391A676C7C48D80A72D00B1F09F93063454BF71154AC615BE4437C7389D0E300D26CDD2FA4932B70CC7M31BK" TargetMode="External"/><Relationship Id="rId7" Type="http://schemas.openxmlformats.org/officeDocument/2006/relationships/hyperlink" Target="consultantplus://offline/ref=1CC21C4D1904D226B9BF65EA8668B7AE1F92A619FCE13B4FD3079CkA27M%20o%20" TargetMode="External"/><Relationship Id="rId12" Type="http://schemas.openxmlformats.org/officeDocument/2006/relationships/hyperlink" Target="consultantplus://offline/ref=1CC21C4D1904D226B9BF65EA8668B7AE1F9AA21FF2B56C4D825292A2F5k129M%20o%20" TargetMode="External"/><Relationship Id="rId17" Type="http://schemas.openxmlformats.org/officeDocument/2006/relationships/hyperlink" Target="file:///C:\Users\Maria\AppData\Local\Temp\7zO385E.tmp\l%20Par178%20%20o" TargetMode="External"/><Relationship Id="rId25" Type="http://schemas.openxmlformats.org/officeDocument/2006/relationships/hyperlink" Target="consultantplus://offline/ref=A6B391A676C7C48D80A7330DA79CC09B03370EB7771D45944EE11F6A9031975977427F8F96F74836MB1F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72A09A556D893801CF67E4A63237AEE5F33176ED383B8608C1F57D129282448FEE8CF5DAB6EEE43h1qFN" TargetMode="External"/><Relationship Id="rId20" Type="http://schemas.openxmlformats.org/officeDocument/2006/relationships/hyperlink" Target="consultantplus://offline/ref=C4E3DF67B5B76C668BDF7F756FB9E868EAA00CBBD5F4572B69887B0E7728A3E21E883D47bEiEO" TargetMode="External"/><Relationship Id="rId29" Type="http://schemas.openxmlformats.org/officeDocument/2006/relationships/hyperlink" Target="consultantplus://offline/ref=AB182C52349B289AF2B6FA3B864BEEAB7120D53EE241465B7404284381D0E3AF1A84C20D5E326C42C0D23EV45D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CC21C4D1904D226B9BF65EA8668B7AE1C9FA719F0B26C4D825292A2F5k129M%20o%20" TargetMode="External"/><Relationship Id="rId24" Type="http://schemas.openxmlformats.org/officeDocument/2006/relationships/hyperlink" Target="consultantplus://offline/ref=A6B391A676C7C48D80A7330DA79CC09B03370EB7771D45944EE11F6A9031975977427F8F96F74836MB12K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CC21C4D1904D226B9BF65EA8668B7AE1C92A914F0B26C4D825292A2F5k129M%20o%20" TargetMode="External"/><Relationship Id="rId23" Type="http://schemas.openxmlformats.org/officeDocument/2006/relationships/hyperlink" Target="consultantplus://offline/ref=A6B391A676C7C48D80A7330DA79CC09B03370EB7771D45944EE11F6A9031975977427F8F96F74831MB14K" TargetMode="External"/><Relationship Id="rId28" Type="http://schemas.openxmlformats.org/officeDocument/2006/relationships/hyperlink" Target="consultantplus://offline/ref=AB182C52349B289AF2B6FA3B864BEEAB7120D53EE241465B7404284381D0E3AF1A84C20D5E326C42C0D23EV45DL" TargetMode="External"/><Relationship Id="rId10" Type="http://schemas.openxmlformats.org/officeDocument/2006/relationships/hyperlink" Target="consultantplus://offline/ref=1CC21C4D1904D226B9BF65EA8668B7AE1F9BA21DFEB76C4D825292A2F5k129M%20o%20" TargetMode="External"/><Relationship Id="rId19" Type="http://schemas.openxmlformats.org/officeDocument/2006/relationships/hyperlink" Target="file:///C:\Users\Maria\AppData\Local\Temp\7zO385E.tmp\l%20Par175%20%20o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C21C4D1904D226B9BF65EA8668B7AE1F9BA615F6B76C4D825292A2F51932478BBACCE647k32FM%20o%20" TargetMode="External"/><Relationship Id="rId14" Type="http://schemas.openxmlformats.org/officeDocument/2006/relationships/hyperlink" Target="consultantplus://offline/ref=1CC21C4D1904D226B9BF65EA8668B7AE1C92A415F2B46C4D825292A2F5k129M%20o%20" TargetMode="External"/><Relationship Id="rId22" Type="http://schemas.openxmlformats.org/officeDocument/2006/relationships/hyperlink" Target="consultantplus://offline/ref=A6B391A676C7C48D80A7330DA79CC09B03370EB7771D45944EE11F6A9031975977427F8F96F74830MB1EK" TargetMode="External"/><Relationship Id="rId27" Type="http://schemas.openxmlformats.org/officeDocument/2006/relationships/hyperlink" Target="consultantplus://offline/ref=68422DE39FAD36F3E218E20461A1A814179D878D2CD96E19A1763CE31Bk501O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4294957051</TotalTime>
  <Pages>22</Pages>
  <Words>10595</Words>
  <Characters>-32766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"Пользователь"</cp:lastModifiedBy>
  <cp:revision>127</cp:revision>
  <cp:lastPrinted>2018-01-30T07:40:00Z</cp:lastPrinted>
  <dcterms:created xsi:type="dcterms:W3CDTF">2017-12-12T07:43:00Z</dcterms:created>
  <dcterms:modified xsi:type="dcterms:W3CDTF">2018-01-25T08:53:00Z</dcterms:modified>
</cp:coreProperties>
</file>