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A3" w:rsidRDefault="003A5AA3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    </w:t>
      </w: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3A5AA3" w:rsidRDefault="003A5AA3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3A5AA3" w:rsidRDefault="003A5AA3" w:rsidP="00422F2A">
      <w:pPr>
        <w:jc w:val="center"/>
        <w:rPr>
          <w:b/>
          <w:sz w:val="28"/>
          <w:szCs w:val="28"/>
        </w:rPr>
      </w:pPr>
    </w:p>
    <w:p w:rsidR="003A5AA3" w:rsidRPr="003B1EC9" w:rsidRDefault="003A5AA3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3A5AA3" w:rsidRPr="003B1EC9" w:rsidRDefault="003A5AA3" w:rsidP="00422F2A">
      <w:pPr>
        <w:jc w:val="center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21.11.2018  № 166</w:t>
      </w:r>
    </w:p>
    <w:p w:rsidR="003A5AA3" w:rsidRDefault="003A5AA3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3A5AA3" w:rsidRDefault="003A5AA3" w:rsidP="00422F2A">
      <w:pPr>
        <w:spacing w:line="240" w:lineRule="exact"/>
        <w:rPr>
          <w:sz w:val="28"/>
          <w:szCs w:val="28"/>
        </w:rPr>
      </w:pPr>
    </w:p>
    <w:p w:rsidR="003A5AA3" w:rsidRPr="00422F2A" w:rsidRDefault="003A5AA3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3A5AA3" w:rsidRDefault="003A5AA3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3A5AA3" w:rsidRDefault="003A5AA3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3A5AA3" w:rsidRDefault="003A5AA3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3A5AA3" w:rsidRPr="00422F2A" w:rsidRDefault="003A5AA3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 на 2019 год</w:t>
      </w:r>
    </w:p>
    <w:p w:rsidR="003A5AA3" w:rsidRDefault="003A5AA3" w:rsidP="00422F2A">
      <w:pPr>
        <w:spacing w:line="240" w:lineRule="exact"/>
        <w:rPr>
          <w:b/>
          <w:sz w:val="28"/>
          <w:szCs w:val="28"/>
        </w:rPr>
      </w:pPr>
    </w:p>
    <w:p w:rsidR="003A5AA3" w:rsidRDefault="003A5AA3" w:rsidP="00422F2A">
      <w:pPr>
        <w:jc w:val="both"/>
        <w:rPr>
          <w:b/>
          <w:sz w:val="28"/>
          <w:szCs w:val="28"/>
        </w:rPr>
      </w:pPr>
    </w:p>
    <w:p w:rsidR="003A5AA3" w:rsidRPr="00953D7C" w:rsidRDefault="003A5AA3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3A5AA3" w:rsidRPr="00E07D8A" w:rsidRDefault="003A5AA3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3A5AA3" w:rsidRPr="008076FA" w:rsidRDefault="003A5AA3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2019</w:t>
      </w:r>
      <w:r w:rsidRPr="008076FA">
        <w:rPr>
          <w:sz w:val="28"/>
          <w:szCs w:val="28"/>
        </w:rPr>
        <w:t xml:space="preserve"> год.</w:t>
      </w:r>
    </w:p>
    <w:p w:rsidR="003A5AA3" w:rsidRPr="00F76BE3" w:rsidRDefault="003A5AA3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3A5AA3" w:rsidRDefault="003A5AA3" w:rsidP="00422F2A">
      <w:pPr>
        <w:jc w:val="both"/>
        <w:rPr>
          <w:sz w:val="28"/>
          <w:szCs w:val="28"/>
        </w:rPr>
      </w:pPr>
    </w:p>
    <w:p w:rsidR="003A5AA3" w:rsidRPr="000A47E0" w:rsidRDefault="003A5AA3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3A5AA3" w:rsidRDefault="003A5AA3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3A5AA3" w:rsidRDefault="003A5AA3" w:rsidP="00422F2A">
      <w:pPr>
        <w:spacing w:line="240" w:lineRule="exact"/>
        <w:jc w:val="both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both"/>
        <w:rPr>
          <w:b/>
          <w:sz w:val="28"/>
          <w:szCs w:val="28"/>
        </w:rPr>
      </w:pPr>
    </w:p>
    <w:p w:rsidR="003A5AA3" w:rsidRDefault="003A5AA3" w:rsidP="00422F2A">
      <w:pPr>
        <w:spacing w:line="240" w:lineRule="exact"/>
        <w:jc w:val="both"/>
        <w:rPr>
          <w:sz w:val="28"/>
          <w:szCs w:val="28"/>
        </w:rPr>
      </w:pPr>
    </w:p>
    <w:p w:rsidR="003A5AA3" w:rsidRPr="00BD3B39" w:rsidRDefault="003A5AA3" w:rsidP="00422F2A">
      <w:pPr>
        <w:spacing w:line="240" w:lineRule="exact"/>
        <w:rPr>
          <w:sz w:val="28"/>
          <w:szCs w:val="28"/>
        </w:rPr>
      </w:pPr>
    </w:p>
    <w:p w:rsidR="003A5AA3" w:rsidRDefault="003A5AA3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3A5AA3" w:rsidRDefault="003A5AA3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3A5AA3" w:rsidRDefault="003A5AA3" w:rsidP="00263B03">
      <w:pPr>
        <w:spacing w:line="360" w:lineRule="exact"/>
        <w:jc w:val="both"/>
        <w:rPr>
          <w:sz w:val="28"/>
          <w:szCs w:val="28"/>
        </w:rPr>
      </w:pPr>
    </w:p>
    <w:p w:rsidR="003A5AA3" w:rsidRDefault="003A5AA3" w:rsidP="00263B03">
      <w:pPr>
        <w:spacing w:line="360" w:lineRule="exact"/>
        <w:jc w:val="both"/>
        <w:rPr>
          <w:sz w:val="28"/>
          <w:szCs w:val="28"/>
        </w:rPr>
      </w:pPr>
    </w:p>
    <w:p w:rsidR="003A5AA3" w:rsidRDefault="003A5AA3" w:rsidP="00263B03">
      <w:pPr>
        <w:spacing w:line="360" w:lineRule="exact"/>
        <w:jc w:val="both"/>
        <w:rPr>
          <w:sz w:val="28"/>
          <w:szCs w:val="28"/>
        </w:rPr>
      </w:pPr>
    </w:p>
    <w:p w:rsidR="003A5AA3" w:rsidRPr="00F66F66" w:rsidRDefault="003A5AA3" w:rsidP="00FF015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5AA3" w:rsidRDefault="003A5AA3" w:rsidP="00FF015D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3A5AA3" w:rsidRPr="00EE0954" w:rsidRDefault="003A5AA3" w:rsidP="00FF015D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A5AA3" w:rsidRPr="00EE0954" w:rsidRDefault="003A5AA3" w:rsidP="00FF015D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>от</w:t>
      </w:r>
      <w:r>
        <w:rPr>
          <w:sz w:val="28"/>
          <w:szCs w:val="28"/>
        </w:rPr>
        <w:t xml:space="preserve"> 21.11.2018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166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3A5AA3" w:rsidRPr="00EE0954" w:rsidRDefault="003A5AA3" w:rsidP="00FF015D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5AA3" w:rsidRPr="00EE0954" w:rsidRDefault="003A5AA3" w:rsidP="00FF015D">
      <w:pPr>
        <w:adjustRightInd w:val="0"/>
        <w:jc w:val="center"/>
        <w:rPr>
          <w:b/>
          <w:bCs/>
          <w:sz w:val="28"/>
          <w:szCs w:val="28"/>
        </w:rPr>
      </w:pPr>
    </w:p>
    <w:p w:rsidR="003A5AA3" w:rsidRDefault="003A5AA3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3A5AA3" w:rsidRDefault="003A5AA3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3A5AA3" w:rsidRPr="00EE0954" w:rsidRDefault="003A5AA3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2019 год</w:t>
      </w:r>
    </w:p>
    <w:p w:rsidR="003A5AA3" w:rsidRPr="00EE0954" w:rsidRDefault="003A5AA3" w:rsidP="00FF015D">
      <w:pPr>
        <w:adjustRightInd w:val="0"/>
        <w:jc w:val="center"/>
        <w:rPr>
          <w:b/>
          <w:bCs/>
          <w:sz w:val="24"/>
          <w:szCs w:val="24"/>
        </w:rPr>
      </w:pPr>
    </w:p>
    <w:p w:rsidR="003A5AA3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>Боровёнковского сельского поселения на 2019</w:t>
      </w:r>
      <w:r w:rsidRPr="00EE0954">
        <w:rPr>
          <w:sz w:val="28"/>
          <w:szCs w:val="28"/>
        </w:rPr>
        <w:t xml:space="preserve">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</w:t>
      </w:r>
      <w:r w:rsidRPr="0049391F">
        <w:rPr>
          <w:color w:val="000000"/>
          <w:sz w:val="28"/>
          <w:szCs w:val="28"/>
        </w:rPr>
        <w:t>06 октября 2003 года № 131-</w:t>
      </w:r>
      <w:r w:rsidRPr="00D5725D">
        <w:rPr>
          <w:color w:val="333333"/>
          <w:sz w:val="28"/>
          <w:szCs w:val="28"/>
        </w:rPr>
        <w:t xml:space="preserve">ФЗ </w:t>
      </w:r>
      <w:r w:rsidRPr="00D5725D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5725D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 </w:t>
      </w:r>
    </w:p>
    <w:p w:rsidR="003A5AA3" w:rsidRPr="00D05419" w:rsidRDefault="003A5AA3" w:rsidP="00FF015D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3A5AA3" w:rsidRPr="00D5725D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2019 </w:t>
      </w:r>
      <w:r w:rsidRPr="00D5725D">
        <w:rPr>
          <w:sz w:val="28"/>
          <w:szCs w:val="28"/>
        </w:rPr>
        <w:t>год являются:</w:t>
      </w:r>
    </w:p>
    <w:p w:rsidR="003A5AA3" w:rsidRPr="00D5725D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3A5AA3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3A5AA3" w:rsidRPr="00D5725D" w:rsidRDefault="003A5AA3" w:rsidP="00FF015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2019 году являются</w:t>
      </w:r>
      <w:r w:rsidRPr="00D5725D">
        <w:rPr>
          <w:sz w:val="28"/>
          <w:szCs w:val="28"/>
        </w:rPr>
        <w:t>:</w:t>
      </w:r>
    </w:p>
    <w:p w:rsidR="003A5AA3" w:rsidRPr="00D5725D" w:rsidRDefault="003A5AA3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3A5AA3" w:rsidRPr="00D5725D" w:rsidRDefault="003A5AA3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3A5AA3" w:rsidRDefault="003A5AA3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3A5AA3" w:rsidRPr="00EE0954" w:rsidRDefault="003A5AA3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3A5AA3" w:rsidRDefault="003A5AA3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3A5AA3" w:rsidRPr="0036299B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3A5AA3" w:rsidRPr="0036299B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3A5AA3" w:rsidRPr="0036299B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3A5AA3" w:rsidRPr="0036299B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3A5AA3" w:rsidRDefault="003A5AA3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к приватизации предполагается 3 объекта недвижимого муниципального имущества. </w:t>
      </w:r>
    </w:p>
    <w:p w:rsidR="003A5AA3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3A5AA3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3A5AA3" w:rsidRDefault="003A5AA3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и кадастровой стоимости объектов муниципального имущества предлагаемого к приватизации  в 2019 году, ожидается поступление в бюджет поселения от приватизации муниципального имущества в сумме 411,5 тыс. руб.</w:t>
      </w:r>
    </w:p>
    <w:p w:rsidR="003A5AA3" w:rsidRDefault="003A5AA3" w:rsidP="00FF015D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2019 году.</w:t>
      </w:r>
    </w:p>
    <w:p w:rsidR="003A5AA3" w:rsidRDefault="003A5AA3" w:rsidP="00FF015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3A5AA3" w:rsidTr="00FA27A4">
        <w:tc>
          <w:tcPr>
            <w:tcW w:w="674" w:type="dxa"/>
          </w:tcPr>
          <w:p w:rsidR="003A5AA3" w:rsidRPr="0046321F" w:rsidRDefault="003A5AA3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3A5AA3" w:rsidRPr="0046321F" w:rsidRDefault="003A5AA3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3A5AA3" w:rsidRPr="0046321F" w:rsidRDefault="003A5AA3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3A5AA3" w:rsidRPr="0046321F" w:rsidRDefault="003A5AA3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3A5AA3" w:rsidTr="00FA27A4">
        <w:tc>
          <w:tcPr>
            <w:tcW w:w="674" w:type="dxa"/>
          </w:tcPr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3A5AA3" w:rsidRPr="00E63E8E" w:rsidRDefault="003A5AA3" w:rsidP="00FA27A4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3A5AA3" w:rsidTr="00FA27A4">
        <w:tc>
          <w:tcPr>
            <w:tcW w:w="674" w:type="dxa"/>
          </w:tcPr>
          <w:p w:rsidR="003A5AA3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3A5AA3" w:rsidRPr="00E63E8E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Нездрино з/у 22</w:t>
            </w:r>
          </w:p>
        </w:tc>
        <w:tc>
          <w:tcPr>
            <w:tcW w:w="2409" w:type="dxa"/>
          </w:tcPr>
          <w:p w:rsidR="003A5AA3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  <w:tr w:rsidR="003A5AA3" w:rsidTr="00FA27A4">
        <w:tc>
          <w:tcPr>
            <w:tcW w:w="674" w:type="dxa"/>
          </w:tcPr>
          <w:p w:rsidR="003A5AA3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21" w:type="dxa"/>
          </w:tcPr>
          <w:p w:rsidR="003A5AA3" w:rsidRPr="00E63E8E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3A5AA3" w:rsidRPr="0046321F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Нездрино з/у 23</w:t>
            </w:r>
          </w:p>
        </w:tc>
        <w:tc>
          <w:tcPr>
            <w:tcW w:w="2409" w:type="dxa"/>
          </w:tcPr>
          <w:p w:rsidR="003A5AA3" w:rsidRDefault="003A5AA3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</w:tbl>
    <w:p w:rsidR="003A5AA3" w:rsidRPr="00FC2A57" w:rsidRDefault="003A5AA3" w:rsidP="00FF015D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3A5AA3" w:rsidRPr="00E93140" w:rsidRDefault="003A5AA3" w:rsidP="00FF015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3A5AA3" w:rsidRDefault="003A5AA3" w:rsidP="00263B03">
      <w:pPr>
        <w:spacing w:line="360" w:lineRule="exact"/>
        <w:jc w:val="both"/>
        <w:rPr>
          <w:sz w:val="28"/>
          <w:szCs w:val="28"/>
        </w:rPr>
      </w:pPr>
    </w:p>
    <w:sectPr w:rsidR="003A5AA3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AA3" w:rsidRDefault="003A5AA3">
      <w:r>
        <w:separator/>
      </w:r>
    </w:p>
  </w:endnote>
  <w:endnote w:type="continuationSeparator" w:id="0">
    <w:p w:rsidR="003A5AA3" w:rsidRDefault="003A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AA3" w:rsidRDefault="003A5AA3">
      <w:r>
        <w:separator/>
      </w:r>
    </w:p>
  </w:footnote>
  <w:footnote w:type="continuationSeparator" w:id="0">
    <w:p w:rsidR="003A5AA3" w:rsidRDefault="003A5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A7150"/>
    <w:rsid w:val="001B078D"/>
    <w:rsid w:val="001B5B44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57C97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42B9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A3"/>
    <w:rsid w:val="003A5AF3"/>
    <w:rsid w:val="003A62FD"/>
    <w:rsid w:val="003A74E5"/>
    <w:rsid w:val="003B0FAA"/>
    <w:rsid w:val="003B188B"/>
    <w:rsid w:val="003B1EC9"/>
    <w:rsid w:val="003B2557"/>
    <w:rsid w:val="003B3DE2"/>
    <w:rsid w:val="003B4BEC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A7835"/>
    <w:rsid w:val="005B1958"/>
    <w:rsid w:val="005B3C66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E680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6F6951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445B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06D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BFD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1EA0"/>
    <w:rsid w:val="00D92866"/>
    <w:rsid w:val="00D970B2"/>
    <w:rsid w:val="00DA30E7"/>
    <w:rsid w:val="00DA51EA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27A4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15D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523</TotalTime>
  <Pages>3</Pages>
  <Words>753</Words>
  <Characters>4293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48</cp:revision>
  <cp:lastPrinted>2017-10-25T07:21:00Z</cp:lastPrinted>
  <dcterms:created xsi:type="dcterms:W3CDTF">2015-12-29T09:46:00Z</dcterms:created>
  <dcterms:modified xsi:type="dcterms:W3CDTF">2018-11-23T06:05:00Z</dcterms:modified>
</cp:coreProperties>
</file>